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31EE0A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29C7FA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8D999C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………………………………</w:t>
      </w:r>
    </w:p>
    <w:p w14:paraId="7EED7A60" w14:textId="12740BF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     Pieczęć wykonawcy</w:t>
      </w:r>
    </w:p>
    <w:p w14:paraId="777CA437" w14:textId="77777777" w:rsidR="007A19DF" w:rsidRPr="007A19DF" w:rsidRDefault="007A19DF" w:rsidP="005F63FB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7A19DF">
        <w:rPr>
          <w:rFonts w:ascii="Arial" w:hAnsi="Arial" w:cs="Arial"/>
          <w:b/>
        </w:rPr>
        <w:t xml:space="preserve">Nadleśnictwo Kutno </w:t>
      </w:r>
    </w:p>
    <w:p w14:paraId="03B4CF31" w14:textId="77777777" w:rsidR="007A19DF" w:rsidRPr="007A19DF" w:rsidRDefault="007A19DF" w:rsidP="005F63FB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7A19DF">
        <w:rPr>
          <w:rFonts w:ascii="Arial" w:hAnsi="Arial" w:cs="Arial"/>
          <w:b/>
        </w:rPr>
        <w:t xml:space="preserve">z siedzibą w </w:t>
      </w:r>
      <w:proofErr w:type="spellStart"/>
      <w:r w:rsidRPr="007A19DF">
        <w:rPr>
          <w:rFonts w:ascii="Arial" w:hAnsi="Arial" w:cs="Arial"/>
          <w:b/>
        </w:rPr>
        <w:t>Chrośnie</w:t>
      </w:r>
      <w:proofErr w:type="spellEnd"/>
    </w:p>
    <w:p w14:paraId="4A7D2BFE" w14:textId="77777777" w:rsidR="007A19DF" w:rsidRPr="007A19DF" w:rsidRDefault="007A19DF" w:rsidP="005F63FB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7A19DF">
        <w:rPr>
          <w:rFonts w:ascii="Arial" w:hAnsi="Arial" w:cs="Arial"/>
          <w:b/>
        </w:rPr>
        <w:t>Chrosno 13</w:t>
      </w:r>
    </w:p>
    <w:p w14:paraId="3F0D9B05" w14:textId="77777777" w:rsidR="007A19DF" w:rsidRPr="007A19DF" w:rsidRDefault="007A19DF" w:rsidP="005F63FB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  <w:r w:rsidRPr="007A19DF">
        <w:rPr>
          <w:rFonts w:ascii="Arial" w:hAnsi="Arial" w:cs="Arial"/>
          <w:b/>
        </w:rPr>
        <w:t>99-306 Łanięta</w:t>
      </w:r>
    </w:p>
    <w:p w14:paraId="0800F04D" w14:textId="77777777" w:rsidR="007A19DF" w:rsidRPr="007A19DF" w:rsidRDefault="007A19DF" w:rsidP="005F63FB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  <w:b/>
        </w:rPr>
      </w:pPr>
    </w:p>
    <w:p w14:paraId="270F7984" w14:textId="77777777" w:rsidR="007A19DF" w:rsidRPr="007A19DF" w:rsidRDefault="007A19DF" w:rsidP="007B2B33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  <w:b/>
          <w:bCs/>
        </w:rPr>
      </w:pPr>
      <w:r w:rsidRPr="007A19DF">
        <w:rPr>
          <w:rFonts w:ascii="Arial" w:hAnsi="Arial" w:cs="Arial"/>
          <w:b/>
          <w:bCs/>
        </w:rPr>
        <w:t>FORMULARZ OFERTOWY WYKONAWCY</w:t>
      </w:r>
    </w:p>
    <w:p w14:paraId="17B571A1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iCs/>
        </w:rPr>
      </w:pPr>
      <w:r w:rsidRPr="007A19DF">
        <w:rPr>
          <w:rFonts w:ascii="Arial" w:hAnsi="Arial" w:cs="Arial"/>
          <w:b/>
          <w:iCs/>
        </w:rPr>
        <w:t>Na wykonanie zadania:</w:t>
      </w:r>
    </w:p>
    <w:p w14:paraId="26D4FB91" w14:textId="35831770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iCs/>
        </w:rPr>
      </w:pPr>
      <w:r w:rsidRPr="007A19DF">
        <w:rPr>
          <w:rFonts w:ascii="Arial" w:hAnsi="Arial" w:cs="Arial"/>
          <w:b/>
          <w:iCs/>
        </w:rPr>
        <w:t>Znak sprawy: E. 20.</w:t>
      </w:r>
      <w:r w:rsidR="007B2B33">
        <w:rPr>
          <w:rFonts w:ascii="Arial" w:hAnsi="Arial" w:cs="Arial"/>
          <w:b/>
          <w:iCs/>
        </w:rPr>
        <w:t>4</w:t>
      </w:r>
      <w:r w:rsidRPr="007A19DF">
        <w:rPr>
          <w:rFonts w:ascii="Arial" w:hAnsi="Arial" w:cs="Arial"/>
          <w:b/>
          <w:iCs/>
        </w:rPr>
        <w:t>.2022</w:t>
      </w:r>
    </w:p>
    <w:p w14:paraId="3A615C1B" w14:textId="77777777" w:rsidR="004C1FBC" w:rsidRPr="004C1FBC" w:rsidRDefault="007A19DF" w:rsidP="007B2B33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  <w:b/>
          <w:bCs/>
          <w:i/>
          <w:iCs/>
        </w:rPr>
      </w:pPr>
      <w:r w:rsidRPr="007A19DF">
        <w:rPr>
          <w:rFonts w:ascii="Arial" w:hAnsi="Arial" w:cs="Arial"/>
        </w:rPr>
        <w:t xml:space="preserve">Pełnienie kompleksowego nadzoru inwestorskiego nad wykonaniem zadania pn.: </w:t>
      </w:r>
      <w:r w:rsidR="004C1FBC" w:rsidRPr="004C1FBC">
        <w:rPr>
          <w:rFonts w:ascii="Arial" w:hAnsi="Arial" w:cs="Arial"/>
          <w:b/>
          <w:bCs/>
          <w:i/>
          <w:iCs/>
        </w:rPr>
        <w:t>„Budowa dojazdu pożarowego w leśnictwie Ostrowy, uroczysko Krzewie”</w:t>
      </w:r>
    </w:p>
    <w:p w14:paraId="53C3A77E" w14:textId="441749A1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3FD60FF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iCs/>
        </w:rPr>
      </w:pPr>
      <w:r w:rsidRPr="007A19DF">
        <w:rPr>
          <w:rFonts w:ascii="Arial" w:hAnsi="Arial" w:cs="Arial"/>
          <w:b/>
          <w:iCs/>
        </w:rPr>
        <w:t xml:space="preserve">Zamówienie wyłączone ze stosowania ustawy Prawo Zamówień Publicznych na mocy art.2 ust. 1 pkt 1. </w:t>
      </w:r>
    </w:p>
    <w:p w14:paraId="7A7ED06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7A19DF">
        <w:rPr>
          <w:rFonts w:ascii="Arial" w:hAnsi="Arial" w:cs="Arial"/>
          <w:b/>
          <w:bCs/>
        </w:rPr>
        <w:t>I. Dane dotyczące wykonawcy:</w:t>
      </w:r>
    </w:p>
    <w:p w14:paraId="6E0E015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</w:p>
    <w:p w14:paraId="2A56659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Nazwa:………………………………………………………………………..............................................................................................................................................................</w:t>
      </w:r>
    </w:p>
    <w:p w14:paraId="4F84E704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Siedziba:………………………………………………………………….................................…..............................................................................................................................</w:t>
      </w:r>
    </w:p>
    <w:p w14:paraId="389F5A06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Nr telefonu: ........................................... / fax: ….......…..........................................</w:t>
      </w:r>
    </w:p>
    <w:p w14:paraId="544D5C4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Email:………………………………………………………………………………………</w:t>
      </w:r>
    </w:p>
    <w:p w14:paraId="36DA60FE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nr NIP: ......................................... nr REGON: ......................................................</w:t>
      </w:r>
    </w:p>
    <w:p w14:paraId="72C7CF81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67082E4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7A19DF">
        <w:rPr>
          <w:rFonts w:ascii="Arial" w:hAnsi="Arial" w:cs="Arial"/>
          <w:b/>
          <w:bCs/>
        </w:rPr>
        <w:t>II. Dane dotyczące zamawiającego:</w:t>
      </w:r>
    </w:p>
    <w:p w14:paraId="555A6EE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95E2496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  <w:r w:rsidRPr="007A19DF">
        <w:rPr>
          <w:rFonts w:ascii="Arial" w:hAnsi="Arial" w:cs="Arial"/>
          <w:b/>
        </w:rPr>
        <w:t>Skarb Państwa Państwowe Gospodarstwo Leśne</w:t>
      </w:r>
    </w:p>
    <w:p w14:paraId="7BAE419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  <w:r w:rsidRPr="007A19DF">
        <w:rPr>
          <w:rFonts w:ascii="Arial" w:hAnsi="Arial" w:cs="Arial"/>
          <w:b/>
        </w:rPr>
        <w:t xml:space="preserve">Lasy Państwowe – Nadleśnictwo Kutno z/s w </w:t>
      </w:r>
      <w:proofErr w:type="spellStart"/>
      <w:r w:rsidRPr="007A19DF">
        <w:rPr>
          <w:rFonts w:ascii="Arial" w:hAnsi="Arial" w:cs="Arial"/>
          <w:b/>
        </w:rPr>
        <w:t>Chrośnie</w:t>
      </w:r>
      <w:proofErr w:type="spellEnd"/>
    </w:p>
    <w:p w14:paraId="6717396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7A19DF">
        <w:rPr>
          <w:rFonts w:ascii="Arial" w:hAnsi="Arial" w:cs="Arial"/>
          <w:b/>
        </w:rPr>
        <w:t>reprezentowane przez</w:t>
      </w:r>
      <w:r w:rsidRPr="007A19DF">
        <w:rPr>
          <w:rFonts w:ascii="Arial" w:hAnsi="Arial" w:cs="Arial"/>
          <w:b/>
          <w:bCs/>
        </w:rPr>
        <w:t xml:space="preserve"> P. Janusza Młynarczyka - Nadleśniczego</w:t>
      </w:r>
    </w:p>
    <w:p w14:paraId="01025F3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7A19DF">
        <w:rPr>
          <w:rFonts w:ascii="Arial" w:hAnsi="Arial" w:cs="Arial"/>
          <w:b/>
          <w:bCs/>
        </w:rPr>
        <w:t>siedziba Nadleśnictwa , Chrosno 13, 99-306 Łanięta</w:t>
      </w:r>
    </w:p>
    <w:p w14:paraId="530B944D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7A19DF">
        <w:rPr>
          <w:rFonts w:ascii="Arial" w:hAnsi="Arial" w:cs="Arial"/>
          <w:b/>
          <w:bCs/>
        </w:rPr>
        <w:lastRenderedPageBreak/>
        <w:t>Telefon:</w:t>
      </w:r>
      <w:r w:rsidRPr="007A19DF">
        <w:rPr>
          <w:rFonts w:ascii="Arial" w:hAnsi="Arial" w:cs="Arial"/>
        </w:rPr>
        <w:t xml:space="preserve"> 24 356 73 75, </w:t>
      </w:r>
    </w:p>
    <w:p w14:paraId="7E452736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7A19DF">
        <w:rPr>
          <w:rFonts w:ascii="Arial" w:hAnsi="Arial" w:cs="Arial"/>
          <w:b/>
          <w:bCs/>
        </w:rPr>
        <w:t>III.</w:t>
      </w:r>
      <w:r w:rsidRPr="007A19DF">
        <w:rPr>
          <w:rFonts w:ascii="Arial" w:hAnsi="Arial" w:cs="Arial"/>
          <w:bCs/>
        </w:rPr>
        <w:t xml:space="preserve">  </w:t>
      </w:r>
      <w:r w:rsidRPr="007A19DF">
        <w:rPr>
          <w:rFonts w:ascii="Arial" w:hAnsi="Arial" w:cs="Arial"/>
          <w:b/>
          <w:bCs/>
        </w:rPr>
        <w:t>Zobowiązania i oświadczenia wykonawcy.</w:t>
      </w:r>
    </w:p>
    <w:p w14:paraId="3DFE34B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Cs/>
        </w:rPr>
      </w:pPr>
    </w:p>
    <w:p w14:paraId="5C39DC5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u w:val="single"/>
          <w:lang w:bidi="pl-PL"/>
        </w:rPr>
      </w:pPr>
      <w:r w:rsidRPr="007A19DF">
        <w:rPr>
          <w:rFonts w:ascii="Arial" w:hAnsi="Arial" w:cs="Arial"/>
          <w:u w:val="single"/>
          <w:lang w:bidi="pl-PL"/>
        </w:rPr>
        <w:t>Zobowiązuję się wykonać przedmiot zamówienia za cenę:</w:t>
      </w:r>
    </w:p>
    <w:p w14:paraId="32C72A2F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lang w:bidi="pl-PL"/>
        </w:rPr>
      </w:pPr>
    </w:p>
    <w:p w14:paraId="1DAA1D7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u w:val="single"/>
          <w:lang w:bidi="pl-PL"/>
        </w:rPr>
      </w:pPr>
    </w:p>
    <w:p w14:paraId="223980F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Wartość netto                         …………………………… …zł</w:t>
      </w:r>
    </w:p>
    <w:p w14:paraId="1315BE61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Stawka podatku VAT                                         ……….. %</w:t>
      </w:r>
    </w:p>
    <w:p w14:paraId="4435549F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Kwota podatku VAT                               ………………… zł</w:t>
      </w:r>
    </w:p>
    <w:p w14:paraId="4CFC393E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Wartość brutto                        ……………………………….. zł</w:t>
      </w:r>
    </w:p>
    <w:p w14:paraId="032CE56E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i/>
        </w:rPr>
      </w:pPr>
      <w:r w:rsidRPr="007A19DF">
        <w:rPr>
          <w:rFonts w:ascii="Arial" w:hAnsi="Arial" w:cs="Arial"/>
          <w:i/>
        </w:rPr>
        <w:t>SŁOWNIE…………………………………………………………………………………………………………</w:t>
      </w:r>
    </w:p>
    <w:p w14:paraId="6C6A61A2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830784B" w14:textId="6D33B387" w:rsidR="007A19DF" w:rsidRPr="007A19DF" w:rsidRDefault="007A19DF" w:rsidP="007A19DF">
      <w:pPr>
        <w:numPr>
          <w:ilvl w:val="0"/>
          <w:numId w:val="7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Zobowiązujemy się wykonać zamówienie w terminie do dnia </w:t>
      </w:r>
      <w:r w:rsidRPr="007A19DF">
        <w:rPr>
          <w:rFonts w:ascii="Arial" w:hAnsi="Arial" w:cs="Arial"/>
          <w:b/>
          <w:bCs/>
        </w:rPr>
        <w:t>3</w:t>
      </w:r>
      <w:r w:rsidR="007B2B33">
        <w:rPr>
          <w:rFonts w:ascii="Arial" w:hAnsi="Arial" w:cs="Arial"/>
          <w:b/>
          <w:bCs/>
        </w:rPr>
        <w:t>0</w:t>
      </w:r>
      <w:r w:rsidRPr="007A19DF">
        <w:rPr>
          <w:rFonts w:ascii="Arial" w:hAnsi="Arial" w:cs="Arial"/>
          <w:b/>
          <w:bCs/>
        </w:rPr>
        <w:t xml:space="preserve"> </w:t>
      </w:r>
      <w:r w:rsidR="007B2B33">
        <w:rPr>
          <w:rFonts w:ascii="Arial" w:hAnsi="Arial" w:cs="Arial"/>
          <w:b/>
          <w:bCs/>
        </w:rPr>
        <w:t>listopada</w:t>
      </w:r>
      <w:r w:rsidRPr="007A19DF">
        <w:rPr>
          <w:rFonts w:ascii="Arial" w:hAnsi="Arial" w:cs="Arial"/>
          <w:b/>
          <w:bCs/>
        </w:rPr>
        <w:t xml:space="preserve">  202</w:t>
      </w:r>
      <w:r w:rsidR="007B2B33">
        <w:rPr>
          <w:rFonts w:ascii="Arial" w:hAnsi="Arial" w:cs="Arial"/>
          <w:b/>
          <w:bCs/>
        </w:rPr>
        <w:t>3</w:t>
      </w:r>
      <w:r w:rsidRPr="007A19DF">
        <w:rPr>
          <w:rFonts w:ascii="Arial" w:hAnsi="Arial" w:cs="Arial"/>
          <w:b/>
          <w:bCs/>
        </w:rPr>
        <w:t xml:space="preserve"> roku lub do dnia zakończenia robót.</w:t>
      </w:r>
    </w:p>
    <w:p w14:paraId="0683AA25" w14:textId="77777777" w:rsidR="007A19DF" w:rsidRPr="007A19DF" w:rsidRDefault="007A19DF" w:rsidP="007A19DF">
      <w:pPr>
        <w:numPr>
          <w:ilvl w:val="0"/>
          <w:numId w:val="7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 Oświadczamy, że zapoznaliśmy się z warunkami wykonania zamówienia i nie wnosimy do nich zastrzeżeń;</w:t>
      </w:r>
    </w:p>
    <w:p w14:paraId="0422F934" w14:textId="77777777" w:rsidR="007A19DF" w:rsidRPr="007A19DF" w:rsidRDefault="007A19DF" w:rsidP="007A19DF">
      <w:pPr>
        <w:numPr>
          <w:ilvl w:val="0"/>
          <w:numId w:val="7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Oświadczamy, że zdobyliśmy konieczne informacje dotyczące realizacji zamówienia oraz przygotowania i złożenia oferty;</w:t>
      </w:r>
    </w:p>
    <w:p w14:paraId="4CBEF65D" w14:textId="77777777" w:rsidR="007A19DF" w:rsidRPr="007A19DF" w:rsidRDefault="007A19DF" w:rsidP="007A19DF">
      <w:pPr>
        <w:numPr>
          <w:ilvl w:val="0"/>
          <w:numId w:val="7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  <w:iCs/>
        </w:rPr>
        <w:t>Oświadczamy, że  uważamy się związani niniejszą ofertą przez okres 30 dni;</w:t>
      </w:r>
    </w:p>
    <w:p w14:paraId="54FE29A5" w14:textId="77777777" w:rsidR="007A19DF" w:rsidRPr="007A19DF" w:rsidRDefault="007A19DF" w:rsidP="007A19DF">
      <w:pPr>
        <w:numPr>
          <w:ilvl w:val="0"/>
          <w:numId w:val="7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Jesteśmy uprawnieni do występowania w obrocie prawnym, zgodnie z wymaganiami ustawowymi,</w:t>
      </w:r>
    </w:p>
    <w:p w14:paraId="3590934E" w14:textId="77777777" w:rsidR="007A19DF" w:rsidRPr="007A19DF" w:rsidRDefault="007A19DF" w:rsidP="007A19DF">
      <w:pPr>
        <w:numPr>
          <w:ilvl w:val="0"/>
          <w:numId w:val="7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Posiadamy niezbędne uprawnienia do wykonania określonych prac lub czynności, jeżeli przepisy nakładają obowiązek posiadania takich uprawnień:</w:t>
      </w:r>
    </w:p>
    <w:p w14:paraId="066FF48D" w14:textId="77777777" w:rsidR="007A19DF" w:rsidRPr="007A19DF" w:rsidRDefault="007A19DF" w:rsidP="007A19DF">
      <w:pPr>
        <w:numPr>
          <w:ilvl w:val="0"/>
          <w:numId w:val="7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Posiadamy niezbędną wiedzę i doświadczenie, potencjał ekonomiczny i techniczny, a także pracowników zdolnych do wykonania zamówienia.</w:t>
      </w:r>
    </w:p>
    <w:p w14:paraId="10057734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3CBABF4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7A19DF">
        <w:rPr>
          <w:rFonts w:ascii="Arial" w:hAnsi="Arial" w:cs="Arial"/>
          <w:b/>
          <w:bCs/>
        </w:rPr>
        <w:t>IV.</w:t>
      </w:r>
      <w:r w:rsidRPr="007A19DF">
        <w:rPr>
          <w:rFonts w:ascii="Arial" w:hAnsi="Arial" w:cs="Arial"/>
          <w:b/>
          <w:bCs/>
        </w:rPr>
        <w:tab/>
        <w:t>Na potwierdzenie spełnienia wymagań do oferty załączam następujące oświadczenia i dokumenty:</w:t>
      </w:r>
    </w:p>
    <w:p w14:paraId="6349329A" w14:textId="77777777" w:rsidR="007A19DF" w:rsidRPr="007A19DF" w:rsidRDefault="007A19DF" w:rsidP="007A19DF">
      <w:pPr>
        <w:numPr>
          <w:ilvl w:val="0"/>
          <w:numId w:val="6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………………………………………………………………………………………</w:t>
      </w:r>
    </w:p>
    <w:p w14:paraId="0A272B0B" w14:textId="77777777" w:rsidR="007A19DF" w:rsidRPr="007A19DF" w:rsidRDefault="007A19DF" w:rsidP="007A19DF">
      <w:pPr>
        <w:numPr>
          <w:ilvl w:val="0"/>
          <w:numId w:val="6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………………………………………………………………………………………</w:t>
      </w:r>
    </w:p>
    <w:p w14:paraId="1BAB0A75" w14:textId="77777777" w:rsidR="007A19DF" w:rsidRPr="007A19DF" w:rsidRDefault="007A19DF" w:rsidP="007A19DF">
      <w:pPr>
        <w:numPr>
          <w:ilvl w:val="0"/>
          <w:numId w:val="6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………………………………………………………………………………………</w:t>
      </w:r>
    </w:p>
    <w:p w14:paraId="0BBCEC98" w14:textId="77777777" w:rsidR="007A19DF" w:rsidRPr="007A19DF" w:rsidRDefault="007A19DF" w:rsidP="007A19DF">
      <w:pPr>
        <w:numPr>
          <w:ilvl w:val="0"/>
          <w:numId w:val="6"/>
        </w:numPr>
        <w:tabs>
          <w:tab w:val="left" w:pos="567"/>
          <w:tab w:val="left" w:pos="1305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…………………………..................................................................................</w:t>
      </w:r>
    </w:p>
    <w:p w14:paraId="69CD3EA2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  <w:b/>
        </w:rPr>
        <w:lastRenderedPageBreak/>
        <w:t xml:space="preserve">V. </w:t>
      </w:r>
      <w:r w:rsidRPr="007A19DF">
        <w:rPr>
          <w:rFonts w:ascii="Arial" w:hAnsi="Arial" w:cs="Arial"/>
        </w:rPr>
        <w:t xml:space="preserve"> Usługę objętą zamówieniem zamierzam wykonać: samodzielnie / przy udziale podwykonawcy*</w:t>
      </w:r>
    </w:p>
    <w:p w14:paraId="01E8CEA2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B4BC10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  <w:r w:rsidRPr="007A19DF">
        <w:rPr>
          <w:rFonts w:ascii="Arial" w:hAnsi="Arial" w:cs="Arial"/>
          <w:b/>
        </w:rPr>
        <w:t>UWAGA * niewłaściwe skreślić</w:t>
      </w:r>
    </w:p>
    <w:p w14:paraId="04399294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FB8D82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…………………………..……….............…………………………………</w:t>
      </w:r>
    </w:p>
    <w:p w14:paraId="61487C2C" w14:textId="77777777" w:rsidR="007A19DF" w:rsidRPr="005F63FB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sz w:val="18"/>
          <w:szCs w:val="18"/>
        </w:rPr>
      </w:pPr>
      <w:r w:rsidRPr="005F63FB">
        <w:rPr>
          <w:rFonts w:ascii="Arial" w:hAnsi="Arial" w:cs="Arial"/>
          <w:sz w:val="18"/>
          <w:szCs w:val="18"/>
        </w:rPr>
        <w:t>(imię i nazwisko, podpis uprawnionego przedstawiciela wykonawcy )</w:t>
      </w:r>
    </w:p>
    <w:p w14:paraId="34D08C6F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3FA8601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397BC73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</w:p>
    <w:p w14:paraId="5C96A042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data</w:t>
      </w:r>
      <w:r w:rsidRPr="007A19DF">
        <w:rPr>
          <w:rFonts w:ascii="Arial" w:hAnsi="Arial" w:cs="Arial"/>
          <w:b/>
        </w:rPr>
        <w:t xml:space="preserve"> </w:t>
      </w:r>
      <w:r w:rsidRPr="007A19DF">
        <w:rPr>
          <w:rFonts w:ascii="Arial" w:hAnsi="Arial" w:cs="Arial"/>
        </w:rPr>
        <w:t>.......................................................................</w:t>
      </w:r>
    </w:p>
    <w:p w14:paraId="198EF9E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u w:val="single"/>
        </w:rPr>
      </w:pPr>
    </w:p>
    <w:p w14:paraId="1D165C1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DD81FF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74F54B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971F8C6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461AD4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241657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1DE7CE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F6B126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39AE84E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72DCA04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32ABE07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6CEBCA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428057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E66AC4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3EBF7E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6386CAB" w14:textId="77777777" w:rsidR="007A19DF" w:rsidRPr="007A19DF" w:rsidRDefault="007A19DF" w:rsidP="00D17C73">
      <w:p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</w:p>
    <w:p w14:paraId="7336DA45" w14:textId="77777777" w:rsidR="005F63FB" w:rsidRDefault="005F63FB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4371120" w14:textId="77777777" w:rsidR="005F63FB" w:rsidRDefault="005F63FB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F45D0A9" w14:textId="77777777" w:rsidR="005F63FB" w:rsidRDefault="005F63FB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AB4DBF5" w14:textId="77777777" w:rsidR="005F63FB" w:rsidRDefault="005F63FB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F595873" w14:textId="77777777" w:rsidR="005F63FB" w:rsidRDefault="005F63FB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DADA554" w14:textId="076741F0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lastRenderedPageBreak/>
        <w:t xml:space="preserve">Załącznik nr 2 – wzór umowy </w:t>
      </w:r>
    </w:p>
    <w:p w14:paraId="59AC4CC0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209354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64E6C63" w14:textId="77777777" w:rsidR="007A19DF" w:rsidRPr="007A19DF" w:rsidRDefault="007A19DF" w:rsidP="001B7B4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  <w:b/>
          <w:bCs/>
        </w:rPr>
      </w:pPr>
      <w:r w:rsidRPr="007A19DF">
        <w:rPr>
          <w:rFonts w:ascii="Arial" w:hAnsi="Arial" w:cs="Arial"/>
          <w:b/>
          <w:bCs/>
        </w:rPr>
        <w:t>UMOWA NR …………..</w:t>
      </w:r>
    </w:p>
    <w:p w14:paraId="39A1129E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</w:p>
    <w:p w14:paraId="73540C9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zawarta w dniu ……………. w </w:t>
      </w:r>
      <w:proofErr w:type="spellStart"/>
      <w:r w:rsidRPr="007A19DF">
        <w:rPr>
          <w:rFonts w:ascii="Arial" w:hAnsi="Arial" w:cs="Arial"/>
        </w:rPr>
        <w:t>Chrośnie</w:t>
      </w:r>
      <w:proofErr w:type="spellEnd"/>
      <w:r w:rsidRPr="007A19DF">
        <w:rPr>
          <w:rFonts w:ascii="Arial" w:hAnsi="Arial" w:cs="Arial"/>
        </w:rPr>
        <w:t xml:space="preserve">, pomiędzy Skarbem Państwa Państwowym Gospodarstwem Leśnym Lasy Państwowe Nadleśnictwem Kutno z/s </w:t>
      </w:r>
      <w:r w:rsidRPr="007A19DF">
        <w:rPr>
          <w:rFonts w:ascii="Arial" w:hAnsi="Arial" w:cs="Arial"/>
        </w:rPr>
        <w:br/>
        <w:t xml:space="preserve">w </w:t>
      </w:r>
      <w:proofErr w:type="spellStart"/>
      <w:r w:rsidRPr="007A19DF">
        <w:rPr>
          <w:rFonts w:ascii="Arial" w:hAnsi="Arial" w:cs="Arial"/>
        </w:rPr>
        <w:t>Chrośnie</w:t>
      </w:r>
      <w:proofErr w:type="spellEnd"/>
      <w:r w:rsidRPr="007A19DF">
        <w:rPr>
          <w:rFonts w:ascii="Arial" w:hAnsi="Arial" w:cs="Arial"/>
        </w:rPr>
        <w:t xml:space="preserve">, 99-306 Łanięta, w imieniu którego działa  Nadleśniczy mgr Janusz Młynarczyk zwanym w treści Umowy </w:t>
      </w:r>
      <w:r w:rsidRPr="007A19DF">
        <w:rPr>
          <w:rFonts w:ascii="Arial" w:hAnsi="Arial" w:cs="Arial"/>
          <w:b/>
        </w:rPr>
        <w:t>ZAMAWIAJĄCYM</w:t>
      </w:r>
      <w:r w:rsidRPr="007A19DF">
        <w:rPr>
          <w:rFonts w:ascii="Arial" w:hAnsi="Arial" w:cs="Arial"/>
        </w:rPr>
        <w:t xml:space="preserve"> a,            ………………..  </w:t>
      </w:r>
    </w:p>
    <w:p w14:paraId="7A73EAD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prowadzącym działalność na podstawie wpisu do ewidencji </w:t>
      </w:r>
      <w:proofErr w:type="spellStart"/>
      <w:r w:rsidRPr="007A19DF">
        <w:rPr>
          <w:rFonts w:ascii="Arial" w:hAnsi="Arial" w:cs="Arial"/>
        </w:rPr>
        <w:t>CEiDG</w:t>
      </w:r>
      <w:proofErr w:type="spellEnd"/>
      <w:r w:rsidRPr="007A19DF">
        <w:rPr>
          <w:rFonts w:ascii="Arial" w:hAnsi="Arial" w:cs="Arial"/>
        </w:rPr>
        <w:t xml:space="preserve"> pod nazwą ………………….. zwanym w dalszej części umowy </w:t>
      </w:r>
      <w:r w:rsidRPr="007A19DF">
        <w:rPr>
          <w:rFonts w:ascii="Arial" w:hAnsi="Arial" w:cs="Arial"/>
          <w:b/>
        </w:rPr>
        <w:t xml:space="preserve">WYKONAWCĄ, </w:t>
      </w:r>
      <w:r w:rsidRPr="007A19DF">
        <w:rPr>
          <w:rFonts w:ascii="Arial" w:hAnsi="Arial" w:cs="Arial"/>
        </w:rPr>
        <w:t xml:space="preserve">w wyniku wyboru najkorzystniejszej oferty, w przeprowadzonym postępowaniu </w:t>
      </w:r>
      <w:proofErr w:type="spellStart"/>
      <w:r w:rsidRPr="007A19DF">
        <w:rPr>
          <w:rFonts w:ascii="Arial" w:hAnsi="Arial" w:cs="Arial"/>
        </w:rPr>
        <w:t>zn</w:t>
      </w:r>
      <w:proofErr w:type="spellEnd"/>
      <w:r w:rsidRPr="007A19DF">
        <w:rPr>
          <w:rFonts w:ascii="Arial" w:hAnsi="Arial" w:cs="Arial"/>
        </w:rPr>
        <w:t xml:space="preserve">. </w:t>
      </w:r>
      <w:proofErr w:type="spellStart"/>
      <w:r w:rsidRPr="007A19DF">
        <w:rPr>
          <w:rFonts w:ascii="Arial" w:hAnsi="Arial" w:cs="Arial"/>
        </w:rPr>
        <w:t>spr</w:t>
      </w:r>
      <w:proofErr w:type="spellEnd"/>
      <w:r w:rsidRPr="007A19DF">
        <w:rPr>
          <w:rFonts w:ascii="Arial" w:hAnsi="Arial" w:cs="Arial"/>
        </w:rPr>
        <w:t>.: …………… o udzielenie zamówienia publicznego w trybie ……………………, została zawarta umowa następującej treści :</w:t>
      </w:r>
    </w:p>
    <w:p w14:paraId="4C05798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914CD4C" w14:textId="77777777" w:rsidR="007A19DF" w:rsidRPr="007A19DF" w:rsidRDefault="007A19DF" w:rsidP="001B7B4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</w:rPr>
      </w:pPr>
      <w:r w:rsidRPr="007A19DF">
        <w:rPr>
          <w:rFonts w:ascii="Arial" w:hAnsi="Arial" w:cs="Arial"/>
        </w:rPr>
        <w:t>§ 1</w:t>
      </w:r>
    </w:p>
    <w:p w14:paraId="6D28B472" w14:textId="77777777" w:rsidR="004C1FBC" w:rsidRPr="004C1FBC" w:rsidRDefault="007A19DF" w:rsidP="004C1FBC">
      <w:pPr>
        <w:numPr>
          <w:ilvl w:val="3"/>
          <w:numId w:val="6"/>
        </w:numPr>
        <w:tabs>
          <w:tab w:val="left" w:pos="567"/>
        </w:tabs>
        <w:spacing w:line="360" w:lineRule="auto"/>
        <w:jc w:val="both"/>
        <w:rPr>
          <w:rFonts w:ascii="Arial" w:hAnsi="Arial" w:cs="Arial"/>
          <w:b/>
          <w:bCs/>
          <w:i/>
          <w:iCs/>
        </w:rPr>
      </w:pPr>
      <w:r w:rsidRPr="007A19DF">
        <w:rPr>
          <w:rFonts w:ascii="Arial" w:hAnsi="Arial" w:cs="Arial"/>
        </w:rPr>
        <w:t xml:space="preserve">Przedmiotem niniejszej umowy jest PEŁNIENIE KOMPLEKSOWEGO NADZORU INWESTORSKIEGO PRZY RALIZACJI ROBÓT BUDOWLANYCH:  </w:t>
      </w:r>
      <w:r w:rsidR="004C1FBC" w:rsidRPr="004C1FBC">
        <w:rPr>
          <w:rFonts w:ascii="Arial" w:hAnsi="Arial" w:cs="Arial"/>
          <w:b/>
          <w:bCs/>
          <w:i/>
          <w:iCs/>
        </w:rPr>
        <w:t>„Budowa dojazdu pożarowego w leśnictwie Ostrowy, uroczysko Krzewie”</w:t>
      </w:r>
    </w:p>
    <w:p w14:paraId="7E14A37D" w14:textId="4D9F64C9" w:rsidR="007A19DF" w:rsidRPr="007A19DF" w:rsidRDefault="007A19DF" w:rsidP="004C1FBC">
      <w:pPr>
        <w:tabs>
          <w:tab w:val="left" w:pos="567"/>
        </w:tabs>
        <w:spacing w:line="360" w:lineRule="auto"/>
        <w:ind w:left="360"/>
        <w:jc w:val="both"/>
        <w:rPr>
          <w:rFonts w:ascii="Arial" w:hAnsi="Arial" w:cs="Arial"/>
        </w:rPr>
      </w:pPr>
    </w:p>
    <w:p w14:paraId="78D0EC2A" w14:textId="77777777" w:rsidR="007A19DF" w:rsidRPr="007A19DF" w:rsidRDefault="007A19DF" w:rsidP="007A19DF">
      <w:pPr>
        <w:numPr>
          <w:ilvl w:val="3"/>
          <w:numId w:val="6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Nadzór prowadzony będzie przez………………………………</w:t>
      </w:r>
    </w:p>
    <w:p w14:paraId="02010DE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D7F407D" w14:textId="77777777" w:rsidR="007A19DF" w:rsidRPr="007A19DF" w:rsidRDefault="007A19DF" w:rsidP="001B7B4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</w:rPr>
      </w:pPr>
      <w:r w:rsidRPr="007A19DF">
        <w:rPr>
          <w:rFonts w:ascii="Arial" w:hAnsi="Arial" w:cs="Arial"/>
        </w:rPr>
        <w:t>§ 2</w:t>
      </w:r>
    </w:p>
    <w:p w14:paraId="15D9F8FF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632034F" w14:textId="012CF1A6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7A19DF">
        <w:rPr>
          <w:rFonts w:ascii="Arial" w:hAnsi="Arial" w:cs="Arial"/>
        </w:rPr>
        <w:t xml:space="preserve">1. Wykonawca jest zobowiązany do wykonania przedmiotu umowy w terminie : </w:t>
      </w:r>
      <w:r w:rsidRPr="007A19DF">
        <w:rPr>
          <w:rFonts w:ascii="Arial" w:hAnsi="Arial" w:cs="Arial"/>
          <w:b/>
          <w:bCs/>
        </w:rPr>
        <w:t>do dnia 3</w:t>
      </w:r>
      <w:r w:rsidR="001B7B4D">
        <w:rPr>
          <w:rFonts w:ascii="Arial" w:hAnsi="Arial" w:cs="Arial"/>
          <w:b/>
          <w:bCs/>
        </w:rPr>
        <w:t>0</w:t>
      </w:r>
      <w:r w:rsidRPr="007A19DF">
        <w:rPr>
          <w:rFonts w:ascii="Arial" w:hAnsi="Arial" w:cs="Arial"/>
          <w:b/>
          <w:bCs/>
        </w:rPr>
        <w:t xml:space="preserve"> </w:t>
      </w:r>
      <w:r w:rsidR="001B7B4D">
        <w:rPr>
          <w:rFonts w:ascii="Arial" w:hAnsi="Arial" w:cs="Arial"/>
          <w:b/>
          <w:bCs/>
        </w:rPr>
        <w:t>listopada</w:t>
      </w:r>
      <w:r w:rsidRPr="007A19DF">
        <w:rPr>
          <w:rFonts w:ascii="Arial" w:hAnsi="Arial" w:cs="Arial"/>
          <w:b/>
          <w:bCs/>
        </w:rPr>
        <w:t xml:space="preserve"> 202</w:t>
      </w:r>
      <w:r w:rsidR="001B7B4D">
        <w:rPr>
          <w:rFonts w:ascii="Arial" w:hAnsi="Arial" w:cs="Arial"/>
          <w:b/>
          <w:bCs/>
        </w:rPr>
        <w:t>3</w:t>
      </w:r>
      <w:r w:rsidRPr="007A19DF">
        <w:rPr>
          <w:rFonts w:ascii="Arial" w:hAnsi="Arial" w:cs="Arial"/>
          <w:b/>
          <w:bCs/>
        </w:rPr>
        <w:t xml:space="preserve"> roku lub zakończenia robót  . </w:t>
      </w:r>
    </w:p>
    <w:p w14:paraId="27B5E224" w14:textId="77777777" w:rsidR="007A19DF" w:rsidRPr="007A19DF" w:rsidRDefault="007A19DF" w:rsidP="001B7B4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</w:rPr>
      </w:pPr>
      <w:r w:rsidRPr="007A19DF">
        <w:rPr>
          <w:rFonts w:ascii="Arial" w:hAnsi="Arial" w:cs="Arial"/>
        </w:rPr>
        <w:t>§ 3</w:t>
      </w:r>
    </w:p>
    <w:p w14:paraId="07B13CE6" w14:textId="7F5DAEE4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1. Do obowiązków Wykonawcy w ramach realizacji przedmiotu umowy należy pełnienie kompleksowego nadzoru inwestorskiego w zakresie wynikającym z obowiązujących przepisów ustawy dnia 7 lipca 1994 r. – Prawo Budowlane (</w:t>
      </w:r>
      <w:proofErr w:type="spellStart"/>
      <w:r w:rsidRPr="007A19DF">
        <w:rPr>
          <w:rFonts w:ascii="Arial" w:hAnsi="Arial" w:cs="Arial"/>
        </w:rPr>
        <w:t>t.j</w:t>
      </w:r>
      <w:proofErr w:type="spellEnd"/>
      <w:r w:rsidRPr="007A19DF">
        <w:rPr>
          <w:rFonts w:ascii="Arial" w:hAnsi="Arial" w:cs="Arial"/>
        </w:rPr>
        <w:t>. Dz.U. z 202</w:t>
      </w:r>
      <w:r w:rsidR="001B7B4D">
        <w:rPr>
          <w:rFonts w:ascii="Arial" w:hAnsi="Arial" w:cs="Arial"/>
        </w:rPr>
        <w:t>3</w:t>
      </w:r>
      <w:r w:rsidRPr="007A19DF">
        <w:rPr>
          <w:rFonts w:ascii="Arial" w:hAnsi="Arial" w:cs="Arial"/>
        </w:rPr>
        <w:t xml:space="preserve"> r. poz. </w:t>
      </w:r>
      <w:r w:rsidR="001B7B4D">
        <w:rPr>
          <w:rFonts w:ascii="Arial" w:hAnsi="Arial" w:cs="Arial"/>
        </w:rPr>
        <w:t>682</w:t>
      </w:r>
      <w:r w:rsidRPr="007A19DF">
        <w:rPr>
          <w:rFonts w:ascii="Arial" w:hAnsi="Arial" w:cs="Arial"/>
        </w:rPr>
        <w:t xml:space="preserve">) oraz przepisów wykonawczych. </w:t>
      </w:r>
    </w:p>
    <w:p w14:paraId="3579F16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2.  Do podstawowych obowiązków Wykonawcy należy:</w:t>
      </w:r>
    </w:p>
    <w:p w14:paraId="222F294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lastRenderedPageBreak/>
        <w:t>1) reprezentowanie zamawiającego na budowie przez sprawowanie kontroli zgodności jej realizacji z projektem, przepisami oraz zasadami wiedzy technicznej,</w:t>
      </w:r>
    </w:p>
    <w:p w14:paraId="064F645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2)  sprawdzanie jakości wykonanych robót i wbudowanych wyrobów budowlanych, a w szczególności zapobieganie zastosowaniu wyrobów budowlanych wadliwych i niedopuszczonych do stosowania w budownictwie,</w:t>
      </w:r>
    </w:p>
    <w:p w14:paraId="2EC9CF8D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3) sprawdzenie i odbiór robót budowlanych ulegających zakryciu lub zanikających, uczestniczenie w próbach i odbiorach technicznych oraz przygotowanie i udział w czynnościach odbioru gotowych obiektów budowalnych,</w:t>
      </w:r>
    </w:p>
    <w:p w14:paraId="0F2C1B8F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4) potwierdzenie faktyczne wykonanych robót oraz usunięcia wad, a także kontrolowanie rozliczeń budowy,</w:t>
      </w:r>
    </w:p>
    <w:p w14:paraId="2A29ED6E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5) Informowanie zamawiającego o wszystkich trudnościach mogących skutkować niedotrzymaniem  terminu realizacji umowy, organizowanie spotkań w przypadku wystąpienia nieprawidłowości w wykonaniu robót lub konieczności podjęcia działań prowadzących do prawidłowego wykonania przedmiotu umowy,</w:t>
      </w:r>
    </w:p>
    <w:p w14:paraId="25865C72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6) uczestniczenie w przekazaniu terenu budowy przy udziale zamawiającego,</w:t>
      </w:r>
    </w:p>
    <w:p w14:paraId="2E953FD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7) dokonanie analizy i oceny materiałów przed ich wbudowaniem,</w:t>
      </w:r>
    </w:p>
    <w:p w14:paraId="2EBE8D9F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8) udział w odbiorach, przeglądach ( w okresie trwania gwarancji i rękojmi) i w odbiorze pogwarancyjnym,</w:t>
      </w:r>
    </w:p>
    <w:p w14:paraId="5F4BCBED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9) nadzór nad usunięciem przez wykonawcę wad i usterek w okresie rękojmi i/lub gwarancji,</w:t>
      </w:r>
    </w:p>
    <w:p w14:paraId="79DB21A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10) sporządzanie dokumentacji fotograficznej (zwłaszcza robót zanikowych i ulegających zakryciu) w formie elektronicznej podczas całego procesu inwestycyjnego i nieodpłatnego przekazania jej Zamawiającemu po odbiorze końcowym</w:t>
      </w:r>
    </w:p>
    <w:p w14:paraId="66A70CB6" w14:textId="77777777" w:rsidR="007A19DF" w:rsidRPr="007A19DF" w:rsidRDefault="007A19DF" w:rsidP="003F708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</w:rPr>
      </w:pPr>
      <w:r w:rsidRPr="007A19DF">
        <w:rPr>
          <w:rFonts w:ascii="Arial" w:hAnsi="Arial" w:cs="Arial"/>
        </w:rPr>
        <w:t>§ 4</w:t>
      </w:r>
    </w:p>
    <w:p w14:paraId="319F8480" w14:textId="77777777" w:rsidR="007A19DF" w:rsidRPr="007A19DF" w:rsidRDefault="007A19DF" w:rsidP="007A19DF">
      <w:pPr>
        <w:numPr>
          <w:ilvl w:val="0"/>
          <w:numId w:val="8"/>
        </w:numPr>
        <w:tabs>
          <w:tab w:val="left" w:pos="567"/>
        </w:tabs>
        <w:spacing w:line="360" w:lineRule="auto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Za wykonanie przedmiotu umowy określonego w § 1 Zamawiający zapłaci Wykonawcy następujące łączne wynagrodzenie: </w:t>
      </w:r>
    </w:p>
    <w:p w14:paraId="4FAAE8EF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Wartość netto                         …………………………… …zł</w:t>
      </w:r>
    </w:p>
    <w:p w14:paraId="6AB6E8C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Stawka podatku VAT                                         ……….. %</w:t>
      </w:r>
    </w:p>
    <w:p w14:paraId="060CC681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Kwota podatku VAT                               ………………… zł</w:t>
      </w:r>
    </w:p>
    <w:p w14:paraId="3327FCC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Wartość brutto                        ……………………………….. zł</w:t>
      </w:r>
    </w:p>
    <w:p w14:paraId="20196E2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i/>
        </w:rPr>
      </w:pPr>
      <w:r w:rsidRPr="007A19DF">
        <w:rPr>
          <w:rFonts w:ascii="Arial" w:hAnsi="Arial" w:cs="Arial"/>
          <w:i/>
        </w:rPr>
        <w:t>SŁOWNIE…………………………………………………………………………………………………………</w:t>
      </w:r>
    </w:p>
    <w:p w14:paraId="0AA3C4C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i/>
        </w:rPr>
      </w:pPr>
    </w:p>
    <w:p w14:paraId="47C0F4BD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lastRenderedPageBreak/>
        <w:t xml:space="preserve">2. Wynagrodzenie określone w ust. 1 obejmuje wszystkie koszty i składniki związane z należytym wykonaniem przedmiotu umowy przez Wykonawcę. </w:t>
      </w:r>
    </w:p>
    <w:p w14:paraId="5079C67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3. Wynagrodzenie, o którym mowa w ust. 1, płatne będzie po końcowym odbiorze przedmiotu umowy na podstawie prawidłowo wystawionej fakturze  </w:t>
      </w:r>
    </w:p>
    <w:p w14:paraId="6ABF6180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4. Wynagrodzenie będzie płatne na następujący rachunek bankowy Wykonawcy: </w:t>
      </w:r>
    </w:p>
    <w:p w14:paraId="4B0C5406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330052EE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Nazwa Banku: …………………………………………………; </w:t>
      </w:r>
    </w:p>
    <w:p w14:paraId="2E7A4BC1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Numer rachunku:………………………………………………. </w:t>
      </w:r>
    </w:p>
    <w:p w14:paraId="24B8F60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6C3D00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5. Wynagrodzenie będzie płatne w terminie - 14 dnia od doręczenia Zamawiającemu prawidłowo wystawionej  faktury. </w:t>
      </w:r>
    </w:p>
    <w:p w14:paraId="0111443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6. Za dzień dokonania płatności przyjmuje się dzień obciążenia rachunku bankowego Zamawiającego. </w:t>
      </w:r>
    </w:p>
    <w:p w14:paraId="0E729C0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7. Wykonawca może wystawiać ustrukturyzowane faktury elektroniczne w rozumieniu przepisów ustawy z dnia 9 listopada 2018 r. o elektronicznym fakturowaniu zamówieniach publicznych, koncesjach na roboty budowlane lub usługi oraz partnerstwie publiczno-prywatnym (Dz. U. z 2018 r. poz. 2191). </w:t>
      </w:r>
    </w:p>
    <w:p w14:paraId="5DD81B7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8. W przypadku wystawienia ustrukturyzowanej faktury elektronicznej, o której mowa w ust. 9, Wykonawca jest obowiązany do wysłania jej do Zamawiającego za pośrednictwem Platformy Elektronicznego Fakturowania („PEF”). Wystawiona przez Wykonawcę ustrukturyzowana faktura elektroniczna winna zawierać elementy, o których mowa w art. 1 Ustawy o Fakturowaniu, a nadto faktura lub załącznik do niej musi zawierać numer Umowy, której dotyczy. </w:t>
      </w:r>
    </w:p>
    <w:p w14:paraId="46A2C404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9. Za chwilę doręczenia ustrukturyzowanej faktury elektronicznej uznawać się będzie chwilę wprowadzenia prawidłowo wystawionej faktury, zawierającej wszystkie elementy, o których mowa w ust. 10, do konta Zamawiającego na PEF, w sposób umożliwiający Zamawiającemu zapoznanie się z jej treścią. </w:t>
      </w:r>
    </w:p>
    <w:p w14:paraId="6D46A18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10. Wykonawca przy realizacji Umowy zobowiązuje posługiwać się rachunkiem rozliczeniowym o którym mowa w art. 49 ust. 1 pkt 1 ustawy z dnia 29 sierpnia 1997 r. Prawo Bankowe (tekst jedn.: Dz. U. z 2018 r. poz. 2187 z </w:t>
      </w:r>
      <w:proofErr w:type="spellStart"/>
      <w:r w:rsidRPr="007A19DF">
        <w:rPr>
          <w:rFonts w:ascii="Arial" w:hAnsi="Arial" w:cs="Arial"/>
        </w:rPr>
        <w:t>późn</w:t>
      </w:r>
      <w:proofErr w:type="spellEnd"/>
      <w:r w:rsidRPr="007A19DF">
        <w:rPr>
          <w:rFonts w:ascii="Arial" w:hAnsi="Arial" w:cs="Arial"/>
        </w:rPr>
        <w:t xml:space="preserve">. zm.) zawartym w wykazie podmiotów, o którym mowa w art. 96b ust. 1 ustawy z dnia 11 marca 2004 r. o podatku od towarów i usług (tekst jedn.: Dz. U. z 2018 r. poz. 2174 z </w:t>
      </w:r>
      <w:proofErr w:type="spellStart"/>
      <w:r w:rsidRPr="007A19DF">
        <w:rPr>
          <w:rFonts w:ascii="Arial" w:hAnsi="Arial" w:cs="Arial"/>
        </w:rPr>
        <w:t>późn</w:t>
      </w:r>
      <w:proofErr w:type="spellEnd"/>
      <w:r w:rsidRPr="007A19DF">
        <w:rPr>
          <w:rFonts w:ascii="Arial" w:hAnsi="Arial" w:cs="Arial"/>
        </w:rPr>
        <w:t xml:space="preserve">. zm.). </w:t>
      </w:r>
    </w:p>
    <w:p w14:paraId="49AF63E0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lastRenderedPageBreak/>
        <w:t xml:space="preserve">11. Wykonawca przyjmuje do wiadomości, iż Zamawiający przy zapłacie Wynagrodzenia będzie stosował mechanizm podzielonej płatności, o którym mowa w art. 108a ust. 1 ustawy z dnia 11 marca 2004 r. o podatku od towarów i usług (tekst jedn.: Dz. U. z 2018 r. poz. 2174 z </w:t>
      </w:r>
      <w:proofErr w:type="spellStart"/>
      <w:r w:rsidRPr="007A19DF">
        <w:rPr>
          <w:rFonts w:ascii="Arial" w:hAnsi="Arial" w:cs="Arial"/>
        </w:rPr>
        <w:t>późn</w:t>
      </w:r>
      <w:proofErr w:type="spellEnd"/>
      <w:r w:rsidRPr="007A19DF">
        <w:rPr>
          <w:rFonts w:ascii="Arial" w:hAnsi="Arial" w:cs="Arial"/>
        </w:rPr>
        <w:t xml:space="preserve">. zm.). </w:t>
      </w:r>
    </w:p>
    <w:p w14:paraId="68976C41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12. Zapłata: </w:t>
      </w:r>
    </w:p>
    <w:p w14:paraId="1420D85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B17B26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1) kwoty odpowiadającej całości albo części kwoty podatku wynikającej z otrzymanej faktury będzie dokonywana na rachunek VAT, w rozumieniu art. 2 pkt 37 ustawy z dnia 11 marca 2004 r. o podatku od towarów i usług (tekst jedn.: Dz. U. z 2018 r. poz. 2174 z </w:t>
      </w:r>
      <w:proofErr w:type="spellStart"/>
      <w:r w:rsidRPr="007A19DF">
        <w:rPr>
          <w:rFonts w:ascii="Arial" w:hAnsi="Arial" w:cs="Arial"/>
        </w:rPr>
        <w:t>późn</w:t>
      </w:r>
      <w:proofErr w:type="spellEnd"/>
      <w:r w:rsidRPr="007A19DF">
        <w:rPr>
          <w:rFonts w:ascii="Arial" w:hAnsi="Arial" w:cs="Arial"/>
        </w:rPr>
        <w:t xml:space="preserve">. zm.), </w:t>
      </w:r>
    </w:p>
    <w:p w14:paraId="672419D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2) kwoty odpowiadającej wartości sprzedaży netto wynikającej z otrzymanej faktury jest dokonywana na rachunek bankowy albo na rachunek w spółdzielczej kasie oszczędnościowo-kredytowej, dla których jest prowadzony rachunek VAT Wykonawcy. </w:t>
      </w:r>
    </w:p>
    <w:p w14:paraId="6F005A0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13. Wykonawca nie może bez uprzedniej zgody Zamawiającego wyrażonej na piśmie pod rygorem nieważności, przenieść na osobę trzecią jakiejkolwiek wierzytelności wynikającej z Umowy. </w:t>
      </w:r>
    </w:p>
    <w:p w14:paraId="7B8B4B62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9D7E451" w14:textId="77777777" w:rsidR="007A19DF" w:rsidRPr="007A19DF" w:rsidRDefault="007A19DF" w:rsidP="003F708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</w:rPr>
      </w:pPr>
      <w:r w:rsidRPr="007A19DF">
        <w:rPr>
          <w:rFonts w:ascii="Arial" w:hAnsi="Arial" w:cs="Arial"/>
        </w:rPr>
        <w:t>§ 5</w:t>
      </w:r>
    </w:p>
    <w:p w14:paraId="5A5EB8B0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1. Strony postanawiają, że obowiązywać będą następujące kary umowne: </w:t>
      </w:r>
    </w:p>
    <w:p w14:paraId="7EE019C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a) Wykonawca zobowiązany jest do zapłacenia zamawiającemu kar umownych w przypadku odstąpienia od umowy przez jedną ze stron z powodu okoliczności, za które odpowiedzialność ponosi Wykonawca- w wysokości 20 % wynagrodzenia brutto określonego w § 4 umowy ,</w:t>
      </w:r>
    </w:p>
    <w:p w14:paraId="764A6320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b) Zamawiający zobowiązany jest do zapłacenia Wykonawcy kar umownych w przypadku  odstąpienia od umowy przez jedną ze stron z powodu okoliczności,  za które odpowiedzialność ponosi Wykonawca- w wysokości 20 % wynagrodzenia brutto określonego w § 4 umowy ,</w:t>
      </w:r>
    </w:p>
    <w:p w14:paraId="1EC9AF80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2. Wykonawca wyraża zgodę na kompensatę kar umownych z przysługującego ma wynagrodzenia. </w:t>
      </w:r>
    </w:p>
    <w:p w14:paraId="3A5E7221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44D3168" w14:textId="77777777" w:rsidR="007A19DF" w:rsidRPr="007A19DF" w:rsidRDefault="007A19DF" w:rsidP="003F708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</w:rPr>
      </w:pPr>
      <w:r w:rsidRPr="007A19DF">
        <w:rPr>
          <w:rFonts w:ascii="Arial" w:hAnsi="Arial" w:cs="Arial"/>
        </w:rPr>
        <w:t>§ 6</w:t>
      </w:r>
    </w:p>
    <w:p w14:paraId="306D3F52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A22ECC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1. Zamawiającemu przysługuje prawo do odstąpienia od umowy gdy: </w:t>
      </w:r>
    </w:p>
    <w:p w14:paraId="58E26CC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lastRenderedPageBreak/>
        <w:t xml:space="preserve">a) zostanie ogłoszona upadłość lub rozwiązanie firmy Wykonawcy; </w:t>
      </w:r>
    </w:p>
    <w:p w14:paraId="0173EA02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b) zostanie wydany nakaz zajęcia majątku Wykonawcy; </w:t>
      </w:r>
    </w:p>
    <w:p w14:paraId="56E50EC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c) Wykonawca nie realizuje prac związanych z wykonaniem przedmiotu umowy w terminie ustalonym zgodnie z postanowieniami § 2 niniejszej umowy; </w:t>
      </w:r>
    </w:p>
    <w:p w14:paraId="2C7540D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d) Wykonawca przerwał realizację przedmiotu umowy bez uzasadnionych przyczyn i przerwa ta trwa dłużej niż 3 dni; </w:t>
      </w:r>
    </w:p>
    <w:p w14:paraId="294534CD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e) Wykonawca dokona nieuzasadnionych samowolnych zmian w stosunku do Opisu przedmiotu zamówienia; </w:t>
      </w:r>
    </w:p>
    <w:p w14:paraId="5F0754E4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f) Gdy Wykonawca nie realizuje obowiązków wynikających z niniejszej umowy oraz przedmiotu umowy z należytą starannością; </w:t>
      </w:r>
    </w:p>
    <w:p w14:paraId="3750A66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g) Jeżeli wykonany przedmiot umowy jest niezgodny ze złożoną ofertą i postanowieniami niniejszej umowy. </w:t>
      </w:r>
    </w:p>
    <w:p w14:paraId="2C0D0674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2. Oświadczenie o odstąpieniu od Umowy wymaga formy pisemnej pod rygorem nieważności i uznaje się za dokonane w dniu doręczenia oświadczenia na adres drugiej strony , przy czym odmowa odebrania przesyłki przez drugą stronę, lub jej niepodjęcie w terminie uważane będzie za skutecznie dokonane doręczenie odpowiednio w dacie odmowy lub w dacie upływu terminu na podjęcie przesyłki. </w:t>
      </w:r>
    </w:p>
    <w:p w14:paraId="0ABD50B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3. W razie odstąpienia od Umowy przez Zamawiającego Wykonawca zobowiązany jest do doprowadzeniu terenu na którym odbywała się realizacja przedmiotu umowy i nieruchomości do należytego stanu i porządku oraz ich opuszczenia. </w:t>
      </w:r>
    </w:p>
    <w:p w14:paraId="1BCEDF71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4. W przypadku odstąpienia od umowy przez jedną ze stron, Strony sporządzają "Protokół inwentaryzacji według stanu na dzień odstąpienia od umowy". Powyższe protokoły zostaną sporządzone w terminie wyznaczonym przez Zamawiającego, jednakże nie później niż w ciągu 7 dni od dnia odstąpienia od Umowy. W razie gdyby Wykonawca nie stawił się w terminie wyznaczonym przez Zamawiającego, Zamawiający wyznaczy termin dodatkowy, a po jego bezskutecznym upływie będzie uprawniony do jednostronnego sporządzenia wymaganych protokołów. Protokół sporządzony z zachowaniem powyższej procedury będzie wiążący dla Wykonawcy. </w:t>
      </w:r>
    </w:p>
    <w:p w14:paraId="6A5EACC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5. Niezależnie od zapisów ust. 1 niniejszego paragrafu w razie zaistnienia istotnej zmiany okoliczności powodującej, że wykonanie umowy nie leży w interesie publicznym, czego nie można było przewidzieć w chwili zawarcia umowy, lub dalsze wykonywanie umowy może zagrozić istotnemu interesowi bezpieczeństwa państwa lub bezpieczeństwu publicznemu, Zamawiający może odstąpić od umowy w terminie 30 dni </w:t>
      </w:r>
      <w:r w:rsidRPr="007A19DF">
        <w:rPr>
          <w:rFonts w:ascii="Arial" w:hAnsi="Arial" w:cs="Arial"/>
        </w:rPr>
        <w:lastRenderedPageBreak/>
        <w:t xml:space="preserve">od powzięcia wiadomości o tych okolicznościach. W takim przypadku Wykonawca może żądać wyłącznie wynagrodzenia należnego z tytułu wykonania części umowy. </w:t>
      </w:r>
    </w:p>
    <w:p w14:paraId="4D17D12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5C04E44" w14:textId="77777777" w:rsidR="007A19DF" w:rsidRPr="007A19DF" w:rsidRDefault="007A19DF" w:rsidP="003F708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</w:rPr>
      </w:pPr>
      <w:r w:rsidRPr="007A19DF">
        <w:rPr>
          <w:rFonts w:ascii="Arial" w:hAnsi="Arial" w:cs="Arial"/>
        </w:rPr>
        <w:t>§ 7</w:t>
      </w:r>
    </w:p>
    <w:p w14:paraId="5D8752E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1. Zakazuje się zmian postanowień zawartej umowy w stosunku do treści ofert, na podstawie której dokonano wyboru Wykonawcy, z zastrzeżeniem postanowień ust. 2. </w:t>
      </w:r>
    </w:p>
    <w:p w14:paraId="2B845DB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2. Zamawiający przewiduje możliwość zmiany zawartej umowy w przypadku zaistnienia okoliczności, o których mowa w ust. 3. Zmiana postanowień zawartej umowy może nastąpić za zgodą obu stron, wyrażoną na piśmie pod rygorem nieważności takiej zmiany. </w:t>
      </w:r>
    </w:p>
    <w:p w14:paraId="100BB0EA" w14:textId="77777777" w:rsidR="007A19DF" w:rsidRPr="007A19DF" w:rsidRDefault="007A19DF" w:rsidP="003F708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</w:rPr>
      </w:pPr>
      <w:r w:rsidRPr="007A19DF">
        <w:rPr>
          <w:rFonts w:ascii="Arial" w:hAnsi="Arial" w:cs="Arial"/>
        </w:rPr>
        <w:t>§ 8</w:t>
      </w:r>
    </w:p>
    <w:p w14:paraId="2B8EB16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1. Zamawiający i Wykonawca podejmą starania, aby rozstrzygnąć ewentualne spory wynikające z Umowy ugodowo poprzez bezpośrednie negocjacje lub w drodze mediacji, o której mowa w przepisach o postępowaniu cywilnym. </w:t>
      </w:r>
    </w:p>
    <w:p w14:paraId="1C38F006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2. Jeżeli Zamawiający i Wykonawca nie będą w stanie rozstrzygnąć sporu ugodowo, wszelkie spory związane z Umową rozstrzygać będzie sąd powszechny właściwy miejscowo dla siedziby Zamawiającego. </w:t>
      </w:r>
    </w:p>
    <w:p w14:paraId="4F5CD8B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3. Umowę sporządzono w 2 jednobrzmiących egzemplarzach, po jednym dla każdej ze Stron. </w:t>
      </w:r>
    </w:p>
    <w:p w14:paraId="37F2C9B6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8310DCD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  <w:r w:rsidRPr="007A19DF">
        <w:rPr>
          <w:rFonts w:ascii="Arial" w:hAnsi="Arial" w:cs="Arial"/>
          <w:b/>
          <w:bCs/>
        </w:rPr>
        <w:t xml:space="preserve">Zamawiający                                                                                 Wykonawca </w:t>
      </w:r>
    </w:p>
    <w:p w14:paraId="0CEB64A4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3D80A21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AD76D9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594829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D62A5EF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3C849BD0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65A5A2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3421B2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A17B65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ABA793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1707CFD" w14:textId="77777777" w:rsidR="003F708D" w:rsidRDefault="003F708D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69D8817" w14:textId="77777777" w:rsidR="003F708D" w:rsidRDefault="003F708D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EC96F33" w14:textId="1377D11A" w:rsidR="007A19DF" w:rsidRPr="007A19DF" w:rsidRDefault="007A19DF" w:rsidP="003F708D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</w:rPr>
      </w:pPr>
      <w:r w:rsidRPr="007A19DF">
        <w:rPr>
          <w:rFonts w:ascii="Arial" w:hAnsi="Arial" w:cs="Arial"/>
        </w:rPr>
        <w:lastRenderedPageBreak/>
        <w:t>Załącznik nr 3</w:t>
      </w:r>
    </w:p>
    <w:p w14:paraId="20BBDC2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1F9C232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59BE5EF" w14:textId="77777777" w:rsidR="007A19DF" w:rsidRPr="007A19DF" w:rsidRDefault="007A19DF" w:rsidP="003F708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  <w:b/>
        </w:rPr>
      </w:pPr>
      <w:r w:rsidRPr="007A19DF">
        <w:rPr>
          <w:rFonts w:ascii="Arial" w:hAnsi="Arial" w:cs="Arial"/>
          <w:b/>
        </w:rPr>
        <w:t>OŚWIADCZENIE WYKONAWCY O SPEŁNIENIU WARUNKÓW UDZIAŁU W ZAPYTANIU</w:t>
      </w:r>
    </w:p>
    <w:p w14:paraId="08D0DFA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 </w:t>
      </w:r>
    </w:p>
    <w:p w14:paraId="5020339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8D4A393" w14:textId="77777777" w:rsidR="004C1FBC" w:rsidRPr="004C1FBC" w:rsidRDefault="007A19DF" w:rsidP="003F708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  <w:b/>
          <w:bCs/>
          <w:i/>
          <w:iCs/>
        </w:rPr>
      </w:pPr>
      <w:r w:rsidRPr="007A19DF">
        <w:rPr>
          <w:rFonts w:ascii="Arial" w:hAnsi="Arial" w:cs="Arial"/>
        </w:rPr>
        <w:t xml:space="preserve">Na pełnienie kompleksowego nadzoru inwestorskiego dla wykonania zadania  </w:t>
      </w:r>
      <w:r w:rsidR="004C1FBC" w:rsidRPr="004C1FBC">
        <w:rPr>
          <w:rFonts w:ascii="Arial" w:hAnsi="Arial" w:cs="Arial"/>
          <w:b/>
          <w:bCs/>
          <w:i/>
          <w:iCs/>
        </w:rPr>
        <w:t>„Budowa dojazdu pożarowego w leśnictwie Ostrowy, uroczysko Krzewie”</w:t>
      </w:r>
    </w:p>
    <w:p w14:paraId="7E67738D" w14:textId="309405F6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1C8F0A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Ja niżej podpisany ………………………………………………………………………..</w:t>
      </w:r>
    </w:p>
    <w:p w14:paraId="74C5A11E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Nazwa i adres wykonawcy .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…</w:t>
      </w:r>
    </w:p>
    <w:p w14:paraId="5CC2E34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Oświadczam co następuje: </w:t>
      </w:r>
    </w:p>
    <w:p w14:paraId="3B96CDED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</w:rPr>
      </w:pPr>
      <w:r w:rsidRPr="007A19DF">
        <w:rPr>
          <w:rFonts w:ascii="Arial" w:hAnsi="Arial" w:cs="Arial"/>
          <w:b/>
        </w:rPr>
        <w:t>Oświadczamy, że:</w:t>
      </w:r>
    </w:p>
    <w:p w14:paraId="2366C57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1.  zapoznaliśmy się z warunkami podanymi przez Zamawiającego w zapytani ofertowym i akceptujemy je w całości;</w:t>
      </w:r>
    </w:p>
    <w:p w14:paraId="38B2C4FE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2. Zapoznaliśmy się z miejscem realizacji przedmiotu zamówienia i uzyskaliśmy informacje niezbędne do wykonania przedmiotu zamówienia:</w:t>
      </w:r>
    </w:p>
    <w:p w14:paraId="3D3C1ECA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3. Potwierdzamy przyjęcie warunków umownych i warunków płatności zawartych w Zapytaniu ofertowym;</w:t>
      </w:r>
    </w:p>
    <w:p w14:paraId="4675EF0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4. oświadczamy, że spełniamy warunki udziału w niniejszym postępowaniu określone przez Zamawiającego:</w:t>
      </w:r>
    </w:p>
    <w:p w14:paraId="356053A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* posiadamy kompetencje lub uprawnienia do prowadzenia określonej działalności zawodowej, o ile wynika to z odrębnych przepisów,</w:t>
      </w:r>
    </w:p>
    <w:p w14:paraId="4B764BFE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* znajdujemy się w odpowiedniej sytuacji finansowej lub ekonomicznej,</w:t>
      </w:r>
    </w:p>
    <w:p w14:paraId="144E21B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* posiadamy niezbędną wiedzę i doświadczenie w nadzorowaniu przedmiotowych prac,</w:t>
      </w:r>
    </w:p>
    <w:p w14:paraId="146F7C0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lastRenderedPageBreak/>
        <w:t xml:space="preserve">* dysponujemy bądź będziemy dysponować osobami zdolnymi do realizacji zamówienia- co najmniej jedna osoba posiadająca uprawnienia do nadzorowania robót w specjalności drogownictwa. </w:t>
      </w:r>
    </w:p>
    <w:p w14:paraId="13F54A7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436AD1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09B40D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F13711D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Miejsce i data……………………….</w:t>
      </w:r>
    </w:p>
    <w:p w14:paraId="07E74CC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F79ABD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9C305E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9C5D60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…………………………………………….</w:t>
      </w:r>
    </w:p>
    <w:p w14:paraId="55B1322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Podpis i pieczęć wykonawcy</w:t>
      </w:r>
    </w:p>
    <w:p w14:paraId="09DDA09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66690F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7D3C12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1A5A6D9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AFE96C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33EBB9E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54853D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72C57FC0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DC2D360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633CFA2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CB157D0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A8297DC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F08AFD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B4E613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38F41E7F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842CBE0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5940CC5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BBAA47B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244BE06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23AE6FE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8BC4696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59ECB7B1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694FF1EA" w14:textId="77777777" w:rsidR="007A19DF" w:rsidRPr="007A19DF" w:rsidRDefault="007A19DF" w:rsidP="003F708D">
      <w:pPr>
        <w:tabs>
          <w:tab w:val="left" w:pos="567"/>
        </w:tabs>
        <w:spacing w:line="360" w:lineRule="auto"/>
        <w:ind w:firstLine="567"/>
        <w:jc w:val="right"/>
        <w:rPr>
          <w:rFonts w:ascii="Arial" w:hAnsi="Arial" w:cs="Arial"/>
        </w:rPr>
      </w:pPr>
      <w:r w:rsidRPr="007A19DF">
        <w:rPr>
          <w:rFonts w:ascii="Arial" w:hAnsi="Arial" w:cs="Arial"/>
        </w:rPr>
        <w:t>Załącznik nr 4</w:t>
      </w:r>
    </w:p>
    <w:p w14:paraId="3B009E6F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21CAEEE7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013BE0F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WYKAZ OSÓB SKIEROWANYCH DO REALIZACJI ZAMÓWIENIA</w:t>
      </w:r>
    </w:p>
    <w:p w14:paraId="7131734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111FB8E5" w14:textId="77777777" w:rsidR="007A19DF" w:rsidRPr="007A19DF" w:rsidRDefault="007A19DF" w:rsidP="003F708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</w:rPr>
      </w:pPr>
      <w:r w:rsidRPr="007A19DF">
        <w:rPr>
          <w:rFonts w:ascii="Arial" w:hAnsi="Arial" w:cs="Arial"/>
        </w:rPr>
        <w:t xml:space="preserve">W zapytaniu ofertowym do zadania </w:t>
      </w:r>
      <w:r w:rsidRPr="007A19DF">
        <w:rPr>
          <w:rFonts w:ascii="Arial" w:hAnsi="Arial" w:cs="Arial"/>
        </w:rPr>
        <w:tab/>
        <w:t>pełnienia kompleksowego nadzoru inwestorskiego dla zadania :</w:t>
      </w:r>
    </w:p>
    <w:p w14:paraId="2CA19AB5" w14:textId="77777777" w:rsidR="004C1FBC" w:rsidRPr="004C1FBC" w:rsidRDefault="004C1FBC" w:rsidP="003F708D">
      <w:pPr>
        <w:tabs>
          <w:tab w:val="left" w:pos="567"/>
        </w:tabs>
        <w:spacing w:line="360" w:lineRule="auto"/>
        <w:ind w:firstLine="567"/>
        <w:jc w:val="center"/>
        <w:rPr>
          <w:rFonts w:ascii="Arial" w:hAnsi="Arial" w:cs="Arial"/>
          <w:b/>
          <w:bCs/>
          <w:i/>
          <w:iCs/>
        </w:rPr>
      </w:pPr>
      <w:r w:rsidRPr="004C1FBC">
        <w:rPr>
          <w:rFonts w:ascii="Arial" w:hAnsi="Arial" w:cs="Arial"/>
          <w:b/>
          <w:bCs/>
          <w:i/>
          <w:iCs/>
        </w:rPr>
        <w:t>„Budowa dojazdu pożarowego w leśnictwie Ostrowy, uroczysko Krzewie”</w:t>
      </w:r>
    </w:p>
    <w:p w14:paraId="0904E942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b/>
          <w:bCs/>
        </w:rPr>
      </w:pPr>
    </w:p>
    <w:p w14:paraId="5A5A8BC4" w14:textId="3165E226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  <w:r w:rsidRPr="007A19DF">
        <w:rPr>
          <w:rFonts w:ascii="Arial" w:hAnsi="Arial" w:cs="Arial"/>
        </w:rPr>
        <w:t>przedkładamy wykaz osób, które będą skierowane przez Wykonawcę do realizacji w/w zadania.</w:t>
      </w:r>
    </w:p>
    <w:p w14:paraId="5EB0C501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tbl>
      <w:tblPr>
        <w:tblStyle w:val="Tabela-Siatka"/>
        <w:tblW w:w="0" w:type="auto"/>
        <w:tblLook w:val="04A0" w:firstRow="1" w:lastRow="0" w:firstColumn="1" w:lastColumn="0" w:noHBand="0" w:noVBand="1"/>
      </w:tblPr>
      <w:tblGrid>
        <w:gridCol w:w="2399"/>
        <w:gridCol w:w="2277"/>
        <w:gridCol w:w="2277"/>
        <w:gridCol w:w="2278"/>
      </w:tblGrid>
      <w:tr w:rsidR="007A19DF" w:rsidRPr="007A19DF" w14:paraId="0F5ACC0B" w14:textId="77777777" w:rsidTr="006B335E">
        <w:tc>
          <w:tcPr>
            <w:tcW w:w="2345" w:type="dxa"/>
            <w:shd w:val="clear" w:color="auto" w:fill="EAF1DD" w:themeFill="accent3" w:themeFillTint="33"/>
          </w:tcPr>
          <w:p w14:paraId="3E82994C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  <w:r w:rsidRPr="007A19DF">
              <w:rPr>
                <w:rFonts w:ascii="Arial" w:hAnsi="Arial" w:cs="Arial"/>
                <w:i/>
                <w:iCs/>
              </w:rPr>
              <w:t xml:space="preserve">Lp. </w:t>
            </w:r>
          </w:p>
          <w:p w14:paraId="333FBB99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2F0C9EE5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12388785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6" w:type="dxa"/>
          </w:tcPr>
          <w:p w14:paraId="1DB3A201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7A19DF" w:rsidRPr="007A19DF" w14:paraId="6BB479DF" w14:textId="77777777" w:rsidTr="006B335E">
        <w:tc>
          <w:tcPr>
            <w:tcW w:w="2345" w:type="dxa"/>
            <w:shd w:val="clear" w:color="auto" w:fill="EAF1DD" w:themeFill="accent3" w:themeFillTint="33"/>
          </w:tcPr>
          <w:p w14:paraId="29528702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  <w:r w:rsidRPr="007A19DF">
              <w:rPr>
                <w:rFonts w:ascii="Arial" w:hAnsi="Arial" w:cs="Arial"/>
                <w:i/>
                <w:iCs/>
              </w:rPr>
              <w:t>Imię i nazwisko</w:t>
            </w:r>
          </w:p>
          <w:p w14:paraId="5E12165D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76F0E84A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130C5E6A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6" w:type="dxa"/>
          </w:tcPr>
          <w:p w14:paraId="5C8EC1FA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7A19DF" w:rsidRPr="007A19DF" w14:paraId="532F3E4B" w14:textId="77777777" w:rsidTr="006B335E">
        <w:tc>
          <w:tcPr>
            <w:tcW w:w="2345" w:type="dxa"/>
            <w:shd w:val="clear" w:color="auto" w:fill="EAF1DD" w:themeFill="accent3" w:themeFillTint="33"/>
          </w:tcPr>
          <w:p w14:paraId="05B448FD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  <w:r w:rsidRPr="007A19DF">
              <w:rPr>
                <w:rFonts w:ascii="Arial" w:hAnsi="Arial" w:cs="Arial"/>
                <w:i/>
                <w:iCs/>
              </w:rPr>
              <w:t>Kwalifikacje zawodowe</w:t>
            </w:r>
          </w:p>
          <w:p w14:paraId="7060D7D1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4E4458D2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2F105FB5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6" w:type="dxa"/>
          </w:tcPr>
          <w:p w14:paraId="2234806B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7A19DF" w:rsidRPr="007A19DF" w14:paraId="4F5D94BC" w14:textId="77777777" w:rsidTr="006B335E">
        <w:tc>
          <w:tcPr>
            <w:tcW w:w="2345" w:type="dxa"/>
            <w:shd w:val="clear" w:color="auto" w:fill="EAF1DD" w:themeFill="accent3" w:themeFillTint="33"/>
          </w:tcPr>
          <w:p w14:paraId="5675B0A4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  <w:r w:rsidRPr="007A19DF">
              <w:rPr>
                <w:rFonts w:ascii="Arial" w:hAnsi="Arial" w:cs="Arial"/>
                <w:i/>
                <w:iCs/>
              </w:rPr>
              <w:t>Uprawnienia</w:t>
            </w:r>
          </w:p>
          <w:p w14:paraId="7C0664E8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1C5A169D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4722421A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6" w:type="dxa"/>
          </w:tcPr>
          <w:p w14:paraId="084EBAB6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7A19DF" w:rsidRPr="007A19DF" w14:paraId="3B3CBCEF" w14:textId="77777777" w:rsidTr="006B335E">
        <w:tc>
          <w:tcPr>
            <w:tcW w:w="2345" w:type="dxa"/>
            <w:shd w:val="clear" w:color="auto" w:fill="EAF1DD" w:themeFill="accent3" w:themeFillTint="33"/>
          </w:tcPr>
          <w:p w14:paraId="541FC81D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  <w:r w:rsidRPr="007A19DF">
              <w:rPr>
                <w:rFonts w:ascii="Arial" w:hAnsi="Arial" w:cs="Arial"/>
                <w:i/>
                <w:iCs/>
              </w:rPr>
              <w:t>Doświadczenie zawodowe</w:t>
            </w:r>
          </w:p>
          <w:p w14:paraId="624CD5E0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38B5EE4F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368410CF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6" w:type="dxa"/>
          </w:tcPr>
          <w:p w14:paraId="0385B350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7A19DF" w:rsidRPr="007A19DF" w14:paraId="3A691FFE" w14:textId="77777777" w:rsidTr="006B335E">
        <w:tc>
          <w:tcPr>
            <w:tcW w:w="2345" w:type="dxa"/>
            <w:shd w:val="clear" w:color="auto" w:fill="EAF1DD" w:themeFill="accent3" w:themeFillTint="33"/>
          </w:tcPr>
          <w:p w14:paraId="2428F17F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  <w:r w:rsidRPr="007A19DF">
              <w:rPr>
                <w:rFonts w:ascii="Arial" w:hAnsi="Arial" w:cs="Arial"/>
                <w:i/>
                <w:iCs/>
              </w:rPr>
              <w:t>Wykształcenie</w:t>
            </w:r>
          </w:p>
          <w:p w14:paraId="51C5525A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19F52FE6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6E3B3EED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6" w:type="dxa"/>
          </w:tcPr>
          <w:p w14:paraId="71EA0906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7A19DF" w:rsidRPr="007A19DF" w14:paraId="2FF47065" w14:textId="77777777" w:rsidTr="006B335E">
        <w:tc>
          <w:tcPr>
            <w:tcW w:w="2345" w:type="dxa"/>
            <w:shd w:val="clear" w:color="auto" w:fill="EAF1DD" w:themeFill="accent3" w:themeFillTint="33"/>
          </w:tcPr>
          <w:p w14:paraId="6DFD3401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  <w:r w:rsidRPr="007A19DF">
              <w:rPr>
                <w:rFonts w:ascii="Arial" w:hAnsi="Arial" w:cs="Arial"/>
                <w:i/>
                <w:iCs/>
              </w:rPr>
              <w:t>Zakres wykonywanych czynności</w:t>
            </w:r>
          </w:p>
          <w:p w14:paraId="25C0F750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76DC6FBB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01B75791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6" w:type="dxa"/>
          </w:tcPr>
          <w:p w14:paraId="71A70840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</w:tr>
      <w:tr w:rsidR="007A19DF" w:rsidRPr="007A19DF" w14:paraId="21435ACA" w14:textId="77777777" w:rsidTr="006B335E">
        <w:tc>
          <w:tcPr>
            <w:tcW w:w="2345" w:type="dxa"/>
            <w:shd w:val="clear" w:color="auto" w:fill="EAF1DD" w:themeFill="accent3" w:themeFillTint="33"/>
          </w:tcPr>
          <w:p w14:paraId="4F88A7E2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  <w:r w:rsidRPr="007A19DF">
              <w:rPr>
                <w:rFonts w:ascii="Arial" w:hAnsi="Arial" w:cs="Arial"/>
                <w:i/>
                <w:iCs/>
              </w:rPr>
              <w:lastRenderedPageBreak/>
              <w:t>Podstawa do dysponowania</w:t>
            </w:r>
          </w:p>
          <w:p w14:paraId="489D7719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5BEEC66F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5" w:type="dxa"/>
          </w:tcPr>
          <w:p w14:paraId="723F6DAF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  <w:tc>
          <w:tcPr>
            <w:tcW w:w="2346" w:type="dxa"/>
          </w:tcPr>
          <w:p w14:paraId="065FB8DB" w14:textId="77777777" w:rsidR="007A19DF" w:rsidRPr="007A19DF" w:rsidRDefault="007A19DF" w:rsidP="007A19DF">
            <w:pPr>
              <w:tabs>
                <w:tab w:val="left" w:pos="567"/>
              </w:tabs>
              <w:spacing w:line="360" w:lineRule="auto"/>
              <w:ind w:firstLine="567"/>
              <w:jc w:val="both"/>
              <w:rPr>
                <w:rFonts w:ascii="Arial" w:hAnsi="Arial" w:cs="Arial"/>
                <w:i/>
                <w:iCs/>
              </w:rPr>
            </w:pPr>
          </w:p>
        </w:tc>
      </w:tr>
    </w:tbl>
    <w:p w14:paraId="2FFEB7D3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  <w:i/>
          <w:iCs/>
        </w:rPr>
      </w:pPr>
    </w:p>
    <w:p w14:paraId="59DED538" w14:textId="77777777" w:rsidR="007A19DF" w:rsidRPr="007A19DF" w:rsidRDefault="007A19DF" w:rsidP="007A19DF">
      <w:pPr>
        <w:tabs>
          <w:tab w:val="left" w:pos="567"/>
        </w:tabs>
        <w:spacing w:line="360" w:lineRule="auto"/>
        <w:ind w:firstLine="567"/>
        <w:jc w:val="both"/>
        <w:rPr>
          <w:rFonts w:ascii="Arial" w:hAnsi="Arial" w:cs="Arial"/>
        </w:rPr>
      </w:pPr>
    </w:p>
    <w:p w14:paraId="4492153C" w14:textId="77777777" w:rsidR="00B327BF" w:rsidRDefault="00000000">
      <w:pPr>
        <w:pStyle w:val="LPpodpis-autor"/>
      </w:pPr>
    </w:p>
    <w:p w14:paraId="6296B60A" w14:textId="77777777" w:rsidR="004E24C1" w:rsidRDefault="00000000" w:rsidP="00B327BF">
      <w:pPr>
        <w:rPr>
          <w:rFonts w:ascii="Arial" w:hAnsi="Arial" w:cs="Arial"/>
          <w:sz w:val="20"/>
          <w:szCs w:val="20"/>
        </w:rPr>
      </w:pPr>
    </w:p>
    <w:p w14:paraId="4AD27C31" w14:textId="77777777" w:rsidR="004E24C1" w:rsidRDefault="00000000" w:rsidP="00B327BF">
      <w:pPr>
        <w:rPr>
          <w:rFonts w:ascii="Arial" w:hAnsi="Arial" w:cs="Arial"/>
          <w:sz w:val="20"/>
          <w:szCs w:val="20"/>
        </w:rPr>
      </w:pPr>
    </w:p>
    <w:p w14:paraId="07F3467C" w14:textId="77777777" w:rsidR="004E24C1" w:rsidRDefault="00000000" w:rsidP="00B327BF">
      <w:pPr>
        <w:rPr>
          <w:rFonts w:ascii="Arial" w:hAnsi="Arial" w:cs="Arial"/>
          <w:sz w:val="20"/>
          <w:szCs w:val="20"/>
        </w:rPr>
      </w:pPr>
    </w:p>
    <w:p w14:paraId="68D90DDA" w14:textId="77777777" w:rsidR="004E24C1" w:rsidRPr="00B008BF" w:rsidRDefault="00000000" w:rsidP="00B327BF">
      <w:pPr>
        <w:rPr>
          <w:rFonts w:ascii="Arial" w:hAnsi="Arial" w:cs="Arial"/>
          <w:sz w:val="20"/>
          <w:szCs w:val="20"/>
        </w:rPr>
      </w:pPr>
    </w:p>
    <w:sectPr w:rsidR="004E24C1" w:rsidRPr="00B008BF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340" w:right="964" w:bottom="1588" w:left="1701" w:header="346" w:footer="61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064626FB" w14:textId="77777777" w:rsidR="00A3603F" w:rsidRDefault="00A3603F">
      <w:r>
        <w:separator/>
      </w:r>
    </w:p>
  </w:endnote>
  <w:endnote w:type="continuationSeparator" w:id="0">
    <w:p w14:paraId="07381682" w14:textId="77777777" w:rsidR="00A3603F" w:rsidRDefault="00A3603F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723D8D3E" w14:textId="77777777" w:rsidR="002B79B7" w:rsidRDefault="00000000">
    <w:r>
      <w:fldChar w:fldCharType="begin"/>
    </w:r>
    <w:r>
      <w:instrText xml:space="preserve">PAGE  </w:instrText>
    </w:r>
    <w:r>
      <w:fldChar w:fldCharType="separate"/>
    </w:r>
    <w:r>
      <w:fldChar w:fldCharType="end"/>
    </w:r>
  </w:p>
  <w:p w14:paraId="3E606BE6" w14:textId="77777777" w:rsidR="002B79B7" w:rsidRDefault="00000000"/>
  <w:p w14:paraId="14183172" w14:textId="77777777" w:rsidR="002B79B7" w:rsidRDefault="00000000"/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4C1E7A6" w14:textId="77777777" w:rsidR="002B79B7" w:rsidRDefault="00000000">
    <w:pPr>
      <w:pStyle w:val="LPstopkasrodek"/>
    </w:pPr>
    <w:r>
      <w:fldChar w:fldCharType="begin"/>
    </w:r>
    <w:r>
      <w:instrText xml:space="preserve"> PAGE </w:instrText>
    </w:r>
    <w:r>
      <w:fldChar w:fldCharType="separate"/>
    </w:r>
    <w:r>
      <w:rPr>
        <w:noProof/>
      </w:rPr>
      <w:t>1</w:t>
    </w:r>
    <w:r>
      <w:fldChar w:fldCharType="end"/>
    </w:r>
  </w:p>
  <w:p w14:paraId="6DE0787C" w14:textId="77777777" w:rsidR="002B79B7" w:rsidRDefault="00000000">
    <w:r>
      <w:rPr>
        <w:noProof/>
      </w:rPr>
      <mc:AlternateContent>
        <mc:Choice Requires="wps">
          <w:drawing>
            <wp:anchor distT="0" distB="0" distL="114300" distR="114300" simplePos="0" relativeHeight="251662336" behindDoc="0" locked="0" layoutInCell="1" allowOverlap="1" wp14:anchorId="359BB1EE" wp14:editId="3105CD08">
              <wp:simplePos x="0" y="0"/>
              <wp:positionH relativeFrom="column">
                <wp:posOffset>0</wp:posOffset>
              </wp:positionH>
              <wp:positionV relativeFrom="paragraph">
                <wp:posOffset>96520</wp:posOffset>
              </wp:positionV>
              <wp:extent cx="5868035" cy="3810"/>
              <wp:effectExtent l="9525" t="10795" r="8890" b="13970"/>
              <wp:wrapNone/>
              <wp:docPr id="2" name="Line 5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CnPr>
                      <a:cxnSpLocks noChangeShapeType="1"/>
                    </wps:cNvCnPr>
                    <wps:spPr bwMode="auto">
                      <a:xfrm flipV="1">
                        <a:off x="0" y="0"/>
                        <a:ext cx="5868035" cy="3810"/>
                      </a:xfrm>
                      <a:prstGeom prst="line">
                        <a:avLst/>
                      </a:prstGeom>
                      <a:noFill/>
                      <a:ln w="6350">
                        <a:solidFill>
                          <a:srgbClr val="005846"/>
                        </a:solidFill>
                        <a:round/>
                        <a:headEnd/>
                        <a:tailEnd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noFill/>
                          </a14:hiddenFill>
                        </a:ext>
                      </a:extLst>
                    </wps:spPr>
                    <wps:bodyPr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line id="Line 54" o:spid="_x0000_s2102" style="flip:y;mso-height-percent:0;mso-height-relative:page;mso-width-percent:0;mso-width-relative:page;mso-wrap-distance-bottom:0;mso-wrap-distance-left:9pt;mso-wrap-distance-right:9pt;mso-wrap-distance-top:0;mso-wrap-style:square;position:absolute;visibility:visible;z-index:251663360" from="0,7.6pt" to="462.05pt,7.9pt" strokecolor="#005846" strokeweight="0.5pt"/>
          </w:pict>
        </mc:Fallback>
      </mc:AlternateContent>
    </w:r>
  </w:p>
  <w:p w14:paraId="577B1B31" w14:textId="77777777" w:rsidR="002B79B7" w:rsidRDefault="00000000">
    <w:pPr>
      <w:pStyle w:val="LPstopka"/>
    </w:pPr>
    <w:r>
      <w:rPr>
        <w:noProof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46977004" wp14:editId="3AB12790">
              <wp:simplePos x="0" y="0"/>
              <wp:positionH relativeFrom="column">
                <wp:posOffset>4591050</wp:posOffset>
              </wp:positionH>
              <wp:positionV relativeFrom="paragraph">
                <wp:posOffset>46990</wp:posOffset>
              </wp:positionV>
              <wp:extent cx="1391920" cy="342900"/>
              <wp:effectExtent l="9525" t="8890" r="8255" b="10160"/>
              <wp:wrapNone/>
              <wp:docPr id="1" name="Text Box 5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1920" cy="3429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solidFill>
                          <a:srgbClr val="FFFFFF"/>
                        </a:solidFill>
                        <a:miter lim="800000"/>
                        <a:headEnd/>
                        <a:tailEnd/>
                      </a:ln>
                    </wps:spPr>
                    <wps:txbx>
                      <w:txbxContent>
                        <w:p w14:paraId="36045FA0" w14:textId="77777777" w:rsidR="002B79B7" w:rsidRDefault="00000000">
                          <w:pPr>
                            <w:pStyle w:val="LPStopkaStrona"/>
                          </w:pPr>
                          <w:r>
                            <w:t>www.lasy.gov.pl</w:t>
                          </w:r>
                        </w:p>
                      </w:txbxContent>
                    </wps:txbx>
                    <wps:bodyPr rot="0" vert="horz" wrap="square" lIns="91440" tIns="0" rIns="91440" bIns="45720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46977004" id="_x0000_t202" coordsize="21600,21600" o:spt="202" path="m,l,21600r21600,l21600,xe">
              <v:stroke joinstyle="miter"/>
              <v:path gradientshapeok="t" o:connecttype="rect"/>
            </v:shapetype>
            <v:shape id="Text Box 55" o:spid="_x0000_s1027" type="#_x0000_t202" style="position:absolute;margin-left:361.5pt;margin-top:3.7pt;width:109.6pt;height:27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" strokecolor="white">
              <v:textbox inset=",0">
                <w:txbxContent>
                  <w:p w14:paraId="36045FA0" w14:textId="77777777" w:rsidR="002B79B7" w:rsidRDefault="00000000">
                    <w:pPr>
                      <w:pStyle w:val="LPStopkaStrona"/>
                    </w:pPr>
                    <w:r>
                      <w:t>www.lasy.gov.pl</w:t>
                    </w:r>
                  </w:p>
                </w:txbxContent>
              </v:textbox>
            </v:shape>
          </w:pict>
        </mc:Fallback>
      </mc:AlternateContent>
    </w:r>
    <w:r>
      <w:t xml:space="preserve">Nadleśnictwo Kutno z siedzibą w </w:t>
    </w:r>
    <w:proofErr w:type="spellStart"/>
    <w:r>
      <w:t>Chrośnie</w:t>
    </w:r>
    <w:proofErr w:type="spellEnd"/>
    <w:r>
      <w:t>, Chrosno 13, 99-306 Łanięta</w:t>
    </w:r>
    <w:r>
      <w:tab/>
    </w:r>
  </w:p>
  <w:p w14:paraId="28CF013E" w14:textId="77777777" w:rsidR="002B79B7" w:rsidRDefault="00000000">
    <w:pPr>
      <w:pStyle w:val="LPstopka"/>
      <w:rPr>
        <w:lang w:val="en-US"/>
      </w:rPr>
    </w:pPr>
    <w:r>
      <w:rPr>
        <w:lang w:val="en-US"/>
      </w:rPr>
      <w:t>tel.: +48 24 356-73-75, e-mail: kutno@lodz.lasy.gov.pl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61C8B8B" w14:textId="77777777" w:rsidR="008D75C6" w:rsidRDefault="00000000">
    <w:pPr>
      <w:pStyle w:val="Stopka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53C1724" w14:textId="77777777" w:rsidR="00A3603F" w:rsidRDefault="00A3603F">
      <w:r>
        <w:separator/>
      </w:r>
    </w:p>
  </w:footnote>
  <w:footnote w:type="continuationSeparator" w:id="0">
    <w:p w14:paraId="6681514F" w14:textId="77777777" w:rsidR="00A3603F" w:rsidRDefault="00A3603F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634FE834" w14:textId="77777777" w:rsidR="008D75C6" w:rsidRDefault="00000000">
    <w:pPr>
      <w:pStyle w:val="Nagwek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53BAE9F" w14:textId="77777777" w:rsidR="002B79B7" w:rsidRDefault="00000000">
    <w:r>
      <w:rPr>
        <w:noProof/>
      </w:rPr>
      <mc:AlternateContent>
        <mc:Choice Requires="wps">
          <w:drawing>
            <wp:anchor distT="0" distB="0" distL="114300" distR="114300" simplePos="0" relativeHeight="251658240" behindDoc="0" locked="0" layoutInCell="1" allowOverlap="1" wp14:anchorId="029B3E40" wp14:editId="18AFC856">
              <wp:simplePos x="0" y="0"/>
              <wp:positionH relativeFrom="column">
                <wp:posOffset>631656</wp:posOffset>
              </wp:positionH>
              <wp:positionV relativeFrom="paragraph">
                <wp:posOffset>92313</wp:posOffset>
              </wp:positionV>
              <wp:extent cx="5506272" cy="375285"/>
              <wp:effectExtent l="0" t="0" r="0" b="5715"/>
              <wp:wrapNone/>
              <wp:docPr id="53" name="Text Box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5506272" cy="375285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0">
                            <a:solidFill>
                              <a:srgbClr val="FFFFFF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39479E8C" w14:textId="77777777" w:rsidR="002B79B7" w:rsidRDefault="00000000">
                          <w:pPr>
                            <w:pStyle w:val="LPNaglowek"/>
                          </w:pPr>
                          <w:r>
                            <w:t xml:space="preserve"> Nadleśnictwo Kutno z siedzibą w </w:t>
                          </w:r>
                          <w:proofErr w:type="spellStart"/>
                          <w:r>
                            <w:t>Chrośnie</w:t>
                          </w:r>
                          <w:proofErr w:type="spellEnd"/>
                        </w:p>
                      </w:txbxContent>
                    </wps:txbx>
                    <wps:bodyPr rot="0" vert="horz" wrap="square" anchor="t" anchorCtr="0" upright="1"/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029B3E40" id="_x0000_t202" coordsize="21600,21600" o:spt="202" path="m,l,21600r21600,l21600,xe">
              <v:stroke joinstyle="miter"/>
              <v:path gradientshapeok="t" o:connecttype="rect"/>
            </v:shapetype>
            <v:shape id="Text Box 1" o:spid="_x0000_s1026" type="#_x0000_t202" style="position:absolute;margin-left:49.75pt;margin-top:7.25pt;width:433.55pt;height:29.55pt;z-index:25165824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" filled="f" stroked="f" strokecolor="white" strokeweight="0">
              <v:textbox>
                <w:txbxContent>
                  <w:p w14:paraId="39479E8C" w14:textId="77777777" w:rsidR="002B79B7" w:rsidRDefault="00000000">
                    <w:pPr>
                      <w:pStyle w:val="LPNaglowek"/>
                    </w:pPr>
                    <w:r>
                      <w:t xml:space="preserve"> Nadleśnictwo Kutno z siedzibą w </w:t>
                    </w:r>
                    <w:proofErr w:type="spellStart"/>
                    <w:r>
                      <w:t>Chrośnie</w:t>
                    </w:r>
                    <w:proofErr w:type="spellEnd"/>
                  </w:p>
                </w:txbxContent>
              </v:textbox>
            </v:shape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2AA54FBB" wp14:editId="22F0842A">
              <wp:extent cx="508635" cy="494665"/>
              <wp:effectExtent l="9525" t="9525" r="0" b="635"/>
              <wp:docPr id="52" name="Kanwa 2"/>
              <wp:cNvGraphicFramePr>
                <a:graphicFrameLocks xmlns:a="http://schemas.openxmlformats.org/drawingml/2006/main" noChangeAspect="1"/>
              </wp:cNvGraphicFramePr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4" name="Freeform 4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" name="Freeform 5"/>
                      <wps:cNvSpPr/>
                      <wps:spPr bwMode="auto">
                        <a:xfrm>
                          <a:off x="0" y="0"/>
                          <a:ext cx="466725" cy="466725"/>
                        </a:xfrm>
                        <a:custGeom>
                          <a:avLst/>
                          <a:gdLst>
                            <a:gd name="T0" fmla="*/ 370 w 735"/>
                            <a:gd name="T1" fmla="*/ 0 h 735"/>
                            <a:gd name="T2" fmla="*/ 440 w 735"/>
                            <a:gd name="T3" fmla="*/ 10 h 735"/>
                            <a:gd name="T4" fmla="*/ 510 w 735"/>
                            <a:gd name="T5" fmla="*/ 30 h 735"/>
                            <a:gd name="T6" fmla="*/ 575 w 735"/>
                            <a:gd name="T7" fmla="*/ 65 h 735"/>
                            <a:gd name="T8" fmla="*/ 630 w 735"/>
                            <a:gd name="T9" fmla="*/ 109 h 735"/>
                            <a:gd name="T10" fmla="*/ 675 w 735"/>
                            <a:gd name="T11" fmla="*/ 164 h 735"/>
                            <a:gd name="T12" fmla="*/ 710 w 735"/>
                            <a:gd name="T13" fmla="*/ 223 h 735"/>
                            <a:gd name="T14" fmla="*/ 730 w 735"/>
                            <a:gd name="T15" fmla="*/ 293 h 735"/>
                            <a:gd name="T16" fmla="*/ 735 w 735"/>
                            <a:gd name="T17" fmla="*/ 368 h 735"/>
                            <a:gd name="T18" fmla="*/ 735 w 735"/>
                            <a:gd name="T19" fmla="*/ 407 h 735"/>
                            <a:gd name="T20" fmla="*/ 720 w 735"/>
                            <a:gd name="T21" fmla="*/ 477 h 735"/>
                            <a:gd name="T22" fmla="*/ 690 w 735"/>
                            <a:gd name="T23" fmla="*/ 541 h 735"/>
                            <a:gd name="T24" fmla="*/ 650 w 735"/>
                            <a:gd name="T25" fmla="*/ 601 h 735"/>
                            <a:gd name="T26" fmla="*/ 600 w 735"/>
                            <a:gd name="T27" fmla="*/ 651 h 735"/>
                            <a:gd name="T28" fmla="*/ 545 w 735"/>
                            <a:gd name="T29" fmla="*/ 690 h 735"/>
                            <a:gd name="T30" fmla="*/ 480 w 735"/>
                            <a:gd name="T31" fmla="*/ 715 h 735"/>
                            <a:gd name="T32" fmla="*/ 405 w 735"/>
                            <a:gd name="T33" fmla="*/ 730 h 735"/>
                            <a:gd name="T34" fmla="*/ 370 w 735"/>
                            <a:gd name="T35" fmla="*/ 735 h 735"/>
                            <a:gd name="T36" fmla="*/ 295 w 735"/>
                            <a:gd name="T37" fmla="*/ 725 h 735"/>
                            <a:gd name="T38" fmla="*/ 225 w 735"/>
                            <a:gd name="T39" fmla="*/ 705 h 735"/>
                            <a:gd name="T40" fmla="*/ 160 w 735"/>
                            <a:gd name="T41" fmla="*/ 670 h 735"/>
                            <a:gd name="T42" fmla="*/ 110 w 735"/>
                            <a:gd name="T43" fmla="*/ 626 h 735"/>
                            <a:gd name="T44" fmla="*/ 65 w 735"/>
                            <a:gd name="T45" fmla="*/ 571 h 735"/>
                            <a:gd name="T46" fmla="*/ 30 w 735"/>
                            <a:gd name="T47" fmla="*/ 512 h 735"/>
                            <a:gd name="T48" fmla="*/ 5 w 735"/>
                            <a:gd name="T49" fmla="*/ 442 h 735"/>
                            <a:gd name="T50" fmla="*/ 0 w 735"/>
                            <a:gd name="T51" fmla="*/ 368 h 735"/>
                            <a:gd name="T52" fmla="*/ 0 w 735"/>
                            <a:gd name="T53" fmla="*/ 333 h 735"/>
                            <a:gd name="T54" fmla="*/ 15 w 735"/>
                            <a:gd name="T55" fmla="*/ 258 h 735"/>
                            <a:gd name="T56" fmla="*/ 45 w 735"/>
                            <a:gd name="T57" fmla="*/ 194 h 735"/>
                            <a:gd name="T58" fmla="*/ 85 w 735"/>
                            <a:gd name="T59" fmla="*/ 134 h 735"/>
                            <a:gd name="T60" fmla="*/ 135 w 735"/>
                            <a:gd name="T61" fmla="*/ 84 h 735"/>
                            <a:gd name="T62" fmla="*/ 195 w 735"/>
                            <a:gd name="T63" fmla="*/ 45 h 735"/>
                            <a:gd name="T64" fmla="*/ 260 w 735"/>
                            <a:gd name="T65" fmla="*/ 20 h 735"/>
                            <a:gd name="T66" fmla="*/ 330 w 735"/>
                            <a:gd name="T67" fmla="*/ 5 h 735"/>
                          </a:gdLst>
                          <a:ahLst/>
                          <a:cxnLst/>
                          <a:rect l="0" t="0" r="r" b="b"/>
                          <a:pathLst>
                            <a:path w="735" h="735">
                              <a:moveTo>
                                <a:pt x="370" y="0"/>
                              </a:moveTo>
                              <a:lnTo>
                                <a:pt x="370" y="0"/>
                              </a:lnTo>
                              <a:lnTo>
                                <a:pt x="405" y="5"/>
                              </a:lnTo>
                              <a:lnTo>
                                <a:pt x="440" y="10"/>
                              </a:lnTo>
                              <a:lnTo>
                                <a:pt x="480" y="20"/>
                              </a:lnTo>
                              <a:lnTo>
                                <a:pt x="510" y="30"/>
                              </a:lnTo>
                              <a:lnTo>
                                <a:pt x="545" y="45"/>
                              </a:lnTo>
                              <a:lnTo>
                                <a:pt x="575" y="65"/>
                              </a:lnTo>
                              <a:lnTo>
                                <a:pt x="600" y="84"/>
                              </a:lnTo>
                              <a:lnTo>
                                <a:pt x="630" y="109"/>
                              </a:lnTo>
                              <a:lnTo>
                                <a:pt x="650" y="134"/>
                              </a:lnTo>
                              <a:lnTo>
                                <a:pt x="675" y="164"/>
                              </a:lnTo>
                              <a:lnTo>
                                <a:pt x="690" y="194"/>
                              </a:lnTo>
                              <a:lnTo>
                                <a:pt x="710" y="223"/>
                              </a:lnTo>
                              <a:lnTo>
                                <a:pt x="720" y="258"/>
                              </a:lnTo>
                              <a:lnTo>
                                <a:pt x="730" y="293"/>
                              </a:lnTo>
                              <a:lnTo>
                                <a:pt x="735" y="333"/>
                              </a:lnTo>
                              <a:lnTo>
                                <a:pt x="735" y="368"/>
                              </a:lnTo>
                              <a:lnTo>
                                <a:pt x="735" y="407"/>
                              </a:lnTo>
                              <a:lnTo>
                                <a:pt x="730" y="442"/>
                              </a:lnTo>
                              <a:lnTo>
                                <a:pt x="720" y="477"/>
                              </a:lnTo>
                              <a:lnTo>
                                <a:pt x="710" y="512"/>
                              </a:lnTo>
                              <a:lnTo>
                                <a:pt x="690" y="541"/>
                              </a:lnTo>
                              <a:lnTo>
                                <a:pt x="675" y="571"/>
                              </a:lnTo>
                              <a:lnTo>
                                <a:pt x="650" y="601"/>
                              </a:lnTo>
                              <a:lnTo>
                                <a:pt x="630" y="626"/>
                              </a:lnTo>
                              <a:lnTo>
                                <a:pt x="600" y="651"/>
                              </a:lnTo>
                              <a:lnTo>
                                <a:pt x="575" y="670"/>
                              </a:lnTo>
                              <a:lnTo>
                                <a:pt x="545" y="690"/>
                              </a:lnTo>
                              <a:lnTo>
                                <a:pt x="510" y="705"/>
                              </a:lnTo>
                              <a:lnTo>
                                <a:pt x="480" y="715"/>
                              </a:lnTo>
                              <a:lnTo>
                                <a:pt x="440" y="725"/>
                              </a:lnTo>
                              <a:lnTo>
                                <a:pt x="405" y="730"/>
                              </a:lnTo>
                              <a:lnTo>
                                <a:pt x="370" y="735"/>
                              </a:lnTo>
                              <a:lnTo>
                                <a:pt x="330" y="730"/>
                              </a:lnTo>
                              <a:lnTo>
                                <a:pt x="295" y="725"/>
                              </a:lnTo>
                              <a:lnTo>
                                <a:pt x="260" y="715"/>
                              </a:lnTo>
                              <a:lnTo>
                                <a:pt x="225" y="705"/>
                              </a:lnTo>
                              <a:lnTo>
                                <a:pt x="195" y="690"/>
                              </a:lnTo>
                              <a:lnTo>
                                <a:pt x="160" y="670"/>
                              </a:lnTo>
                              <a:lnTo>
                                <a:pt x="135" y="651"/>
                              </a:lnTo>
                              <a:lnTo>
                                <a:pt x="110" y="626"/>
                              </a:lnTo>
                              <a:lnTo>
                                <a:pt x="85" y="601"/>
                              </a:lnTo>
                              <a:lnTo>
                                <a:pt x="65" y="571"/>
                              </a:lnTo>
                              <a:lnTo>
                                <a:pt x="45" y="541"/>
                              </a:lnTo>
                              <a:lnTo>
                                <a:pt x="30" y="512"/>
                              </a:lnTo>
                              <a:lnTo>
                                <a:pt x="15" y="477"/>
                              </a:lnTo>
                              <a:lnTo>
                                <a:pt x="5" y="442"/>
                              </a:lnTo>
                              <a:lnTo>
                                <a:pt x="0" y="407"/>
                              </a:lnTo>
                              <a:lnTo>
                                <a:pt x="0" y="368"/>
                              </a:lnTo>
                              <a:lnTo>
                                <a:pt x="0" y="333"/>
                              </a:lnTo>
                              <a:lnTo>
                                <a:pt x="5" y="293"/>
                              </a:lnTo>
                              <a:lnTo>
                                <a:pt x="15" y="258"/>
                              </a:lnTo>
                              <a:lnTo>
                                <a:pt x="30" y="223"/>
                              </a:lnTo>
                              <a:lnTo>
                                <a:pt x="45" y="194"/>
                              </a:lnTo>
                              <a:lnTo>
                                <a:pt x="65" y="164"/>
                              </a:lnTo>
                              <a:lnTo>
                                <a:pt x="85" y="134"/>
                              </a:lnTo>
                              <a:lnTo>
                                <a:pt x="110" y="109"/>
                              </a:lnTo>
                              <a:lnTo>
                                <a:pt x="135" y="84"/>
                              </a:lnTo>
                              <a:lnTo>
                                <a:pt x="160" y="65"/>
                              </a:lnTo>
                              <a:lnTo>
                                <a:pt x="195" y="45"/>
                              </a:lnTo>
                              <a:lnTo>
                                <a:pt x="225" y="30"/>
                              </a:lnTo>
                              <a:lnTo>
                                <a:pt x="260" y="20"/>
                              </a:lnTo>
                              <a:lnTo>
                                <a:pt x="295" y="10"/>
                              </a:lnTo>
                              <a:lnTo>
                                <a:pt x="330" y="5"/>
                              </a:lnTo>
                              <a:lnTo>
                                <a:pt x="370" y="0"/>
                              </a:lnTo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6" name="Freeform 6"/>
                      <wps:cNvSpPr/>
                      <wps:spPr bwMode="auto">
                        <a:xfrm>
                          <a:off x="3175" y="635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7" name="Freeform 7"/>
                      <wps:cNvSpPr/>
                      <wps:spPr bwMode="auto">
                        <a:xfrm>
                          <a:off x="0" y="0"/>
                          <a:ext cx="460375" cy="454025"/>
                        </a:xfrm>
                        <a:custGeom>
                          <a:avLst/>
                          <a:gdLst>
                            <a:gd name="T0" fmla="*/ 365 w 725"/>
                            <a:gd name="T1" fmla="*/ 0 h 715"/>
                            <a:gd name="T2" fmla="*/ 435 w 725"/>
                            <a:gd name="T3" fmla="*/ 5 h 715"/>
                            <a:gd name="T4" fmla="*/ 505 w 725"/>
                            <a:gd name="T5" fmla="*/ 30 h 715"/>
                            <a:gd name="T6" fmla="*/ 565 w 725"/>
                            <a:gd name="T7" fmla="*/ 60 h 715"/>
                            <a:gd name="T8" fmla="*/ 620 w 725"/>
                            <a:gd name="T9" fmla="*/ 104 h 715"/>
                            <a:gd name="T10" fmla="*/ 665 w 725"/>
                            <a:gd name="T11" fmla="*/ 159 h 715"/>
                            <a:gd name="T12" fmla="*/ 695 w 725"/>
                            <a:gd name="T13" fmla="*/ 218 h 715"/>
                            <a:gd name="T14" fmla="*/ 715 w 725"/>
                            <a:gd name="T15" fmla="*/ 288 h 715"/>
                            <a:gd name="T16" fmla="*/ 725 w 725"/>
                            <a:gd name="T17" fmla="*/ 358 h 715"/>
                            <a:gd name="T18" fmla="*/ 725 w 725"/>
                            <a:gd name="T19" fmla="*/ 392 h 715"/>
                            <a:gd name="T20" fmla="*/ 710 w 725"/>
                            <a:gd name="T21" fmla="*/ 467 h 715"/>
                            <a:gd name="T22" fmla="*/ 680 w 725"/>
                            <a:gd name="T23" fmla="*/ 526 h 715"/>
                            <a:gd name="T24" fmla="*/ 640 w 725"/>
                            <a:gd name="T25" fmla="*/ 586 h 715"/>
                            <a:gd name="T26" fmla="*/ 595 w 725"/>
                            <a:gd name="T27" fmla="*/ 636 h 715"/>
                            <a:gd name="T28" fmla="*/ 535 w 725"/>
                            <a:gd name="T29" fmla="*/ 675 h 715"/>
                            <a:gd name="T30" fmla="*/ 470 w 725"/>
                            <a:gd name="T31" fmla="*/ 700 h 715"/>
                            <a:gd name="T32" fmla="*/ 400 w 725"/>
                            <a:gd name="T33" fmla="*/ 715 h 715"/>
                            <a:gd name="T34" fmla="*/ 365 w 725"/>
                            <a:gd name="T35" fmla="*/ 715 h 715"/>
                            <a:gd name="T36" fmla="*/ 290 w 725"/>
                            <a:gd name="T37" fmla="*/ 710 h 715"/>
                            <a:gd name="T38" fmla="*/ 225 w 725"/>
                            <a:gd name="T39" fmla="*/ 690 h 715"/>
                            <a:gd name="T40" fmla="*/ 160 w 725"/>
                            <a:gd name="T41" fmla="*/ 655 h 715"/>
                            <a:gd name="T42" fmla="*/ 110 w 725"/>
                            <a:gd name="T43" fmla="*/ 611 h 715"/>
                            <a:gd name="T44" fmla="*/ 65 w 725"/>
                            <a:gd name="T45" fmla="*/ 556 h 715"/>
                            <a:gd name="T46" fmla="*/ 30 w 725"/>
                            <a:gd name="T47" fmla="*/ 497 h 715"/>
                            <a:gd name="T48" fmla="*/ 10 w 725"/>
                            <a:gd name="T49" fmla="*/ 432 h 715"/>
                            <a:gd name="T50" fmla="*/ 0 w 725"/>
                            <a:gd name="T51" fmla="*/ 358 h 715"/>
                            <a:gd name="T52" fmla="*/ 5 w 725"/>
                            <a:gd name="T53" fmla="*/ 323 h 715"/>
                            <a:gd name="T54" fmla="*/ 20 w 725"/>
                            <a:gd name="T55" fmla="*/ 253 h 715"/>
                            <a:gd name="T56" fmla="*/ 45 w 725"/>
                            <a:gd name="T57" fmla="*/ 189 h 715"/>
                            <a:gd name="T58" fmla="*/ 85 w 725"/>
                            <a:gd name="T59" fmla="*/ 129 h 715"/>
                            <a:gd name="T60" fmla="*/ 135 w 725"/>
                            <a:gd name="T61" fmla="*/ 79 h 715"/>
                            <a:gd name="T62" fmla="*/ 190 w 725"/>
                            <a:gd name="T63" fmla="*/ 45 h 715"/>
                            <a:gd name="T64" fmla="*/ 255 w 725"/>
                            <a:gd name="T65" fmla="*/ 15 h 715"/>
                            <a:gd name="T66" fmla="*/ 325 w 725"/>
                            <a:gd name="T67" fmla="*/ 0 h 715"/>
                          </a:gdLst>
                          <a:ahLst/>
                          <a:cxnLst/>
                          <a:rect l="0" t="0" r="r" b="b"/>
                          <a:pathLst>
                            <a:path w="725" h="715">
                              <a:moveTo>
                                <a:pt x="365" y="0"/>
                              </a:moveTo>
                              <a:lnTo>
                                <a:pt x="365" y="0"/>
                              </a:lnTo>
                              <a:lnTo>
                                <a:pt x="400" y="0"/>
                              </a:lnTo>
                              <a:lnTo>
                                <a:pt x="435" y="5"/>
                              </a:lnTo>
                              <a:lnTo>
                                <a:pt x="470" y="15"/>
                              </a:lnTo>
                              <a:lnTo>
                                <a:pt x="505" y="30"/>
                              </a:lnTo>
                              <a:lnTo>
                                <a:pt x="535" y="45"/>
                              </a:lnTo>
                              <a:lnTo>
                                <a:pt x="565" y="60"/>
                              </a:lnTo>
                              <a:lnTo>
                                <a:pt x="595" y="79"/>
                              </a:lnTo>
                              <a:lnTo>
                                <a:pt x="620" y="104"/>
                              </a:lnTo>
                              <a:lnTo>
                                <a:pt x="640" y="129"/>
                              </a:lnTo>
                              <a:lnTo>
                                <a:pt x="665" y="159"/>
                              </a:lnTo>
                              <a:lnTo>
                                <a:pt x="680" y="189"/>
                              </a:lnTo>
                              <a:lnTo>
                                <a:pt x="695" y="218"/>
                              </a:lnTo>
                              <a:lnTo>
                                <a:pt x="710" y="253"/>
                              </a:lnTo>
                              <a:lnTo>
                                <a:pt x="715" y="288"/>
                              </a:lnTo>
                              <a:lnTo>
                                <a:pt x="725" y="323"/>
                              </a:lnTo>
                              <a:lnTo>
                                <a:pt x="725" y="358"/>
                              </a:lnTo>
                              <a:lnTo>
                                <a:pt x="725" y="392"/>
                              </a:lnTo>
                              <a:lnTo>
                                <a:pt x="715" y="432"/>
                              </a:lnTo>
                              <a:lnTo>
                                <a:pt x="710" y="467"/>
                              </a:lnTo>
                              <a:lnTo>
                                <a:pt x="695" y="497"/>
                              </a:lnTo>
                              <a:lnTo>
                                <a:pt x="680" y="526"/>
                              </a:lnTo>
                              <a:lnTo>
                                <a:pt x="665" y="556"/>
                              </a:lnTo>
                              <a:lnTo>
                                <a:pt x="640" y="586"/>
                              </a:lnTo>
                              <a:lnTo>
                                <a:pt x="620" y="611"/>
                              </a:lnTo>
                              <a:lnTo>
                                <a:pt x="595" y="636"/>
                              </a:lnTo>
                              <a:lnTo>
                                <a:pt x="565" y="655"/>
                              </a:lnTo>
                              <a:lnTo>
                                <a:pt x="535" y="675"/>
                              </a:lnTo>
                              <a:lnTo>
                                <a:pt x="505" y="690"/>
                              </a:lnTo>
                              <a:lnTo>
                                <a:pt x="470" y="700"/>
                              </a:lnTo>
                              <a:lnTo>
                                <a:pt x="435" y="710"/>
                              </a:lnTo>
                              <a:lnTo>
                                <a:pt x="400" y="715"/>
                              </a:lnTo>
                              <a:lnTo>
                                <a:pt x="365" y="715"/>
                              </a:lnTo>
                              <a:lnTo>
                                <a:pt x="325" y="715"/>
                              </a:lnTo>
                              <a:lnTo>
                                <a:pt x="290" y="710"/>
                              </a:lnTo>
                              <a:lnTo>
                                <a:pt x="255" y="700"/>
                              </a:lnTo>
                              <a:lnTo>
                                <a:pt x="225" y="690"/>
                              </a:lnTo>
                              <a:lnTo>
                                <a:pt x="190" y="675"/>
                              </a:lnTo>
                              <a:lnTo>
                                <a:pt x="160" y="655"/>
                              </a:lnTo>
                              <a:lnTo>
                                <a:pt x="135" y="636"/>
                              </a:lnTo>
                              <a:lnTo>
                                <a:pt x="110" y="611"/>
                              </a:lnTo>
                              <a:lnTo>
                                <a:pt x="85" y="586"/>
                              </a:lnTo>
                              <a:lnTo>
                                <a:pt x="65" y="556"/>
                              </a:lnTo>
                              <a:lnTo>
                                <a:pt x="45" y="526"/>
                              </a:lnTo>
                              <a:lnTo>
                                <a:pt x="30" y="497"/>
                              </a:lnTo>
                              <a:lnTo>
                                <a:pt x="20" y="467"/>
                              </a:lnTo>
                              <a:lnTo>
                                <a:pt x="10" y="432"/>
                              </a:lnTo>
                              <a:lnTo>
                                <a:pt x="5" y="392"/>
                              </a:lnTo>
                              <a:lnTo>
                                <a:pt x="0" y="358"/>
                              </a:lnTo>
                              <a:lnTo>
                                <a:pt x="5" y="323"/>
                              </a:lnTo>
                              <a:lnTo>
                                <a:pt x="10" y="288"/>
                              </a:lnTo>
                              <a:lnTo>
                                <a:pt x="20" y="253"/>
                              </a:lnTo>
                              <a:lnTo>
                                <a:pt x="30" y="218"/>
                              </a:lnTo>
                              <a:lnTo>
                                <a:pt x="45" y="189"/>
                              </a:lnTo>
                              <a:lnTo>
                                <a:pt x="65" y="159"/>
                              </a:lnTo>
                              <a:lnTo>
                                <a:pt x="85" y="129"/>
                              </a:lnTo>
                              <a:lnTo>
                                <a:pt x="110" y="104"/>
                              </a:lnTo>
                              <a:lnTo>
                                <a:pt x="135" y="79"/>
                              </a:lnTo>
                              <a:lnTo>
                                <a:pt x="160" y="60"/>
                              </a:lnTo>
                              <a:lnTo>
                                <a:pt x="190" y="45"/>
                              </a:lnTo>
                              <a:lnTo>
                                <a:pt x="225" y="30"/>
                              </a:lnTo>
                              <a:lnTo>
                                <a:pt x="255" y="15"/>
                              </a:lnTo>
                              <a:lnTo>
                                <a:pt x="290" y="5"/>
                              </a:lnTo>
                              <a:lnTo>
                                <a:pt x="325" y="0"/>
                              </a:lnTo>
                              <a:lnTo>
                                <a:pt x="365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8" name="Freeform 8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9" name="Freeform 9"/>
                      <wps:cNvSpPr/>
                      <wps:spPr bwMode="auto">
                        <a:xfrm>
                          <a:off x="69850" y="69215"/>
                          <a:ext cx="330200" cy="328295"/>
                        </a:xfrm>
                        <a:custGeom>
                          <a:avLst/>
                          <a:gdLst>
                            <a:gd name="T0" fmla="*/ 260 w 520"/>
                            <a:gd name="T1" fmla="*/ 0 h 517"/>
                            <a:gd name="T2" fmla="*/ 260 w 520"/>
                            <a:gd name="T3" fmla="*/ 0 h 517"/>
                            <a:gd name="T4" fmla="*/ 310 w 520"/>
                            <a:gd name="T5" fmla="*/ 5 h 517"/>
                            <a:gd name="T6" fmla="*/ 360 w 520"/>
                            <a:gd name="T7" fmla="*/ 20 h 517"/>
                            <a:gd name="T8" fmla="*/ 405 w 520"/>
                            <a:gd name="T9" fmla="*/ 45 h 517"/>
                            <a:gd name="T10" fmla="*/ 440 w 520"/>
                            <a:gd name="T11" fmla="*/ 75 h 517"/>
                            <a:gd name="T12" fmla="*/ 475 w 520"/>
                            <a:gd name="T13" fmla="*/ 114 h 517"/>
                            <a:gd name="T14" fmla="*/ 495 w 520"/>
                            <a:gd name="T15" fmla="*/ 159 h 517"/>
                            <a:gd name="T16" fmla="*/ 510 w 520"/>
                            <a:gd name="T17" fmla="*/ 209 h 517"/>
                            <a:gd name="T18" fmla="*/ 520 w 520"/>
                            <a:gd name="T19" fmla="*/ 259 h 517"/>
                            <a:gd name="T20" fmla="*/ 520 w 520"/>
                            <a:gd name="T21" fmla="*/ 259 h 517"/>
                            <a:gd name="T22" fmla="*/ 510 w 520"/>
                            <a:gd name="T23" fmla="*/ 313 h 517"/>
                            <a:gd name="T24" fmla="*/ 495 w 520"/>
                            <a:gd name="T25" fmla="*/ 358 h 517"/>
                            <a:gd name="T26" fmla="*/ 475 w 520"/>
                            <a:gd name="T27" fmla="*/ 403 h 517"/>
                            <a:gd name="T28" fmla="*/ 440 w 520"/>
                            <a:gd name="T29" fmla="*/ 442 h 517"/>
                            <a:gd name="T30" fmla="*/ 405 w 520"/>
                            <a:gd name="T31" fmla="*/ 472 h 517"/>
                            <a:gd name="T32" fmla="*/ 360 w 520"/>
                            <a:gd name="T33" fmla="*/ 497 h 517"/>
                            <a:gd name="T34" fmla="*/ 310 w 520"/>
                            <a:gd name="T35" fmla="*/ 512 h 517"/>
                            <a:gd name="T36" fmla="*/ 260 w 520"/>
                            <a:gd name="T37" fmla="*/ 517 h 517"/>
                            <a:gd name="T38" fmla="*/ 260 w 520"/>
                            <a:gd name="T39" fmla="*/ 517 h 517"/>
                            <a:gd name="T40" fmla="*/ 205 w 520"/>
                            <a:gd name="T41" fmla="*/ 512 h 517"/>
                            <a:gd name="T42" fmla="*/ 155 w 520"/>
                            <a:gd name="T43" fmla="*/ 497 h 517"/>
                            <a:gd name="T44" fmla="*/ 115 w 520"/>
                            <a:gd name="T45" fmla="*/ 472 h 517"/>
                            <a:gd name="T46" fmla="*/ 75 w 520"/>
                            <a:gd name="T47" fmla="*/ 442 h 517"/>
                            <a:gd name="T48" fmla="*/ 45 w 520"/>
                            <a:gd name="T49" fmla="*/ 403 h 517"/>
                            <a:gd name="T50" fmla="*/ 20 w 520"/>
                            <a:gd name="T51" fmla="*/ 358 h 517"/>
                            <a:gd name="T52" fmla="*/ 5 w 520"/>
                            <a:gd name="T53" fmla="*/ 313 h 517"/>
                            <a:gd name="T54" fmla="*/ 0 w 520"/>
                            <a:gd name="T55" fmla="*/ 259 h 517"/>
                            <a:gd name="T56" fmla="*/ 0 w 520"/>
                            <a:gd name="T57" fmla="*/ 259 h 517"/>
                            <a:gd name="T58" fmla="*/ 5 w 520"/>
                            <a:gd name="T59" fmla="*/ 209 h 517"/>
                            <a:gd name="T60" fmla="*/ 20 w 520"/>
                            <a:gd name="T61" fmla="*/ 159 h 517"/>
                            <a:gd name="T62" fmla="*/ 45 w 520"/>
                            <a:gd name="T63" fmla="*/ 114 h 517"/>
                            <a:gd name="T64" fmla="*/ 75 w 520"/>
                            <a:gd name="T65" fmla="*/ 75 h 517"/>
                            <a:gd name="T66" fmla="*/ 115 w 520"/>
                            <a:gd name="T67" fmla="*/ 45 h 517"/>
                            <a:gd name="T68" fmla="*/ 155 w 520"/>
                            <a:gd name="T69" fmla="*/ 20 h 517"/>
                            <a:gd name="T70" fmla="*/ 205 w 520"/>
                            <a:gd name="T71" fmla="*/ 5 h 517"/>
                            <a:gd name="T72" fmla="*/ 260 w 520"/>
                            <a:gd name="T73" fmla="*/ 0 h 517"/>
                          </a:gdLst>
                          <a:ahLst/>
                          <a:cxnLst/>
                          <a:rect l="0" t="0" r="r" b="b"/>
                          <a:pathLst>
                            <a:path w="520" h="517">
                              <a:moveTo>
                                <a:pt x="260" y="0"/>
                              </a:moveTo>
                              <a:lnTo>
                                <a:pt x="260" y="0"/>
                              </a:lnTo>
                              <a:lnTo>
                                <a:pt x="310" y="5"/>
                              </a:lnTo>
                              <a:lnTo>
                                <a:pt x="360" y="20"/>
                              </a:lnTo>
                              <a:lnTo>
                                <a:pt x="405" y="45"/>
                              </a:lnTo>
                              <a:lnTo>
                                <a:pt x="440" y="75"/>
                              </a:lnTo>
                              <a:lnTo>
                                <a:pt x="475" y="114"/>
                              </a:lnTo>
                              <a:lnTo>
                                <a:pt x="495" y="159"/>
                              </a:lnTo>
                              <a:lnTo>
                                <a:pt x="510" y="209"/>
                              </a:lnTo>
                              <a:lnTo>
                                <a:pt x="520" y="259"/>
                              </a:lnTo>
                              <a:lnTo>
                                <a:pt x="510" y="313"/>
                              </a:lnTo>
                              <a:lnTo>
                                <a:pt x="495" y="358"/>
                              </a:lnTo>
                              <a:lnTo>
                                <a:pt x="475" y="403"/>
                              </a:lnTo>
                              <a:lnTo>
                                <a:pt x="440" y="442"/>
                              </a:lnTo>
                              <a:lnTo>
                                <a:pt x="405" y="472"/>
                              </a:lnTo>
                              <a:lnTo>
                                <a:pt x="360" y="497"/>
                              </a:lnTo>
                              <a:lnTo>
                                <a:pt x="310" y="512"/>
                              </a:lnTo>
                              <a:lnTo>
                                <a:pt x="260" y="517"/>
                              </a:lnTo>
                              <a:lnTo>
                                <a:pt x="205" y="512"/>
                              </a:lnTo>
                              <a:lnTo>
                                <a:pt x="155" y="497"/>
                              </a:lnTo>
                              <a:lnTo>
                                <a:pt x="115" y="472"/>
                              </a:lnTo>
                              <a:lnTo>
                                <a:pt x="75" y="442"/>
                              </a:lnTo>
                              <a:lnTo>
                                <a:pt x="45" y="403"/>
                              </a:lnTo>
                              <a:lnTo>
                                <a:pt x="20" y="358"/>
                              </a:lnTo>
                              <a:lnTo>
                                <a:pt x="5" y="313"/>
                              </a:lnTo>
                              <a:lnTo>
                                <a:pt x="0" y="259"/>
                              </a:lnTo>
                              <a:lnTo>
                                <a:pt x="5" y="209"/>
                              </a:lnTo>
                              <a:lnTo>
                                <a:pt x="20" y="159"/>
                              </a:lnTo>
                              <a:lnTo>
                                <a:pt x="45" y="114"/>
                              </a:lnTo>
                              <a:lnTo>
                                <a:pt x="75" y="75"/>
                              </a:lnTo>
                              <a:lnTo>
                                <a:pt x="115" y="45"/>
                              </a:lnTo>
                              <a:lnTo>
                                <a:pt x="155" y="20"/>
                              </a:lnTo>
                              <a:lnTo>
                                <a:pt x="205" y="5"/>
                              </a:lnTo>
                              <a:lnTo>
                                <a:pt x="26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0" name="Freeform 10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FFFFFF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1" name="Freeform 11"/>
                      <wps:cNvSpPr/>
                      <wps:spPr bwMode="auto">
                        <a:xfrm>
                          <a:off x="76200" y="75565"/>
                          <a:ext cx="317500" cy="315595"/>
                        </a:xfrm>
                        <a:custGeom>
                          <a:avLst/>
                          <a:gdLst>
                            <a:gd name="T0" fmla="*/ 250 w 500"/>
                            <a:gd name="T1" fmla="*/ 0 h 497"/>
                            <a:gd name="T2" fmla="*/ 250 w 500"/>
                            <a:gd name="T3" fmla="*/ 0 h 497"/>
                            <a:gd name="T4" fmla="*/ 300 w 500"/>
                            <a:gd name="T5" fmla="*/ 5 h 497"/>
                            <a:gd name="T6" fmla="*/ 345 w 500"/>
                            <a:gd name="T7" fmla="*/ 20 h 497"/>
                            <a:gd name="T8" fmla="*/ 390 w 500"/>
                            <a:gd name="T9" fmla="*/ 45 h 497"/>
                            <a:gd name="T10" fmla="*/ 425 w 500"/>
                            <a:gd name="T11" fmla="*/ 75 h 497"/>
                            <a:gd name="T12" fmla="*/ 455 w 500"/>
                            <a:gd name="T13" fmla="*/ 109 h 497"/>
                            <a:gd name="T14" fmla="*/ 480 w 500"/>
                            <a:gd name="T15" fmla="*/ 154 h 497"/>
                            <a:gd name="T16" fmla="*/ 495 w 500"/>
                            <a:gd name="T17" fmla="*/ 199 h 497"/>
                            <a:gd name="T18" fmla="*/ 500 w 500"/>
                            <a:gd name="T19" fmla="*/ 249 h 497"/>
                            <a:gd name="T20" fmla="*/ 500 w 500"/>
                            <a:gd name="T21" fmla="*/ 249 h 497"/>
                            <a:gd name="T22" fmla="*/ 495 w 500"/>
                            <a:gd name="T23" fmla="*/ 298 h 497"/>
                            <a:gd name="T24" fmla="*/ 480 w 500"/>
                            <a:gd name="T25" fmla="*/ 348 h 497"/>
                            <a:gd name="T26" fmla="*/ 455 w 500"/>
                            <a:gd name="T27" fmla="*/ 388 h 497"/>
                            <a:gd name="T28" fmla="*/ 425 w 500"/>
                            <a:gd name="T29" fmla="*/ 427 h 497"/>
                            <a:gd name="T30" fmla="*/ 390 w 500"/>
                            <a:gd name="T31" fmla="*/ 457 h 497"/>
                            <a:gd name="T32" fmla="*/ 345 w 500"/>
                            <a:gd name="T33" fmla="*/ 477 h 497"/>
                            <a:gd name="T34" fmla="*/ 300 w 500"/>
                            <a:gd name="T35" fmla="*/ 492 h 497"/>
                            <a:gd name="T36" fmla="*/ 250 w 500"/>
                            <a:gd name="T37" fmla="*/ 497 h 497"/>
                            <a:gd name="T38" fmla="*/ 250 w 500"/>
                            <a:gd name="T39" fmla="*/ 497 h 497"/>
                            <a:gd name="T40" fmla="*/ 200 w 500"/>
                            <a:gd name="T41" fmla="*/ 492 h 497"/>
                            <a:gd name="T42" fmla="*/ 150 w 500"/>
                            <a:gd name="T43" fmla="*/ 477 h 497"/>
                            <a:gd name="T44" fmla="*/ 110 w 500"/>
                            <a:gd name="T45" fmla="*/ 457 h 497"/>
                            <a:gd name="T46" fmla="*/ 70 w 500"/>
                            <a:gd name="T47" fmla="*/ 427 h 497"/>
                            <a:gd name="T48" fmla="*/ 40 w 500"/>
                            <a:gd name="T49" fmla="*/ 388 h 497"/>
                            <a:gd name="T50" fmla="*/ 15 w 500"/>
                            <a:gd name="T51" fmla="*/ 348 h 497"/>
                            <a:gd name="T52" fmla="*/ 5 w 500"/>
                            <a:gd name="T53" fmla="*/ 298 h 497"/>
                            <a:gd name="T54" fmla="*/ 0 w 500"/>
                            <a:gd name="T55" fmla="*/ 249 h 497"/>
                            <a:gd name="T56" fmla="*/ 0 w 500"/>
                            <a:gd name="T57" fmla="*/ 249 h 497"/>
                            <a:gd name="T58" fmla="*/ 5 w 500"/>
                            <a:gd name="T59" fmla="*/ 199 h 497"/>
                            <a:gd name="T60" fmla="*/ 15 w 500"/>
                            <a:gd name="T61" fmla="*/ 154 h 497"/>
                            <a:gd name="T62" fmla="*/ 40 w 500"/>
                            <a:gd name="T63" fmla="*/ 109 h 497"/>
                            <a:gd name="T64" fmla="*/ 70 w 500"/>
                            <a:gd name="T65" fmla="*/ 75 h 497"/>
                            <a:gd name="T66" fmla="*/ 110 w 500"/>
                            <a:gd name="T67" fmla="*/ 45 h 497"/>
                            <a:gd name="T68" fmla="*/ 150 w 500"/>
                            <a:gd name="T69" fmla="*/ 20 h 497"/>
                            <a:gd name="T70" fmla="*/ 200 w 500"/>
                            <a:gd name="T71" fmla="*/ 5 h 497"/>
                            <a:gd name="T72" fmla="*/ 250 w 500"/>
                            <a:gd name="T73" fmla="*/ 0 h 497"/>
                          </a:gdLst>
                          <a:ahLst/>
                          <a:cxnLst/>
                          <a:rect l="0" t="0" r="r" b="b"/>
                          <a:pathLst>
                            <a:path w="500" h="497">
                              <a:moveTo>
                                <a:pt x="250" y="0"/>
                              </a:moveTo>
                              <a:lnTo>
                                <a:pt x="250" y="0"/>
                              </a:lnTo>
                              <a:lnTo>
                                <a:pt x="300" y="5"/>
                              </a:lnTo>
                              <a:lnTo>
                                <a:pt x="345" y="20"/>
                              </a:lnTo>
                              <a:lnTo>
                                <a:pt x="390" y="45"/>
                              </a:lnTo>
                              <a:lnTo>
                                <a:pt x="425" y="75"/>
                              </a:lnTo>
                              <a:lnTo>
                                <a:pt x="455" y="109"/>
                              </a:lnTo>
                              <a:lnTo>
                                <a:pt x="480" y="154"/>
                              </a:lnTo>
                              <a:lnTo>
                                <a:pt x="495" y="199"/>
                              </a:lnTo>
                              <a:lnTo>
                                <a:pt x="500" y="249"/>
                              </a:lnTo>
                              <a:lnTo>
                                <a:pt x="495" y="298"/>
                              </a:lnTo>
                              <a:lnTo>
                                <a:pt x="480" y="348"/>
                              </a:lnTo>
                              <a:lnTo>
                                <a:pt x="455" y="388"/>
                              </a:lnTo>
                              <a:lnTo>
                                <a:pt x="425" y="427"/>
                              </a:lnTo>
                              <a:lnTo>
                                <a:pt x="390" y="457"/>
                              </a:lnTo>
                              <a:lnTo>
                                <a:pt x="345" y="477"/>
                              </a:lnTo>
                              <a:lnTo>
                                <a:pt x="300" y="492"/>
                              </a:lnTo>
                              <a:lnTo>
                                <a:pt x="250" y="497"/>
                              </a:lnTo>
                              <a:lnTo>
                                <a:pt x="200" y="492"/>
                              </a:lnTo>
                              <a:lnTo>
                                <a:pt x="150" y="477"/>
                              </a:lnTo>
                              <a:lnTo>
                                <a:pt x="110" y="457"/>
                              </a:lnTo>
                              <a:lnTo>
                                <a:pt x="70" y="427"/>
                              </a:lnTo>
                              <a:lnTo>
                                <a:pt x="40" y="388"/>
                              </a:lnTo>
                              <a:lnTo>
                                <a:pt x="15" y="348"/>
                              </a:lnTo>
                              <a:lnTo>
                                <a:pt x="5" y="298"/>
                              </a:lnTo>
                              <a:lnTo>
                                <a:pt x="0" y="249"/>
                              </a:lnTo>
                              <a:lnTo>
                                <a:pt x="5" y="199"/>
                              </a:lnTo>
                              <a:lnTo>
                                <a:pt x="15" y="154"/>
                              </a:lnTo>
                              <a:lnTo>
                                <a:pt x="40" y="109"/>
                              </a:lnTo>
                              <a:lnTo>
                                <a:pt x="70" y="75"/>
                              </a:lnTo>
                              <a:lnTo>
                                <a:pt x="110" y="45"/>
                              </a:lnTo>
                              <a:lnTo>
                                <a:pt x="150" y="20"/>
                              </a:lnTo>
                              <a:lnTo>
                                <a:pt x="200" y="5"/>
                              </a:lnTo>
                              <a:lnTo>
                                <a:pt x="250" y="0"/>
                              </a:lnTo>
                            </a:path>
                          </a:pathLst>
                        </a:cu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2" name="Freeform 12"/>
                      <wps:cNvSpPr>
                        <a:spLocks noEditPoints="1"/>
                      </wps:cNvSpPr>
                      <wps:spPr bwMode="auto">
                        <a:xfrm>
                          <a:off x="111125" y="139065"/>
                          <a:ext cx="234950" cy="173355"/>
                        </a:xfrm>
                        <a:custGeom>
                          <a:avLst/>
                          <a:gdLst>
                            <a:gd name="T0" fmla="*/ 150 w 370"/>
                            <a:gd name="T1" fmla="*/ 273 h 273"/>
                            <a:gd name="T2" fmla="*/ 205 w 370"/>
                            <a:gd name="T3" fmla="*/ 0 h 273"/>
                            <a:gd name="T4" fmla="*/ 120 w 370"/>
                            <a:gd name="T5" fmla="*/ 99 h 273"/>
                            <a:gd name="T6" fmla="*/ 140 w 370"/>
                            <a:gd name="T7" fmla="*/ 99 h 273"/>
                            <a:gd name="T8" fmla="*/ 55 w 370"/>
                            <a:gd name="T9" fmla="*/ 193 h 273"/>
                            <a:gd name="T10" fmla="*/ 75 w 370"/>
                            <a:gd name="T11" fmla="*/ 193 h 273"/>
                            <a:gd name="T12" fmla="*/ 0 w 370"/>
                            <a:gd name="T13" fmla="*/ 273 h 273"/>
                            <a:gd name="T14" fmla="*/ 150 w 370"/>
                            <a:gd name="T15" fmla="*/ 273 h 273"/>
                            <a:gd name="T16" fmla="*/ 160 w 370"/>
                            <a:gd name="T17" fmla="*/ 273 h 273"/>
                            <a:gd name="T18" fmla="*/ 200 w 370"/>
                            <a:gd name="T19" fmla="*/ 79 h 273"/>
                            <a:gd name="T20" fmla="*/ 265 w 370"/>
                            <a:gd name="T21" fmla="*/ 79 h 273"/>
                            <a:gd name="T22" fmla="*/ 240 w 370"/>
                            <a:gd name="T23" fmla="*/ 213 h 273"/>
                            <a:gd name="T24" fmla="*/ 275 w 370"/>
                            <a:gd name="T25" fmla="*/ 213 h 273"/>
                            <a:gd name="T26" fmla="*/ 260 w 370"/>
                            <a:gd name="T27" fmla="*/ 273 h 273"/>
                            <a:gd name="T28" fmla="*/ 160 w 370"/>
                            <a:gd name="T29" fmla="*/ 273 h 273"/>
                            <a:gd name="T30" fmla="*/ 200 w 370"/>
                            <a:gd name="T31" fmla="*/ 69 h 273"/>
                            <a:gd name="T32" fmla="*/ 215 w 370"/>
                            <a:gd name="T33" fmla="*/ 4 h 273"/>
                            <a:gd name="T34" fmla="*/ 305 w 370"/>
                            <a:gd name="T35" fmla="*/ 4 h 273"/>
                            <a:gd name="T36" fmla="*/ 305 w 370"/>
                            <a:gd name="T37" fmla="*/ 4 h 273"/>
                            <a:gd name="T38" fmla="*/ 330 w 370"/>
                            <a:gd name="T39" fmla="*/ 9 h 273"/>
                            <a:gd name="T40" fmla="*/ 345 w 370"/>
                            <a:gd name="T41" fmla="*/ 19 h 273"/>
                            <a:gd name="T42" fmla="*/ 355 w 370"/>
                            <a:gd name="T43" fmla="*/ 29 h 273"/>
                            <a:gd name="T44" fmla="*/ 355 w 370"/>
                            <a:gd name="T45" fmla="*/ 29 h 273"/>
                            <a:gd name="T46" fmla="*/ 365 w 370"/>
                            <a:gd name="T47" fmla="*/ 49 h 273"/>
                            <a:gd name="T48" fmla="*/ 370 w 370"/>
                            <a:gd name="T49" fmla="*/ 79 h 273"/>
                            <a:gd name="T50" fmla="*/ 370 w 370"/>
                            <a:gd name="T51" fmla="*/ 79 h 273"/>
                            <a:gd name="T52" fmla="*/ 365 w 370"/>
                            <a:gd name="T53" fmla="*/ 94 h 273"/>
                            <a:gd name="T54" fmla="*/ 360 w 370"/>
                            <a:gd name="T55" fmla="*/ 109 h 273"/>
                            <a:gd name="T56" fmla="*/ 350 w 370"/>
                            <a:gd name="T57" fmla="*/ 124 h 273"/>
                            <a:gd name="T58" fmla="*/ 345 w 370"/>
                            <a:gd name="T59" fmla="*/ 134 h 273"/>
                            <a:gd name="T60" fmla="*/ 345 w 370"/>
                            <a:gd name="T61" fmla="*/ 134 h 273"/>
                            <a:gd name="T62" fmla="*/ 320 w 370"/>
                            <a:gd name="T63" fmla="*/ 144 h 273"/>
                            <a:gd name="T64" fmla="*/ 305 w 370"/>
                            <a:gd name="T65" fmla="*/ 149 h 273"/>
                            <a:gd name="T66" fmla="*/ 260 w 370"/>
                            <a:gd name="T67" fmla="*/ 149 h 273"/>
                            <a:gd name="T68" fmla="*/ 275 w 370"/>
                            <a:gd name="T69" fmla="*/ 79 h 273"/>
                            <a:gd name="T70" fmla="*/ 290 w 370"/>
                            <a:gd name="T71" fmla="*/ 79 h 273"/>
                            <a:gd name="T72" fmla="*/ 290 w 370"/>
                            <a:gd name="T73" fmla="*/ 79 h 273"/>
                            <a:gd name="T74" fmla="*/ 295 w 370"/>
                            <a:gd name="T75" fmla="*/ 79 h 273"/>
                            <a:gd name="T76" fmla="*/ 300 w 370"/>
                            <a:gd name="T77" fmla="*/ 74 h 273"/>
                            <a:gd name="T78" fmla="*/ 300 w 370"/>
                            <a:gd name="T79" fmla="*/ 74 h 273"/>
                            <a:gd name="T80" fmla="*/ 295 w 370"/>
                            <a:gd name="T81" fmla="*/ 69 h 273"/>
                            <a:gd name="T82" fmla="*/ 290 w 370"/>
                            <a:gd name="T83" fmla="*/ 69 h 273"/>
                            <a:gd name="T84" fmla="*/ 200 w 370"/>
                            <a:gd name="T85" fmla="*/ 69 h 273"/>
                          </a:gdLst>
                          <a:ahLst/>
                          <a:cxnLst/>
                          <a:rect l="0" t="0" r="r" b="b"/>
                          <a:pathLst>
                            <a:path w="370" h="273">
                              <a:moveTo>
                                <a:pt x="150" y="273"/>
                              </a:moveTo>
                              <a:lnTo>
                                <a:pt x="205" y="0"/>
                              </a:lnTo>
                              <a:lnTo>
                                <a:pt x="120" y="99"/>
                              </a:lnTo>
                              <a:lnTo>
                                <a:pt x="140" y="99"/>
                              </a:lnTo>
                              <a:lnTo>
                                <a:pt x="55" y="193"/>
                              </a:lnTo>
                              <a:lnTo>
                                <a:pt x="75" y="193"/>
                              </a:lnTo>
                              <a:lnTo>
                                <a:pt x="0" y="273"/>
                              </a:lnTo>
                              <a:lnTo>
                                <a:pt x="150" y="273"/>
                              </a:lnTo>
                              <a:close/>
                              <a:moveTo>
                                <a:pt x="160" y="273"/>
                              </a:moveTo>
                              <a:lnTo>
                                <a:pt x="200" y="79"/>
                              </a:lnTo>
                              <a:lnTo>
                                <a:pt x="265" y="79"/>
                              </a:lnTo>
                              <a:lnTo>
                                <a:pt x="240" y="213"/>
                              </a:lnTo>
                              <a:lnTo>
                                <a:pt x="275" y="213"/>
                              </a:lnTo>
                              <a:lnTo>
                                <a:pt x="260" y="273"/>
                              </a:lnTo>
                              <a:lnTo>
                                <a:pt x="160" y="273"/>
                              </a:lnTo>
                              <a:close/>
                              <a:moveTo>
                                <a:pt x="200" y="69"/>
                              </a:moveTo>
                              <a:lnTo>
                                <a:pt x="215" y="4"/>
                              </a:lnTo>
                              <a:lnTo>
                                <a:pt x="305" y="4"/>
                              </a:lnTo>
                              <a:lnTo>
                                <a:pt x="330" y="9"/>
                              </a:lnTo>
                              <a:lnTo>
                                <a:pt x="345" y="19"/>
                              </a:lnTo>
                              <a:lnTo>
                                <a:pt x="355" y="29"/>
                              </a:lnTo>
                              <a:lnTo>
                                <a:pt x="365" y="49"/>
                              </a:lnTo>
                              <a:lnTo>
                                <a:pt x="370" y="79"/>
                              </a:lnTo>
                              <a:lnTo>
                                <a:pt x="365" y="94"/>
                              </a:lnTo>
                              <a:lnTo>
                                <a:pt x="360" y="109"/>
                              </a:lnTo>
                              <a:lnTo>
                                <a:pt x="350" y="124"/>
                              </a:lnTo>
                              <a:lnTo>
                                <a:pt x="345" y="134"/>
                              </a:lnTo>
                              <a:lnTo>
                                <a:pt x="320" y="144"/>
                              </a:lnTo>
                              <a:lnTo>
                                <a:pt x="305" y="149"/>
                              </a:lnTo>
                              <a:lnTo>
                                <a:pt x="260" y="149"/>
                              </a:lnTo>
                              <a:lnTo>
                                <a:pt x="275" y="79"/>
                              </a:lnTo>
                              <a:lnTo>
                                <a:pt x="290" y="79"/>
                              </a:lnTo>
                              <a:lnTo>
                                <a:pt x="295" y="79"/>
                              </a:lnTo>
                              <a:lnTo>
                                <a:pt x="300" y="74"/>
                              </a:lnTo>
                              <a:lnTo>
                                <a:pt x="295" y="69"/>
                              </a:lnTo>
                              <a:lnTo>
                                <a:pt x="290" y="69"/>
                              </a:lnTo>
                              <a:lnTo>
                                <a:pt x="200" y="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3" name="Freeform 13"/>
                      <wps:cNvSpPr>
                        <a:spLocks noEditPoints="1"/>
                      </wps:cNvSpPr>
                      <wps:spPr bwMode="auto">
                        <a:xfrm>
                          <a:off x="22225" y="22225"/>
                          <a:ext cx="422275" cy="195580"/>
                        </a:xfrm>
                        <a:custGeom>
                          <a:avLst/>
                          <a:gdLst>
                            <a:gd name="T0" fmla="*/ 650 w 665"/>
                            <a:gd name="T1" fmla="*/ 268 h 308"/>
                            <a:gd name="T2" fmla="*/ 615 w 665"/>
                            <a:gd name="T3" fmla="*/ 273 h 308"/>
                            <a:gd name="T4" fmla="*/ 620 w 665"/>
                            <a:gd name="T5" fmla="*/ 159 h 308"/>
                            <a:gd name="T6" fmla="*/ 605 w 665"/>
                            <a:gd name="T7" fmla="*/ 228 h 308"/>
                            <a:gd name="T8" fmla="*/ 625 w 665"/>
                            <a:gd name="T9" fmla="*/ 198 h 308"/>
                            <a:gd name="T10" fmla="*/ 550 w 665"/>
                            <a:gd name="T11" fmla="*/ 139 h 308"/>
                            <a:gd name="T12" fmla="*/ 565 w 665"/>
                            <a:gd name="T13" fmla="*/ 159 h 308"/>
                            <a:gd name="T14" fmla="*/ 585 w 665"/>
                            <a:gd name="T15" fmla="*/ 139 h 308"/>
                            <a:gd name="T16" fmla="*/ 565 w 665"/>
                            <a:gd name="T17" fmla="*/ 119 h 308"/>
                            <a:gd name="T18" fmla="*/ 560 w 665"/>
                            <a:gd name="T19" fmla="*/ 109 h 308"/>
                            <a:gd name="T20" fmla="*/ 580 w 665"/>
                            <a:gd name="T21" fmla="*/ 109 h 308"/>
                            <a:gd name="T22" fmla="*/ 600 w 665"/>
                            <a:gd name="T23" fmla="*/ 139 h 308"/>
                            <a:gd name="T24" fmla="*/ 565 w 665"/>
                            <a:gd name="T25" fmla="*/ 169 h 308"/>
                            <a:gd name="T26" fmla="*/ 535 w 665"/>
                            <a:gd name="T27" fmla="*/ 149 h 308"/>
                            <a:gd name="T28" fmla="*/ 550 w 665"/>
                            <a:gd name="T29" fmla="*/ 119 h 308"/>
                            <a:gd name="T30" fmla="*/ 520 w 665"/>
                            <a:gd name="T31" fmla="*/ 54 h 308"/>
                            <a:gd name="T32" fmla="*/ 510 w 665"/>
                            <a:gd name="T33" fmla="*/ 124 h 308"/>
                            <a:gd name="T34" fmla="*/ 425 w 665"/>
                            <a:gd name="T35" fmla="*/ 74 h 308"/>
                            <a:gd name="T36" fmla="*/ 470 w 665"/>
                            <a:gd name="T37" fmla="*/ 39 h 308"/>
                            <a:gd name="T38" fmla="*/ 370 w 665"/>
                            <a:gd name="T39" fmla="*/ 39 h 308"/>
                            <a:gd name="T40" fmla="*/ 380 w 665"/>
                            <a:gd name="T41" fmla="*/ 54 h 308"/>
                            <a:gd name="T42" fmla="*/ 390 w 665"/>
                            <a:gd name="T43" fmla="*/ 44 h 308"/>
                            <a:gd name="T44" fmla="*/ 380 w 665"/>
                            <a:gd name="T45" fmla="*/ 35 h 308"/>
                            <a:gd name="T46" fmla="*/ 365 w 665"/>
                            <a:gd name="T47" fmla="*/ 10 h 308"/>
                            <a:gd name="T48" fmla="*/ 385 w 665"/>
                            <a:gd name="T49" fmla="*/ 5 h 308"/>
                            <a:gd name="T50" fmla="*/ 405 w 665"/>
                            <a:gd name="T51" fmla="*/ 25 h 308"/>
                            <a:gd name="T52" fmla="*/ 385 w 665"/>
                            <a:gd name="T53" fmla="*/ 15 h 308"/>
                            <a:gd name="T54" fmla="*/ 375 w 665"/>
                            <a:gd name="T55" fmla="*/ 20 h 308"/>
                            <a:gd name="T56" fmla="*/ 400 w 665"/>
                            <a:gd name="T57" fmla="*/ 35 h 308"/>
                            <a:gd name="T58" fmla="*/ 405 w 665"/>
                            <a:gd name="T59" fmla="*/ 49 h 308"/>
                            <a:gd name="T60" fmla="*/ 375 w 665"/>
                            <a:gd name="T61" fmla="*/ 64 h 308"/>
                            <a:gd name="T62" fmla="*/ 360 w 665"/>
                            <a:gd name="T63" fmla="*/ 49 h 308"/>
                            <a:gd name="T64" fmla="*/ 300 w 665"/>
                            <a:gd name="T65" fmla="*/ 0 h 308"/>
                            <a:gd name="T66" fmla="*/ 330 w 665"/>
                            <a:gd name="T67" fmla="*/ 59 h 308"/>
                            <a:gd name="T68" fmla="*/ 245 w 665"/>
                            <a:gd name="T69" fmla="*/ 25 h 308"/>
                            <a:gd name="T70" fmla="*/ 265 w 665"/>
                            <a:gd name="T71" fmla="*/ 54 h 308"/>
                            <a:gd name="T72" fmla="*/ 245 w 665"/>
                            <a:gd name="T73" fmla="*/ 10 h 308"/>
                            <a:gd name="T74" fmla="*/ 190 w 665"/>
                            <a:gd name="T75" fmla="*/ 64 h 308"/>
                            <a:gd name="T76" fmla="*/ 200 w 665"/>
                            <a:gd name="T77" fmla="*/ 49 h 308"/>
                            <a:gd name="T78" fmla="*/ 190 w 665"/>
                            <a:gd name="T79" fmla="*/ 44 h 308"/>
                            <a:gd name="T80" fmla="*/ 175 w 665"/>
                            <a:gd name="T81" fmla="*/ 39 h 308"/>
                            <a:gd name="T82" fmla="*/ 200 w 665"/>
                            <a:gd name="T83" fmla="*/ 35 h 308"/>
                            <a:gd name="T84" fmla="*/ 210 w 665"/>
                            <a:gd name="T85" fmla="*/ 59 h 308"/>
                            <a:gd name="T86" fmla="*/ 185 w 665"/>
                            <a:gd name="T87" fmla="*/ 74 h 308"/>
                            <a:gd name="T88" fmla="*/ 80 w 665"/>
                            <a:gd name="T89" fmla="*/ 114 h 308"/>
                            <a:gd name="T90" fmla="*/ 130 w 665"/>
                            <a:gd name="T91" fmla="*/ 114 h 308"/>
                            <a:gd name="T92" fmla="*/ 80 w 665"/>
                            <a:gd name="T93" fmla="*/ 179 h 308"/>
                            <a:gd name="T94" fmla="*/ 100 w 665"/>
                            <a:gd name="T95" fmla="*/ 164 h 308"/>
                            <a:gd name="T96" fmla="*/ 95 w 665"/>
                            <a:gd name="T97" fmla="*/ 159 h 308"/>
                            <a:gd name="T98" fmla="*/ 70 w 665"/>
                            <a:gd name="T99" fmla="*/ 174 h 308"/>
                            <a:gd name="T100" fmla="*/ 50 w 665"/>
                            <a:gd name="T101" fmla="*/ 164 h 308"/>
                            <a:gd name="T102" fmla="*/ 65 w 665"/>
                            <a:gd name="T103" fmla="*/ 139 h 308"/>
                            <a:gd name="T104" fmla="*/ 75 w 665"/>
                            <a:gd name="T105" fmla="*/ 149 h 308"/>
                            <a:gd name="T106" fmla="*/ 65 w 665"/>
                            <a:gd name="T107" fmla="*/ 149 h 308"/>
                            <a:gd name="T108" fmla="*/ 65 w 665"/>
                            <a:gd name="T109" fmla="*/ 164 h 308"/>
                            <a:gd name="T110" fmla="*/ 90 w 665"/>
                            <a:gd name="T111" fmla="*/ 149 h 308"/>
                            <a:gd name="T112" fmla="*/ 110 w 665"/>
                            <a:gd name="T113" fmla="*/ 159 h 308"/>
                            <a:gd name="T114" fmla="*/ 105 w 665"/>
                            <a:gd name="T115" fmla="*/ 179 h 308"/>
                            <a:gd name="T116" fmla="*/ 75 w 665"/>
                            <a:gd name="T117" fmla="*/ 188 h 308"/>
                            <a:gd name="T118" fmla="*/ 60 w 665"/>
                            <a:gd name="T119" fmla="*/ 218 h 308"/>
                            <a:gd name="T120" fmla="*/ 70 w 665"/>
                            <a:gd name="T121" fmla="*/ 248 h 308"/>
                            <a:gd name="T122" fmla="*/ 60 w 665"/>
                            <a:gd name="T123" fmla="*/ 308 h 308"/>
                            <a:gd name="T124" fmla="*/ 65 w 665"/>
                            <a:gd name="T125" fmla="*/ 263 h 308"/>
                          </a:gdLst>
                          <a:ahLst/>
                          <a:cxnLst/>
                          <a:rect l="0" t="0" r="r" b="b"/>
                          <a:pathLst>
                            <a:path w="665" h="308">
                              <a:moveTo>
                                <a:pt x="600" y="263"/>
                              </a:moveTo>
                              <a:lnTo>
                                <a:pt x="660" y="253"/>
                              </a:lnTo>
                              <a:lnTo>
                                <a:pt x="665" y="298"/>
                              </a:lnTo>
                              <a:lnTo>
                                <a:pt x="660" y="298"/>
                              </a:lnTo>
                              <a:lnTo>
                                <a:pt x="650" y="268"/>
                              </a:lnTo>
                              <a:lnTo>
                                <a:pt x="640" y="268"/>
                              </a:lnTo>
                              <a:lnTo>
                                <a:pt x="645" y="298"/>
                              </a:lnTo>
                              <a:lnTo>
                                <a:pt x="635" y="298"/>
                              </a:lnTo>
                              <a:lnTo>
                                <a:pt x="630" y="273"/>
                              </a:lnTo>
                              <a:lnTo>
                                <a:pt x="615" y="273"/>
                              </a:lnTo>
                              <a:lnTo>
                                <a:pt x="620" y="308"/>
                              </a:lnTo>
                              <a:lnTo>
                                <a:pt x="610" y="308"/>
                              </a:lnTo>
                              <a:lnTo>
                                <a:pt x="600" y="263"/>
                              </a:lnTo>
                              <a:close/>
                              <a:moveTo>
                                <a:pt x="575" y="198"/>
                              </a:moveTo>
                              <a:lnTo>
                                <a:pt x="620" y="159"/>
                              </a:lnTo>
                              <a:lnTo>
                                <a:pt x="625" y="169"/>
                              </a:lnTo>
                              <a:lnTo>
                                <a:pt x="595" y="193"/>
                              </a:lnTo>
                              <a:lnTo>
                                <a:pt x="635" y="188"/>
                              </a:lnTo>
                              <a:lnTo>
                                <a:pt x="640" y="203"/>
                              </a:lnTo>
                              <a:lnTo>
                                <a:pt x="605" y="228"/>
                              </a:lnTo>
                              <a:lnTo>
                                <a:pt x="650" y="218"/>
                              </a:lnTo>
                              <a:lnTo>
                                <a:pt x="655" y="228"/>
                              </a:lnTo>
                              <a:lnTo>
                                <a:pt x="595" y="243"/>
                              </a:lnTo>
                              <a:lnTo>
                                <a:pt x="590" y="228"/>
                              </a:lnTo>
                              <a:lnTo>
                                <a:pt x="625" y="198"/>
                              </a:lnTo>
                              <a:lnTo>
                                <a:pt x="580" y="208"/>
                              </a:lnTo>
                              <a:lnTo>
                                <a:pt x="575" y="198"/>
                              </a:lnTo>
                              <a:close/>
                              <a:moveTo>
                                <a:pt x="555" y="124"/>
                              </a:moveTo>
                              <a:lnTo>
                                <a:pt x="555" y="124"/>
                              </a:lnTo>
                              <a:lnTo>
                                <a:pt x="550" y="139"/>
                              </a:lnTo>
                              <a:lnTo>
                                <a:pt x="550" y="154"/>
                              </a:lnTo>
                              <a:lnTo>
                                <a:pt x="565" y="159"/>
                              </a:lnTo>
                              <a:lnTo>
                                <a:pt x="580" y="149"/>
                              </a:lnTo>
                              <a:lnTo>
                                <a:pt x="585" y="144"/>
                              </a:lnTo>
                              <a:lnTo>
                                <a:pt x="585" y="139"/>
                              </a:lnTo>
                              <a:lnTo>
                                <a:pt x="580" y="124"/>
                              </a:lnTo>
                              <a:lnTo>
                                <a:pt x="570" y="119"/>
                              </a:lnTo>
                              <a:lnTo>
                                <a:pt x="565" y="119"/>
                              </a:lnTo>
                              <a:lnTo>
                                <a:pt x="555" y="124"/>
                              </a:lnTo>
                              <a:close/>
                              <a:moveTo>
                                <a:pt x="550" y="119"/>
                              </a:moveTo>
                              <a:lnTo>
                                <a:pt x="550" y="119"/>
                              </a:lnTo>
                              <a:lnTo>
                                <a:pt x="560" y="109"/>
                              </a:lnTo>
                              <a:lnTo>
                                <a:pt x="570" y="109"/>
                              </a:lnTo>
                              <a:lnTo>
                                <a:pt x="580" y="109"/>
                              </a:lnTo>
                              <a:lnTo>
                                <a:pt x="590" y="119"/>
                              </a:lnTo>
                              <a:lnTo>
                                <a:pt x="595" y="129"/>
                              </a:lnTo>
                              <a:lnTo>
                                <a:pt x="600" y="139"/>
                              </a:lnTo>
                              <a:lnTo>
                                <a:pt x="595" y="149"/>
                              </a:lnTo>
                              <a:lnTo>
                                <a:pt x="585" y="159"/>
                              </a:lnTo>
                              <a:lnTo>
                                <a:pt x="575" y="169"/>
                              </a:lnTo>
                              <a:lnTo>
                                <a:pt x="565" y="169"/>
                              </a:lnTo>
                              <a:lnTo>
                                <a:pt x="555" y="164"/>
                              </a:lnTo>
                              <a:lnTo>
                                <a:pt x="545" y="159"/>
                              </a:lnTo>
                              <a:lnTo>
                                <a:pt x="535" y="149"/>
                              </a:lnTo>
                              <a:lnTo>
                                <a:pt x="535" y="139"/>
                              </a:lnTo>
                              <a:lnTo>
                                <a:pt x="540" y="129"/>
                              </a:lnTo>
                              <a:lnTo>
                                <a:pt x="550" y="119"/>
                              </a:lnTo>
                              <a:close/>
                              <a:moveTo>
                                <a:pt x="470" y="94"/>
                              </a:moveTo>
                              <a:lnTo>
                                <a:pt x="490" y="39"/>
                              </a:lnTo>
                              <a:lnTo>
                                <a:pt x="500" y="44"/>
                              </a:lnTo>
                              <a:lnTo>
                                <a:pt x="485" y="84"/>
                              </a:lnTo>
                              <a:lnTo>
                                <a:pt x="520" y="54"/>
                              </a:lnTo>
                              <a:lnTo>
                                <a:pt x="530" y="64"/>
                              </a:lnTo>
                              <a:lnTo>
                                <a:pt x="515" y="104"/>
                              </a:lnTo>
                              <a:lnTo>
                                <a:pt x="545" y="74"/>
                              </a:lnTo>
                              <a:lnTo>
                                <a:pt x="555" y="84"/>
                              </a:lnTo>
                              <a:lnTo>
                                <a:pt x="510" y="124"/>
                              </a:lnTo>
                              <a:lnTo>
                                <a:pt x="500" y="114"/>
                              </a:lnTo>
                              <a:lnTo>
                                <a:pt x="515" y="69"/>
                              </a:lnTo>
                              <a:lnTo>
                                <a:pt x="480" y="99"/>
                              </a:lnTo>
                              <a:lnTo>
                                <a:pt x="470" y="94"/>
                              </a:lnTo>
                              <a:close/>
                              <a:moveTo>
                                <a:pt x="425" y="74"/>
                              </a:moveTo>
                              <a:lnTo>
                                <a:pt x="445" y="30"/>
                              </a:lnTo>
                              <a:lnTo>
                                <a:pt x="425" y="25"/>
                              </a:lnTo>
                              <a:lnTo>
                                <a:pt x="430" y="15"/>
                              </a:lnTo>
                              <a:lnTo>
                                <a:pt x="475" y="30"/>
                              </a:lnTo>
                              <a:lnTo>
                                <a:pt x="470" y="39"/>
                              </a:lnTo>
                              <a:lnTo>
                                <a:pt x="455" y="35"/>
                              </a:lnTo>
                              <a:lnTo>
                                <a:pt x="435" y="79"/>
                              </a:lnTo>
                              <a:lnTo>
                                <a:pt x="425" y="74"/>
                              </a:lnTo>
                              <a:close/>
                              <a:moveTo>
                                <a:pt x="355" y="39"/>
                              </a:moveTo>
                              <a:lnTo>
                                <a:pt x="370" y="39"/>
                              </a:lnTo>
                              <a:lnTo>
                                <a:pt x="370" y="49"/>
                              </a:lnTo>
                              <a:lnTo>
                                <a:pt x="380" y="54"/>
                              </a:lnTo>
                              <a:lnTo>
                                <a:pt x="390" y="54"/>
                              </a:lnTo>
                              <a:lnTo>
                                <a:pt x="390" y="49"/>
                              </a:lnTo>
                              <a:lnTo>
                                <a:pt x="390" y="44"/>
                              </a:lnTo>
                              <a:lnTo>
                                <a:pt x="390" y="39"/>
                              </a:lnTo>
                              <a:lnTo>
                                <a:pt x="380" y="35"/>
                              </a:lnTo>
                              <a:lnTo>
                                <a:pt x="365" y="30"/>
                              </a:lnTo>
                              <a:lnTo>
                                <a:pt x="365" y="15"/>
                              </a:lnTo>
                              <a:lnTo>
                                <a:pt x="365" y="10"/>
                              </a:lnTo>
                              <a:lnTo>
                                <a:pt x="375" y="5"/>
                              </a:lnTo>
                              <a:lnTo>
                                <a:pt x="385" y="5"/>
                              </a:lnTo>
                              <a:lnTo>
                                <a:pt x="395" y="5"/>
                              </a:lnTo>
                              <a:lnTo>
                                <a:pt x="405" y="10"/>
                              </a:lnTo>
                              <a:lnTo>
                                <a:pt x="405" y="20"/>
                              </a:lnTo>
                              <a:lnTo>
                                <a:pt x="405" y="25"/>
                              </a:lnTo>
                              <a:lnTo>
                                <a:pt x="395" y="25"/>
                              </a:lnTo>
                              <a:lnTo>
                                <a:pt x="395" y="15"/>
                              </a:lnTo>
                              <a:lnTo>
                                <a:pt x="385" y="15"/>
                              </a:lnTo>
                              <a:lnTo>
                                <a:pt x="375" y="15"/>
                              </a:lnTo>
                              <a:lnTo>
                                <a:pt x="375" y="20"/>
                              </a:lnTo>
                              <a:lnTo>
                                <a:pt x="385" y="25"/>
                              </a:lnTo>
                              <a:lnTo>
                                <a:pt x="400" y="35"/>
                              </a:lnTo>
                              <a:lnTo>
                                <a:pt x="405" y="39"/>
                              </a:lnTo>
                              <a:lnTo>
                                <a:pt x="405" y="49"/>
                              </a:lnTo>
                              <a:lnTo>
                                <a:pt x="400" y="59"/>
                              </a:lnTo>
                              <a:lnTo>
                                <a:pt x="390" y="64"/>
                              </a:lnTo>
                              <a:lnTo>
                                <a:pt x="375" y="64"/>
                              </a:lnTo>
                              <a:lnTo>
                                <a:pt x="370" y="59"/>
                              </a:lnTo>
                              <a:lnTo>
                                <a:pt x="360" y="54"/>
                              </a:lnTo>
                              <a:lnTo>
                                <a:pt x="360" y="49"/>
                              </a:lnTo>
                              <a:lnTo>
                                <a:pt x="355" y="39"/>
                              </a:lnTo>
                              <a:close/>
                              <a:moveTo>
                                <a:pt x="295" y="64"/>
                              </a:moveTo>
                              <a:lnTo>
                                <a:pt x="290" y="5"/>
                              </a:lnTo>
                              <a:lnTo>
                                <a:pt x="300" y="0"/>
                              </a:lnTo>
                              <a:lnTo>
                                <a:pt x="330" y="39"/>
                              </a:lnTo>
                              <a:lnTo>
                                <a:pt x="325" y="0"/>
                              </a:lnTo>
                              <a:lnTo>
                                <a:pt x="335" y="0"/>
                              </a:lnTo>
                              <a:lnTo>
                                <a:pt x="340" y="59"/>
                              </a:lnTo>
                              <a:lnTo>
                                <a:pt x="330" y="59"/>
                              </a:lnTo>
                              <a:lnTo>
                                <a:pt x="300" y="25"/>
                              </a:lnTo>
                              <a:lnTo>
                                <a:pt x="305" y="59"/>
                              </a:lnTo>
                              <a:lnTo>
                                <a:pt x="295" y="64"/>
                              </a:lnTo>
                              <a:close/>
                              <a:moveTo>
                                <a:pt x="260" y="44"/>
                              </a:moveTo>
                              <a:lnTo>
                                <a:pt x="245" y="25"/>
                              </a:lnTo>
                              <a:lnTo>
                                <a:pt x="240" y="49"/>
                              </a:lnTo>
                              <a:lnTo>
                                <a:pt x="260" y="44"/>
                              </a:lnTo>
                              <a:close/>
                              <a:moveTo>
                                <a:pt x="285" y="64"/>
                              </a:moveTo>
                              <a:lnTo>
                                <a:pt x="270" y="64"/>
                              </a:lnTo>
                              <a:lnTo>
                                <a:pt x="265" y="54"/>
                              </a:lnTo>
                              <a:lnTo>
                                <a:pt x="240" y="59"/>
                              </a:lnTo>
                              <a:lnTo>
                                <a:pt x="240" y="74"/>
                              </a:lnTo>
                              <a:lnTo>
                                <a:pt x="225" y="79"/>
                              </a:lnTo>
                              <a:lnTo>
                                <a:pt x="235" y="15"/>
                              </a:lnTo>
                              <a:lnTo>
                                <a:pt x="245" y="10"/>
                              </a:lnTo>
                              <a:lnTo>
                                <a:pt x="285" y="64"/>
                              </a:lnTo>
                              <a:close/>
                              <a:moveTo>
                                <a:pt x="175" y="49"/>
                              </a:moveTo>
                              <a:lnTo>
                                <a:pt x="185" y="6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0" y="54"/>
                              </a:lnTo>
                              <a:lnTo>
                                <a:pt x="200" y="49"/>
                              </a:lnTo>
                              <a:lnTo>
                                <a:pt x="195" y="44"/>
                              </a:lnTo>
                              <a:lnTo>
                                <a:pt x="190" y="44"/>
                              </a:lnTo>
                              <a:lnTo>
                                <a:pt x="180" y="49"/>
                              </a:lnTo>
                              <a:lnTo>
                                <a:pt x="175" y="49"/>
                              </a:lnTo>
                              <a:close/>
                              <a:moveTo>
                                <a:pt x="185" y="99"/>
                              </a:moveTo>
                              <a:lnTo>
                                <a:pt x="160" y="49"/>
                              </a:lnTo>
                              <a:lnTo>
                                <a:pt x="175" y="39"/>
                              </a:lnTo>
                              <a:lnTo>
                                <a:pt x="190" y="35"/>
                              </a:lnTo>
                              <a:lnTo>
                                <a:pt x="200" y="35"/>
                              </a:lnTo>
                              <a:lnTo>
                                <a:pt x="210" y="44"/>
                              </a:lnTo>
                              <a:lnTo>
                                <a:pt x="210" y="54"/>
                              </a:lnTo>
                              <a:lnTo>
                                <a:pt x="210" y="59"/>
                              </a:lnTo>
                              <a:lnTo>
                                <a:pt x="205" y="64"/>
                              </a:lnTo>
                              <a:lnTo>
                                <a:pt x="195" y="69"/>
                              </a:lnTo>
                              <a:lnTo>
                                <a:pt x="185" y="74"/>
                              </a:lnTo>
                              <a:lnTo>
                                <a:pt x="200" y="94"/>
                              </a:lnTo>
                              <a:lnTo>
                                <a:pt x="185" y="99"/>
                              </a:lnTo>
                              <a:close/>
                              <a:moveTo>
                                <a:pt x="140" y="139"/>
                              </a:moveTo>
                              <a:lnTo>
                                <a:pt x="120" y="124"/>
                              </a:lnTo>
                              <a:lnTo>
                                <a:pt x="80" y="114"/>
                              </a:lnTo>
                              <a:lnTo>
                                <a:pt x="90" y="104"/>
                              </a:lnTo>
                              <a:lnTo>
                                <a:pt x="120" y="109"/>
                              </a:lnTo>
                              <a:lnTo>
                                <a:pt x="110" y="84"/>
                              </a:lnTo>
                              <a:lnTo>
                                <a:pt x="120" y="74"/>
                              </a:lnTo>
                              <a:lnTo>
                                <a:pt x="130" y="114"/>
                              </a:lnTo>
                              <a:lnTo>
                                <a:pt x="145" y="134"/>
                              </a:lnTo>
                              <a:lnTo>
                                <a:pt x="140" y="139"/>
                              </a:lnTo>
                              <a:close/>
                              <a:moveTo>
                                <a:pt x="75" y="188"/>
                              </a:moveTo>
                              <a:lnTo>
                                <a:pt x="80" y="179"/>
                              </a:lnTo>
                              <a:lnTo>
                                <a:pt x="90" y="179"/>
                              </a:lnTo>
                              <a:lnTo>
                                <a:pt x="100" y="174"/>
                              </a:lnTo>
                              <a:lnTo>
                                <a:pt x="100" y="164"/>
                              </a:lnTo>
                              <a:lnTo>
                                <a:pt x="100" y="159"/>
                              </a:lnTo>
                              <a:lnTo>
                                <a:pt x="95" y="159"/>
                              </a:lnTo>
                              <a:lnTo>
                                <a:pt x="90" y="159"/>
                              </a:lnTo>
                              <a:lnTo>
                                <a:pt x="80" y="169"/>
                              </a:lnTo>
                              <a:lnTo>
                                <a:pt x="70" y="174"/>
                              </a:lnTo>
                              <a:lnTo>
                                <a:pt x="55" y="174"/>
                              </a:lnTo>
                              <a:lnTo>
                                <a:pt x="50" y="164"/>
                              </a:lnTo>
                              <a:lnTo>
                                <a:pt x="50" y="154"/>
                              </a:lnTo>
                              <a:lnTo>
                                <a:pt x="55" y="144"/>
                              </a:lnTo>
                              <a:lnTo>
                                <a:pt x="65" y="139"/>
                              </a:lnTo>
                              <a:lnTo>
                                <a:pt x="70" y="134"/>
                              </a:lnTo>
                              <a:lnTo>
                                <a:pt x="75" y="134"/>
                              </a:lnTo>
                              <a:lnTo>
                                <a:pt x="85" y="139"/>
                              </a:lnTo>
                              <a:lnTo>
                                <a:pt x="75" y="149"/>
                              </a:lnTo>
                              <a:lnTo>
                                <a:pt x="70" y="144"/>
                              </a:lnTo>
                              <a:lnTo>
                                <a:pt x="65" y="149"/>
                              </a:lnTo>
                              <a:lnTo>
                                <a:pt x="60" y="159"/>
                              </a:lnTo>
                              <a:lnTo>
                                <a:pt x="65" y="164"/>
                              </a:lnTo>
                              <a:lnTo>
                                <a:pt x="75" y="159"/>
                              </a:lnTo>
                              <a:lnTo>
                                <a:pt x="90" y="149"/>
                              </a:lnTo>
                              <a:lnTo>
                                <a:pt x="95" y="149"/>
                              </a:lnTo>
                              <a:lnTo>
                                <a:pt x="105" y="149"/>
                              </a:lnTo>
                              <a:lnTo>
                                <a:pt x="110" y="159"/>
                              </a:lnTo>
                              <a:lnTo>
                                <a:pt x="110" y="169"/>
                              </a:lnTo>
                              <a:lnTo>
                                <a:pt x="105" y="179"/>
                              </a:lnTo>
                              <a:lnTo>
                                <a:pt x="100" y="188"/>
                              </a:lnTo>
                              <a:lnTo>
                                <a:pt x="90" y="193"/>
                              </a:lnTo>
                              <a:lnTo>
                                <a:pt x="85" y="193"/>
                              </a:lnTo>
                              <a:lnTo>
                                <a:pt x="75" y="188"/>
                              </a:lnTo>
                              <a:close/>
                              <a:moveTo>
                                <a:pt x="60" y="218"/>
                              </a:moveTo>
                              <a:lnTo>
                                <a:pt x="35" y="218"/>
                              </a:lnTo>
                              <a:lnTo>
                                <a:pt x="50" y="233"/>
                              </a:lnTo>
                              <a:lnTo>
                                <a:pt x="60" y="218"/>
                              </a:lnTo>
                              <a:close/>
                              <a:moveTo>
                                <a:pt x="90" y="203"/>
                              </a:moveTo>
                              <a:lnTo>
                                <a:pt x="85" y="218"/>
                              </a:lnTo>
                              <a:lnTo>
                                <a:pt x="70" y="218"/>
                              </a:lnTo>
                              <a:lnTo>
                                <a:pt x="60" y="238"/>
                              </a:lnTo>
                              <a:lnTo>
                                <a:pt x="70" y="248"/>
                              </a:lnTo>
                              <a:lnTo>
                                <a:pt x="65" y="258"/>
                              </a:lnTo>
                              <a:lnTo>
                                <a:pt x="20" y="218"/>
                              </a:lnTo>
                              <a:lnTo>
                                <a:pt x="25" y="203"/>
                              </a:lnTo>
                              <a:lnTo>
                                <a:pt x="90" y="203"/>
                              </a:lnTo>
                              <a:close/>
                              <a:moveTo>
                                <a:pt x="60" y="308"/>
                              </a:moveTo>
                              <a:lnTo>
                                <a:pt x="0" y="293"/>
                              </a:lnTo>
                              <a:lnTo>
                                <a:pt x="0" y="283"/>
                              </a:lnTo>
                              <a:lnTo>
                                <a:pt x="50" y="293"/>
                              </a:lnTo>
                              <a:lnTo>
                                <a:pt x="55" y="263"/>
                              </a:lnTo>
                              <a:lnTo>
                                <a:pt x="65" y="263"/>
                              </a:lnTo>
                              <a:lnTo>
                                <a:pt x="60" y="3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4" name="Freeform 14"/>
                      <wps:cNvSpPr/>
                      <wps:spPr bwMode="auto">
                        <a:xfrm>
                          <a:off x="219075" y="15875"/>
                          <a:ext cx="9525" cy="6350"/>
                        </a:xfrm>
                        <a:custGeom>
                          <a:avLst/>
                          <a:gdLst>
                            <a:gd name="T0" fmla="*/ 0 w 15"/>
                            <a:gd name="T1" fmla="*/ 10 h 10"/>
                            <a:gd name="T2" fmla="*/ 5 w 15"/>
                            <a:gd name="T3" fmla="*/ 0 h 10"/>
                            <a:gd name="T4" fmla="*/ 15 w 15"/>
                            <a:gd name="T5" fmla="*/ 0 h 10"/>
                            <a:gd name="T6" fmla="*/ 5 w 15"/>
                            <a:gd name="T7" fmla="*/ 10 h 10"/>
                            <a:gd name="T8" fmla="*/ 0 w 15"/>
                            <a:gd name="T9" fmla="*/ 10 h 10"/>
                          </a:gdLst>
                          <a:ahLst/>
                          <a:cxnLst/>
                          <a:rect l="0" t="0" r="r" b="b"/>
                          <a:pathLst>
                            <a:path w="15" h="10">
                              <a:moveTo>
                                <a:pt x="0" y="10"/>
                              </a:moveTo>
                              <a:lnTo>
                                <a:pt x="5" y="0"/>
                              </a:lnTo>
                              <a:lnTo>
                                <a:pt x="15" y="0"/>
                              </a:lnTo>
                              <a:lnTo>
                                <a:pt x="5" y="10"/>
                              </a:lnTo>
                              <a:lnTo>
                                <a:pt x="0" y="1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5" name="Freeform 15"/>
                      <wps:cNvSpPr/>
                      <wps:spPr bwMode="auto">
                        <a:xfrm>
                          <a:off x="31750" y="312420"/>
                          <a:ext cx="184150" cy="132080"/>
                        </a:xfrm>
                        <a:custGeom>
                          <a:avLst/>
                          <a:gdLst>
                            <a:gd name="T0" fmla="*/ 285 w 290"/>
                            <a:gd name="T1" fmla="*/ 208 h 208"/>
                            <a:gd name="T2" fmla="*/ 260 w 290"/>
                            <a:gd name="T3" fmla="*/ 203 h 208"/>
                            <a:gd name="T4" fmla="*/ 240 w 290"/>
                            <a:gd name="T5" fmla="*/ 198 h 208"/>
                            <a:gd name="T6" fmla="*/ 215 w 290"/>
                            <a:gd name="T7" fmla="*/ 188 h 208"/>
                            <a:gd name="T8" fmla="*/ 190 w 290"/>
                            <a:gd name="T9" fmla="*/ 183 h 208"/>
                            <a:gd name="T10" fmla="*/ 170 w 290"/>
                            <a:gd name="T11" fmla="*/ 173 h 208"/>
                            <a:gd name="T12" fmla="*/ 145 w 290"/>
                            <a:gd name="T13" fmla="*/ 164 h 208"/>
                            <a:gd name="T14" fmla="*/ 125 w 290"/>
                            <a:gd name="T15" fmla="*/ 149 h 208"/>
                            <a:gd name="T16" fmla="*/ 105 w 290"/>
                            <a:gd name="T17" fmla="*/ 134 h 208"/>
                            <a:gd name="T18" fmla="*/ 90 w 290"/>
                            <a:gd name="T19" fmla="*/ 124 h 208"/>
                            <a:gd name="T20" fmla="*/ 70 w 290"/>
                            <a:gd name="T21" fmla="*/ 109 h 208"/>
                            <a:gd name="T22" fmla="*/ 55 w 290"/>
                            <a:gd name="T23" fmla="*/ 89 h 208"/>
                            <a:gd name="T24" fmla="*/ 45 w 290"/>
                            <a:gd name="T25" fmla="*/ 74 h 208"/>
                            <a:gd name="T26" fmla="*/ 30 w 290"/>
                            <a:gd name="T27" fmla="*/ 54 h 208"/>
                            <a:gd name="T28" fmla="*/ 20 w 290"/>
                            <a:gd name="T29" fmla="*/ 39 h 208"/>
                            <a:gd name="T30" fmla="*/ 10 w 290"/>
                            <a:gd name="T31" fmla="*/ 20 h 208"/>
                            <a:gd name="T32" fmla="*/ 0 w 290"/>
                            <a:gd name="T33" fmla="*/ 0 h 208"/>
                            <a:gd name="T34" fmla="*/ 10 w 290"/>
                            <a:gd name="T35" fmla="*/ 5 h 208"/>
                            <a:gd name="T36" fmla="*/ 20 w 290"/>
                            <a:gd name="T37" fmla="*/ 24 h 208"/>
                            <a:gd name="T38" fmla="*/ 30 w 290"/>
                            <a:gd name="T39" fmla="*/ 44 h 208"/>
                            <a:gd name="T40" fmla="*/ 40 w 290"/>
                            <a:gd name="T41" fmla="*/ 64 h 208"/>
                            <a:gd name="T42" fmla="*/ 55 w 290"/>
                            <a:gd name="T43" fmla="*/ 79 h 208"/>
                            <a:gd name="T44" fmla="*/ 70 w 290"/>
                            <a:gd name="T45" fmla="*/ 94 h 208"/>
                            <a:gd name="T46" fmla="*/ 85 w 290"/>
                            <a:gd name="T47" fmla="*/ 109 h 208"/>
                            <a:gd name="T48" fmla="*/ 100 w 290"/>
                            <a:gd name="T49" fmla="*/ 124 h 208"/>
                            <a:gd name="T50" fmla="*/ 120 w 290"/>
                            <a:gd name="T51" fmla="*/ 139 h 208"/>
                            <a:gd name="T52" fmla="*/ 140 w 290"/>
                            <a:gd name="T53" fmla="*/ 154 h 208"/>
                            <a:gd name="T54" fmla="*/ 160 w 290"/>
                            <a:gd name="T55" fmla="*/ 164 h 208"/>
                            <a:gd name="T56" fmla="*/ 180 w 290"/>
                            <a:gd name="T57" fmla="*/ 173 h 208"/>
                            <a:gd name="T58" fmla="*/ 205 w 290"/>
                            <a:gd name="T59" fmla="*/ 183 h 208"/>
                            <a:gd name="T60" fmla="*/ 225 w 290"/>
                            <a:gd name="T61" fmla="*/ 188 h 208"/>
                            <a:gd name="T62" fmla="*/ 250 w 290"/>
                            <a:gd name="T63" fmla="*/ 193 h 208"/>
                            <a:gd name="T64" fmla="*/ 275 w 290"/>
                            <a:gd name="T65" fmla="*/ 198 h 208"/>
                          </a:gdLst>
                          <a:ahLst/>
                          <a:cxnLst/>
                          <a:rect l="0" t="0" r="r" b="b"/>
                          <a:pathLst>
                            <a:path w="290" h="208">
                              <a:moveTo>
                                <a:pt x="290" y="203"/>
                              </a:moveTo>
                              <a:lnTo>
                                <a:pt x="285" y="208"/>
                              </a:lnTo>
                              <a:lnTo>
                                <a:pt x="275" y="203"/>
                              </a:lnTo>
                              <a:lnTo>
                                <a:pt x="260" y="203"/>
                              </a:lnTo>
                              <a:lnTo>
                                <a:pt x="250" y="198"/>
                              </a:lnTo>
                              <a:lnTo>
                                <a:pt x="240" y="198"/>
                              </a:lnTo>
                              <a:lnTo>
                                <a:pt x="225" y="193"/>
                              </a:lnTo>
                              <a:lnTo>
                                <a:pt x="215" y="188"/>
                              </a:lnTo>
                              <a:lnTo>
                                <a:pt x="200" y="188"/>
                              </a:lnTo>
                              <a:lnTo>
                                <a:pt x="190" y="183"/>
                              </a:lnTo>
                              <a:lnTo>
                                <a:pt x="180" y="178"/>
                              </a:lnTo>
                              <a:lnTo>
                                <a:pt x="170" y="173"/>
                              </a:lnTo>
                              <a:lnTo>
                                <a:pt x="155" y="169"/>
                              </a:lnTo>
                              <a:lnTo>
                                <a:pt x="145" y="164"/>
                              </a:lnTo>
                              <a:lnTo>
                                <a:pt x="135" y="154"/>
                              </a:lnTo>
                              <a:lnTo>
                                <a:pt x="125" y="149"/>
                              </a:lnTo>
                              <a:lnTo>
                                <a:pt x="115" y="144"/>
                              </a:lnTo>
                              <a:lnTo>
                                <a:pt x="105" y="134"/>
                              </a:lnTo>
                              <a:lnTo>
                                <a:pt x="100" y="129"/>
                              </a:lnTo>
                              <a:lnTo>
                                <a:pt x="90" y="124"/>
                              </a:lnTo>
                              <a:lnTo>
                                <a:pt x="80" y="114"/>
                              </a:lnTo>
                              <a:lnTo>
                                <a:pt x="70" y="109"/>
                              </a:lnTo>
                              <a:lnTo>
                                <a:pt x="65" y="99"/>
                              </a:lnTo>
                              <a:lnTo>
                                <a:pt x="55" y="89"/>
                              </a:lnTo>
                              <a:lnTo>
                                <a:pt x="50" y="84"/>
                              </a:lnTo>
                              <a:lnTo>
                                <a:pt x="45" y="74"/>
                              </a:lnTo>
                              <a:lnTo>
                                <a:pt x="35" y="64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29"/>
                              </a:lnTo>
                              <a:lnTo>
                                <a:pt x="10" y="20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5" y="15"/>
                              </a:lnTo>
                              <a:lnTo>
                                <a:pt x="20" y="24"/>
                              </a:lnTo>
                              <a:lnTo>
                                <a:pt x="25" y="34"/>
                              </a:lnTo>
                              <a:lnTo>
                                <a:pt x="30" y="44"/>
                              </a:lnTo>
                              <a:lnTo>
                                <a:pt x="35" y="54"/>
                              </a:lnTo>
                              <a:lnTo>
                                <a:pt x="40" y="64"/>
                              </a:lnTo>
                              <a:lnTo>
                                <a:pt x="45" y="69"/>
                              </a:lnTo>
                              <a:lnTo>
                                <a:pt x="55" y="79"/>
                              </a:lnTo>
                              <a:lnTo>
                                <a:pt x="60" y="89"/>
                              </a:lnTo>
                              <a:lnTo>
                                <a:pt x="70" y="94"/>
                              </a:lnTo>
                              <a:lnTo>
                                <a:pt x="75" y="104"/>
                              </a:lnTo>
                              <a:lnTo>
                                <a:pt x="85" y="109"/>
                              </a:lnTo>
                              <a:lnTo>
                                <a:pt x="90" y="119"/>
                              </a:lnTo>
                              <a:lnTo>
                                <a:pt x="100" y="124"/>
                              </a:lnTo>
                              <a:lnTo>
                                <a:pt x="110" y="134"/>
                              </a:lnTo>
                              <a:lnTo>
                                <a:pt x="120" y="139"/>
                              </a:lnTo>
                              <a:lnTo>
                                <a:pt x="130" y="144"/>
                              </a:lnTo>
                              <a:lnTo>
                                <a:pt x="140" y="154"/>
                              </a:lnTo>
                              <a:lnTo>
                                <a:pt x="150" y="159"/>
                              </a:lnTo>
                              <a:lnTo>
                                <a:pt x="160" y="164"/>
                              </a:lnTo>
                              <a:lnTo>
                                <a:pt x="170" y="169"/>
                              </a:lnTo>
                              <a:lnTo>
                                <a:pt x="180" y="173"/>
                              </a:lnTo>
                              <a:lnTo>
                                <a:pt x="190" y="178"/>
                              </a:lnTo>
                              <a:lnTo>
                                <a:pt x="205" y="183"/>
                              </a:lnTo>
                              <a:lnTo>
                                <a:pt x="215" y="183"/>
                              </a:lnTo>
                              <a:lnTo>
                                <a:pt x="225" y="188"/>
                              </a:lnTo>
                              <a:lnTo>
                                <a:pt x="240" y="193"/>
                              </a:lnTo>
                              <a:lnTo>
                                <a:pt x="250" y="193"/>
                              </a:lnTo>
                              <a:lnTo>
                                <a:pt x="265" y="198"/>
                              </a:lnTo>
                              <a:lnTo>
                                <a:pt x="275" y="198"/>
                              </a:lnTo>
                              <a:lnTo>
                                <a:pt x="290" y="20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6" name="Freeform 16"/>
                      <wps:cNvSpPr/>
                      <wps:spPr bwMode="auto">
                        <a:xfrm>
                          <a:off x="47625" y="293370"/>
                          <a:ext cx="187325" cy="135255"/>
                        </a:xfrm>
                        <a:custGeom>
                          <a:avLst/>
                          <a:gdLst>
                            <a:gd name="T0" fmla="*/ 295 w 295"/>
                            <a:gd name="T1" fmla="*/ 213 h 213"/>
                            <a:gd name="T2" fmla="*/ 265 w 295"/>
                            <a:gd name="T3" fmla="*/ 213 h 213"/>
                            <a:gd name="T4" fmla="*/ 240 w 295"/>
                            <a:gd name="T5" fmla="*/ 208 h 213"/>
                            <a:gd name="T6" fmla="*/ 215 w 295"/>
                            <a:gd name="T7" fmla="*/ 203 h 213"/>
                            <a:gd name="T8" fmla="*/ 190 w 295"/>
                            <a:gd name="T9" fmla="*/ 194 h 213"/>
                            <a:gd name="T10" fmla="*/ 165 w 295"/>
                            <a:gd name="T11" fmla="*/ 184 h 213"/>
                            <a:gd name="T12" fmla="*/ 145 w 295"/>
                            <a:gd name="T13" fmla="*/ 174 h 213"/>
                            <a:gd name="T14" fmla="*/ 125 w 295"/>
                            <a:gd name="T15" fmla="*/ 164 h 213"/>
                            <a:gd name="T16" fmla="*/ 105 w 295"/>
                            <a:gd name="T17" fmla="*/ 149 h 213"/>
                            <a:gd name="T18" fmla="*/ 85 w 295"/>
                            <a:gd name="T19" fmla="*/ 134 h 213"/>
                            <a:gd name="T20" fmla="*/ 70 w 295"/>
                            <a:gd name="T21" fmla="*/ 119 h 213"/>
                            <a:gd name="T22" fmla="*/ 50 w 295"/>
                            <a:gd name="T23" fmla="*/ 99 h 213"/>
                            <a:gd name="T24" fmla="*/ 40 w 295"/>
                            <a:gd name="T25" fmla="*/ 84 h 213"/>
                            <a:gd name="T26" fmla="*/ 25 w 295"/>
                            <a:gd name="T27" fmla="*/ 64 h 213"/>
                            <a:gd name="T28" fmla="*/ 15 w 295"/>
                            <a:gd name="T29" fmla="*/ 45 h 213"/>
                            <a:gd name="T30" fmla="*/ 5 w 295"/>
                            <a:gd name="T31" fmla="*/ 25 h 213"/>
                            <a:gd name="T32" fmla="*/ 0 w 295"/>
                            <a:gd name="T33" fmla="*/ 0 h 213"/>
                            <a:gd name="T34" fmla="*/ 5 w 295"/>
                            <a:gd name="T35" fmla="*/ 10 h 213"/>
                            <a:gd name="T36" fmla="*/ 15 w 295"/>
                            <a:gd name="T37" fmla="*/ 30 h 213"/>
                            <a:gd name="T38" fmla="*/ 25 w 295"/>
                            <a:gd name="T39" fmla="*/ 50 h 213"/>
                            <a:gd name="T40" fmla="*/ 35 w 295"/>
                            <a:gd name="T41" fmla="*/ 69 h 213"/>
                            <a:gd name="T42" fmla="*/ 50 w 295"/>
                            <a:gd name="T43" fmla="*/ 89 h 213"/>
                            <a:gd name="T44" fmla="*/ 65 w 295"/>
                            <a:gd name="T45" fmla="*/ 104 h 213"/>
                            <a:gd name="T46" fmla="*/ 80 w 295"/>
                            <a:gd name="T47" fmla="*/ 119 h 213"/>
                            <a:gd name="T48" fmla="*/ 95 w 295"/>
                            <a:gd name="T49" fmla="*/ 139 h 213"/>
                            <a:gd name="T50" fmla="*/ 115 w 295"/>
                            <a:gd name="T51" fmla="*/ 149 h 213"/>
                            <a:gd name="T52" fmla="*/ 135 w 295"/>
                            <a:gd name="T53" fmla="*/ 164 h 213"/>
                            <a:gd name="T54" fmla="*/ 160 w 295"/>
                            <a:gd name="T55" fmla="*/ 174 h 213"/>
                            <a:gd name="T56" fmla="*/ 180 w 295"/>
                            <a:gd name="T57" fmla="*/ 184 h 213"/>
                            <a:gd name="T58" fmla="*/ 205 w 295"/>
                            <a:gd name="T59" fmla="*/ 194 h 213"/>
                            <a:gd name="T60" fmla="*/ 230 w 295"/>
                            <a:gd name="T61" fmla="*/ 199 h 213"/>
                            <a:gd name="T62" fmla="*/ 255 w 295"/>
                            <a:gd name="T63" fmla="*/ 203 h 213"/>
                            <a:gd name="T64" fmla="*/ 280 w 295"/>
                            <a:gd name="T65" fmla="*/ 208 h 213"/>
                          </a:gdLst>
                          <a:ahLst/>
                          <a:cxnLst/>
                          <a:rect l="0" t="0" r="r" b="b"/>
                          <a:pathLst>
                            <a:path w="295" h="213">
                              <a:moveTo>
                                <a:pt x="295" y="208"/>
                              </a:moveTo>
                              <a:lnTo>
                                <a:pt x="295" y="213"/>
                              </a:lnTo>
                              <a:lnTo>
                                <a:pt x="280" y="213"/>
                              </a:lnTo>
                              <a:lnTo>
                                <a:pt x="265" y="213"/>
                              </a:lnTo>
                              <a:lnTo>
                                <a:pt x="255" y="208"/>
                              </a:lnTo>
                              <a:lnTo>
                                <a:pt x="240" y="208"/>
                              </a:lnTo>
                              <a:lnTo>
                                <a:pt x="225" y="203"/>
                              </a:lnTo>
                              <a:lnTo>
                                <a:pt x="215" y="203"/>
                              </a:lnTo>
                              <a:lnTo>
                                <a:pt x="200" y="199"/>
                              </a:lnTo>
                              <a:lnTo>
                                <a:pt x="190" y="194"/>
                              </a:lnTo>
                              <a:lnTo>
                                <a:pt x="180" y="189"/>
                              </a:lnTo>
                              <a:lnTo>
                                <a:pt x="165" y="184"/>
                              </a:lnTo>
                              <a:lnTo>
                                <a:pt x="155" y="179"/>
                              </a:lnTo>
                              <a:lnTo>
                                <a:pt x="145" y="174"/>
                              </a:lnTo>
                              <a:lnTo>
                                <a:pt x="135" y="169"/>
                              </a:lnTo>
                              <a:lnTo>
                                <a:pt x="125" y="164"/>
                              </a:lnTo>
                              <a:lnTo>
                                <a:pt x="115" y="154"/>
                              </a:lnTo>
                              <a:lnTo>
                                <a:pt x="105" y="149"/>
                              </a:lnTo>
                              <a:lnTo>
                                <a:pt x="95" y="139"/>
                              </a:lnTo>
                              <a:lnTo>
                                <a:pt x="85" y="134"/>
                              </a:lnTo>
                              <a:lnTo>
                                <a:pt x="75" y="124"/>
                              </a:lnTo>
                              <a:lnTo>
                                <a:pt x="70" y="119"/>
                              </a:lnTo>
                              <a:lnTo>
                                <a:pt x="60" y="109"/>
                              </a:lnTo>
                              <a:lnTo>
                                <a:pt x="50" y="99"/>
                              </a:lnTo>
                              <a:lnTo>
                                <a:pt x="45" y="89"/>
                              </a:lnTo>
                              <a:lnTo>
                                <a:pt x="40" y="84"/>
                              </a:lnTo>
                              <a:lnTo>
                                <a:pt x="30" y="74"/>
                              </a:lnTo>
                              <a:lnTo>
                                <a:pt x="25" y="64"/>
                              </a:lnTo>
                              <a:lnTo>
                                <a:pt x="20" y="54"/>
                              </a:lnTo>
                              <a:lnTo>
                                <a:pt x="15" y="45"/>
                              </a:lnTo>
                              <a:lnTo>
                                <a:pt x="10" y="35"/>
                              </a:lnTo>
                              <a:lnTo>
                                <a:pt x="5" y="25"/>
                              </a:lnTo>
                              <a:lnTo>
                                <a:pt x="0" y="1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10"/>
                              </a:lnTo>
                              <a:lnTo>
                                <a:pt x="10" y="20"/>
                              </a:lnTo>
                              <a:lnTo>
                                <a:pt x="15" y="30"/>
                              </a:lnTo>
                              <a:lnTo>
                                <a:pt x="20" y="40"/>
                              </a:lnTo>
                              <a:lnTo>
                                <a:pt x="25" y="50"/>
                              </a:lnTo>
                              <a:lnTo>
                                <a:pt x="30" y="59"/>
                              </a:lnTo>
                              <a:lnTo>
                                <a:pt x="35" y="69"/>
                              </a:lnTo>
                              <a:lnTo>
                                <a:pt x="40" y="79"/>
                              </a:lnTo>
                              <a:lnTo>
                                <a:pt x="50" y="89"/>
                              </a:lnTo>
                              <a:lnTo>
                                <a:pt x="55" y="94"/>
                              </a:lnTo>
                              <a:lnTo>
                                <a:pt x="65" y="104"/>
                              </a:lnTo>
                              <a:lnTo>
                                <a:pt x="70" y="114"/>
                              </a:lnTo>
                              <a:lnTo>
                                <a:pt x="80" y="119"/>
                              </a:lnTo>
                              <a:lnTo>
                                <a:pt x="90" y="129"/>
                              </a:lnTo>
                              <a:lnTo>
                                <a:pt x="95" y="139"/>
                              </a:lnTo>
                              <a:lnTo>
                                <a:pt x="105" y="144"/>
                              </a:lnTo>
                              <a:lnTo>
                                <a:pt x="115" y="149"/>
                              </a:lnTo>
                              <a:lnTo>
                                <a:pt x="125" y="159"/>
                              </a:lnTo>
                              <a:lnTo>
                                <a:pt x="135" y="164"/>
                              </a:lnTo>
                              <a:lnTo>
                                <a:pt x="145" y="169"/>
                              </a:lnTo>
                              <a:lnTo>
                                <a:pt x="160" y="174"/>
                              </a:lnTo>
                              <a:lnTo>
                                <a:pt x="170" y="179"/>
                              </a:lnTo>
                              <a:lnTo>
                                <a:pt x="180" y="184"/>
                              </a:lnTo>
                              <a:lnTo>
                                <a:pt x="190" y="189"/>
                              </a:lnTo>
                              <a:lnTo>
                                <a:pt x="205" y="194"/>
                              </a:lnTo>
                              <a:lnTo>
                                <a:pt x="215" y="199"/>
                              </a:lnTo>
                              <a:lnTo>
                                <a:pt x="230" y="199"/>
                              </a:lnTo>
                              <a:lnTo>
                                <a:pt x="240" y="203"/>
                              </a:lnTo>
                              <a:lnTo>
                                <a:pt x="255" y="203"/>
                              </a:lnTo>
                              <a:lnTo>
                                <a:pt x="265" y="208"/>
                              </a:lnTo>
                              <a:lnTo>
                                <a:pt x="280" y="208"/>
                              </a:lnTo>
                              <a:lnTo>
                                <a:pt x="295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7" name="Freeform 17"/>
                      <wps:cNvSpPr/>
                      <wps:spPr bwMode="auto">
                        <a:xfrm>
                          <a:off x="69850" y="302895"/>
                          <a:ext cx="149225" cy="110490"/>
                        </a:xfrm>
                        <a:custGeom>
                          <a:avLst/>
                          <a:gdLst>
                            <a:gd name="T0" fmla="*/ 235 w 235"/>
                            <a:gd name="T1" fmla="*/ 174 h 174"/>
                            <a:gd name="T2" fmla="*/ 215 w 235"/>
                            <a:gd name="T3" fmla="*/ 169 h 174"/>
                            <a:gd name="T4" fmla="*/ 195 w 235"/>
                            <a:gd name="T5" fmla="*/ 164 h 174"/>
                            <a:gd name="T6" fmla="*/ 175 w 235"/>
                            <a:gd name="T7" fmla="*/ 159 h 174"/>
                            <a:gd name="T8" fmla="*/ 155 w 235"/>
                            <a:gd name="T9" fmla="*/ 149 h 174"/>
                            <a:gd name="T10" fmla="*/ 140 w 235"/>
                            <a:gd name="T11" fmla="*/ 144 h 174"/>
                            <a:gd name="T12" fmla="*/ 120 w 235"/>
                            <a:gd name="T13" fmla="*/ 134 h 174"/>
                            <a:gd name="T14" fmla="*/ 105 w 235"/>
                            <a:gd name="T15" fmla="*/ 124 h 174"/>
                            <a:gd name="T16" fmla="*/ 90 w 235"/>
                            <a:gd name="T17" fmla="*/ 114 h 174"/>
                            <a:gd name="T18" fmla="*/ 75 w 235"/>
                            <a:gd name="T19" fmla="*/ 99 h 174"/>
                            <a:gd name="T20" fmla="*/ 60 w 235"/>
                            <a:gd name="T21" fmla="*/ 89 h 174"/>
                            <a:gd name="T22" fmla="*/ 45 w 235"/>
                            <a:gd name="T23" fmla="*/ 74 h 174"/>
                            <a:gd name="T24" fmla="*/ 35 w 235"/>
                            <a:gd name="T25" fmla="*/ 59 h 174"/>
                            <a:gd name="T26" fmla="*/ 25 w 235"/>
                            <a:gd name="T27" fmla="*/ 49 h 174"/>
                            <a:gd name="T28" fmla="*/ 15 w 235"/>
                            <a:gd name="T29" fmla="*/ 35 h 174"/>
                            <a:gd name="T30" fmla="*/ 5 w 235"/>
                            <a:gd name="T31" fmla="*/ 15 h 174"/>
                            <a:gd name="T32" fmla="*/ 0 w 235"/>
                            <a:gd name="T33" fmla="*/ 0 h 174"/>
                            <a:gd name="T34" fmla="*/ 10 w 235"/>
                            <a:gd name="T35" fmla="*/ 5 h 174"/>
                            <a:gd name="T36" fmla="*/ 15 w 235"/>
                            <a:gd name="T37" fmla="*/ 25 h 174"/>
                            <a:gd name="T38" fmla="*/ 25 w 235"/>
                            <a:gd name="T39" fmla="*/ 39 h 174"/>
                            <a:gd name="T40" fmla="*/ 35 w 235"/>
                            <a:gd name="T41" fmla="*/ 49 h 174"/>
                            <a:gd name="T42" fmla="*/ 45 w 235"/>
                            <a:gd name="T43" fmla="*/ 64 h 174"/>
                            <a:gd name="T44" fmla="*/ 55 w 235"/>
                            <a:gd name="T45" fmla="*/ 79 h 174"/>
                            <a:gd name="T46" fmla="*/ 70 w 235"/>
                            <a:gd name="T47" fmla="*/ 89 h 174"/>
                            <a:gd name="T48" fmla="*/ 85 w 235"/>
                            <a:gd name="T49" fmla="*/ 104 h 174"/>
                            <a:gd name="T50" fmla="*/ 100 w 235"/>
                            <a:gd name="T51" fmla="*/ 114 h 174"/>
                            <a:gd name="T52" fmla="*/ 115 w 235"/>
                            <a:gd name="T53" fmla="*/ 124 h 174"/>
                            <a:gd name="T54" fmla="*/ 130 w 235"/>
                            <a:gd name="T55" fmla="*/ 134 h 174"/>
                            <a:gd name="T56" fmla="*/ 150 w 235"/>
                            <a:gd name="T57" fmla="*/ 144 h 174"/>
                            <a:gd name="T58" fmla="*/ 165 w 235"/>
                            <a:gd name="T59" fmla="*/ 149 h 174"/>
                            <a:gd name="T60" fmla="*/ 185 w 235"/>
                            <a:gd name="T61" fmla="*/ 154 h 174"/>
                            <a:gd name="T62" fmla="*/ 205 w 235"/>
                            <a:gd name="T63" fmla="*/ 159 h 174"/>
                            <a:gd name="T64" fmla="*/ 225 w 235"/>
                            <a:gd name="T65" fmla="*/ 164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235" y="169"/>
                              </a:moveTo>
                              <a:lnTo>
                                <a:pt x="235" y="174"/>
                              </a:lnTo>
                              <a:lnTo>
                                <a:pt x="225" y="169"/>
                              </a:lnTo>
                              <a:lnTo>
                                <a:pt x="215" y="169"/>
                              </a:lnTo>
                              <a:lnTo>
                                <a:pt x="205" y="164"/>
                              </a:lnTo>
                              <a:lnTo>
                                <a:pt x="195" y="164"/>
                              </a:lnTo>
                              <a:lnTo>
                                <a:pt x="185" y="159"/>
                              </a:lnTo>
                              <a:lnTo>
                                <a:pt x="175" y="159"/>
                              </a:lnTo>
                              <a:lnTo>
                                <a:pt x="165" y="154"/>
                              </a:lnTo>
                              <a:lnTo>
                                <a:pt x="155" y="149"/>
                              </a:lnTo>
                              <a:lnTo>
                                <a:pt x="145" y="149"/>
                              </a:lnTo>
                              <a:lnTo>
                                <a:pt x="140" y="144"/>
                              </a:lnTo>
                              <a:lnTo>
                                <a:pt x="130" y="139"/>
                              </a:lnTo>
                              <a:lnTo>
                                <a:pt x="120" y="134"/>
                              </a:lnTo>
                              <a:lnTo>
                                <a:pt x="110" y="129"/>
                              </a:lnTo>
                              <a:lnTo>
                                <a:pt x="105" y="124"/>
                              </a:lnTo>
                              <a:lnTo>
                                <a:pt x="95" y="119"/>
                              </a:lnTo>
                              <a:lnTo>
                                <a:pt x="90" y="114"/>
                              </a:lnTo>
                              <a:lnTo>
                                <a:pt x="80" y="109"/>
                              </a:lnTo>
                              <a:lnTo>
                                <a:pt x="75" y="99"/>
                              </a:lnTo>
                              <a:lnTo>
                                <a:pt x="65" y="94"/>
                              </a:lnTo>
                              <a:lnTo>
                                <a:pt x="60" y="89"/>
                              </a:lnTo>
                              <a:lnTo>
                                <a:pt x="55" y="84"/>
                              </a:lnTo>
                              <a:lnTo>
                                <a:pt x="45" y="74"/>
                              </a:lnTo>
                              <a:lnTo>
                                <a:pt x="40" y="69"/>
                              </a:lnTo>
                              <a:lnTo>
                                <a:pt x="35" y="59"/>
                              </a:lnTo>
                              <a:lnTo>
                                <a:pt x="30" y="54"/>
                              </a:lnTo>
                              <a:lnTo>
                                <a:pt x="25" y="49"/>
                              </a:lnTo>
                              <a:lnTo>
                                <a:pt x="20" y="39"/>
                              </a:lnTo>
                              <a:lnTo>
                                <a:pt x="15" y="35"/>
                              </a:lnTo>
                              <a:lnTo>
                                <a:pt x="10" y="25"/>
                              </a:lnTo>
                              <a:lnTo>
                                <a:pt x="5" y="15"/>
                              </a:lnTo>
                              <a:lnTo>
                                <a:pt x="5" y="1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10" y="5"/>
                              </a:lnTo>
                              <a:lnTo>
                                <a:pt x="10" y="15"/>
                              </a:lnTo>
                              <a:lnTo>
                                <a:pt x="15" y="25"/>
                              </a:lnTo>
                              <a:lnTo>
                                <a:pt x="20" y="30"/>
                              </a:lnTo>
                              <a:lnTo>
                                <a:pt x="25" y="39"/>
                              </a:lnTo>
                              <a:lnTo>
                                <a:pt x="30" y="44"/>
                              </a:lnTo>
                              <a:lnTo>
                                <a:pt x="35" y="49"/>
                              </a:lnTo>
                              <a:lnTo>
                                <a:pt x="40" y="59"/>
                              </a:lnTo>
                              <a:lnTo>
                                <a:pt x="45" y="64"/>
                              </a:lnTo>
                              <a:lnTo>
                                <a:pt x="50" y="74"/>
                              </a:lnTo>
                              <a:lnTo>
                                <a:pt x="55" y="79"/>
                              </a:lnTo>
                              <a:lnTo>
                                <a:pt x="65" y="84"/>
                              </a:lnTo>
                              <a:lnTo>
                                <a:pt x="70" y="89"/>
                              </a:lnTo>
                              <a:lnTo>
                                <a:pt x="75" y="99"/>
                              </a:lnTo>
                              <a:lnTo>
                                <a:pt x="85" y="104"/>
                              </a:lnTo>
                              <a:lnTo>
                                <a:pt x="90" y="109"/>
                              </a:lnTo>
                              <a:lnTo>
                                <a:pt x="100" y="114"/>
                              </a:lnTo>
                              <a:lnTo>
                                <a:pt x="105" y="119"/>
                              </a:lnTo>
                              <a:lnTo>
                                <a:pt x="115" y="124"/>
                              </a:lnTo>
                              <a:lnTo>
                                <a:pt x="125" y="129"/>
                              </a:lnTo>
                              <a:lnTo>
                                <a:pt x="130" y="134"/>
                              </a:lnTo>
                              <a:lnTo>
                                <a:pt x="140" y="139"/>
                              </a:lnTo>
                              <a:lnTo>
                                <a:pt x="150" y="144"/>
                              </a:lnTo>
                              <a:lnTo>
                                <a:pt x="160" y="144"/>
                              </a:lnTo>
                              <a:lnTo>
                                <a:pt x="165" y="149"/>
                              </a:lnTo>
                              <a:lnTo>
                                <a:pt x="175" y="154"/>
                              </a:lnTo>
                              <a:lnTo>
                                <a:pt x="185" y="154"/>
                              </a:lnTo>
                              <a:lnTo>
                                <a:pt x="195" y="159"/>
                              </a:lnTo>
                              <a:lnTo>
                                <a:pt x="205" y="159"/>
                              </a:lnTo>
                              <a:lnTo>
                                <a:pt x="215" y="164"/>
                              </a:lnTo>
                              <a:lnTo>
                                <a:pt x="225" y="164"/>
                              </a:lnTo>
                              <a:lnTo>
                                <a:pt x="235" y="16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8" name="Freeform 18"/>
                      <wps:cNvSpPr/>
                      <wps:spPr bwMode="auto">
                        <a:xfrm>
                          <a:off x="212725" y="425450"/>
                          <a:ext cx="22225" cy="19050"/>
                        </a:xfrm>
                        <a:custGeom>
                          <a:avLst/>
                          <a:gdLst>
                            <a:gd name="T0" fmla="*/ 0 w 35"/>
                            <a:gd name="T1" fmla="*/ 25 h 30"/>
                            <a:gd name="T2" fmla="*/ 30 w 35"/>
                            <a:gd name="T3" fmla="*/ 0 h 30"/>
                            <a:gd name="T4" fmla="*/ 35 w 35"/>
                            <a:gd name="T5" fmla="*/ 5 h 30"/>
                            <a:gd name="T6" fmla="*/ 5 w 35"/>
                            <a:gd name="T7" fmla="*/ 30 h 30"/>
                            <a:gd name="T8" fmla="*/ 0 w 35"/>
                            <a:gd name="T9" fmla="*/ 25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0" y="25"/>
                              </a:moveTo>
                              <a:lnTo>
                                <a:pt x="30" y="0"/>
                              </a:lnTo>
                              <a:lnTo>
                                <a:pt x="35" y="5"/>
                              </a:lnTo>
                              <a:lnTo>
                                <a:pt x="5" y="30"/>
                              </a:lnTo>
                              <a:lnTo>
                                <a:pt x="0" y="2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19" name="Freeform 19"/>
                      <wps:cNvSpPr/>
                      <wps:spPr bwMode="auto">
                        <a:xfrm>
                          <a:off x="219075" y="410210"/>
                          <a:ext cx="15875" cy="18415"/>
                        </a:xfrm>
                        <a:custGeom>
                          <a:avLst/>
                          <a:gdLst>
                            <a:gd name="T0" fmla="*/ 0 w 25"/>
                            <a:gd name="T1" fmla="*/ 0 h 29"/>
                            <a:gd name="T2" fmla="*/ 25 w 25"/>
                            <a:gd name="T3" fmla="*/ 29 h 29"/>
                            <a:gd name="T4" fmla="*/ 20 w 25"/>
                            <a:gd name="T5" fmla="*/ 29 h 29"/>
                            <a:gd name="T6" fmla="*/ 0 w 25"/>
                            <a:gd name="T7" fmla="*/ 0 h 29"/>
                            <a:gd name="T8" fmla="*/ 0 w 25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25" h="29">
                              <a:moveTo>
                                <a:pt x="0" y="0"/>
                              </a:moveTo>
                              <a:lnTo>
                                <a:pt x="25" y="29"/>
                              </a:lnTo>
                              <a:lnTo>
                                <a:pt x="20" y="29"/>
                              </a:lnTo>
                              <a:lnTo>
                                <a:pt x="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0" name="Freeform 20"/>
                      <wps:cNvSpPr>
                        <a:spLocks noEditPoints="1"/>
                      </wps:cNvSpPr>
                      <wps:spPr bwMode="auto">
                        <a:xfrm>
                          <a:off x="193675" y="407035"/>
                          <a:ext cx="25400" cy="34290"/>
                        </a:xfrm>
                        <a:custGeom>
                          <a:avLst/>
                          <a:gdLst>
                            <a:gd name="T0" fmla="*/ 20 w 40"/>
                            <a:gd name="T1" fmla="*/ 0 h 54"/>
                            <a:gd name="T2" fmla="*/ 40 w 40"/>
                            <a:gd name="T3" fmla="*/ 29 h 54"/>
                            <a:gd name="T4" fmla="*/ 35 w 40"/>
                            <a:gd name="T5" fmla="*/ 34 h 54"/>
                            <a:gd name="T6" fmla="*/ 15 w 40"/>
                            <a:gd name="T7" fmla="*/ 0 h 54"/>
                            <a:gd name="T8" fmla="*/ 20 w 40"/>
                            <a:gd name="T9" fmla="*/ 0 h 54"/>
                            <a:gd name="T10" fmla="*/ 40 w 40"/>
                            <a:gd name="T11" fmla="*/ 29 h 54"/>
                            <a:gd name="T12" fmla="*/ 40 w 40"/>
                            <a:gd name="T13" fmla="*/ 34 h 54"/>
                            <a:gd name="T14" fmla="*/ 35 w 40"/>
                            <a:gd name="T15" fmla="*/ 34 h 54"/>
                            <a:gd name="T16" fmla="*/ 40 w 40"/>
                            <a:gd name="T17" fmla="*/ 29 h 54"/>
                            <a:gd name="T18" fmla="*/ 40 w 40"/>
                            <a:gd name="T19" fmla="*/ 29 h 54"/>
                            <a:gd name="T20" fmla="*/ 35 w 40"/>
                            <a:gd name="T21" fmla="*/ 34 h 54"/>
                            <a:gd name="T22" fmla="*/ 5 w 40"/>
                            <a:gd name="T23" fmla="*/ 54 h 54"/>
                            <a:gd name="T24" fmla="*/ 0 w 40"/>
                            <a:gd name="T25" fmla="*/ 49 h 54"/>
                            <a:gd name="T26" fmla="*/ 35 w 40"/>
                            <a:gd name="T27" fmla="*/ 29 h 54"/>
                            <a:gd name="T28" fmla="*/ 40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0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35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35" y="34"/>
                              </a:lnTo>
                              <a:lnTo>
                                <a:pt x="5" y="54"/>
                              </a:lnTo>
                              <a:lnTo>
                                <a:pt x="0" y="49"/>
                              </a:lnTo>
                              <a:lnTo>
                                <a:pt x="35" y="29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1" name="Freeform 21"/>
                      <wps:cNvSpPr>
                        <a:spLocks noEditPoints="1"/>
                      </wps:cNvSpPr>
                      <wps:spPr bwMode="auto">
                        <a:xfrm>
                          <a:off x="174625" y="403860"/>
                          <a:ext cx="28575" cy="31115"/>
                        </a:xfrm>
                        <a:custGeom>
                          <a:avLst/>
                          <a:gdLst>
                            <a:gd name="T0" fmla="*/ 25 w 45"/>
                            <a:gd name="T1" fmla="*/ 0 h 49"/>
                            <a:gd name="T2" fmla="*/ 40 w 45"/>
                            <a:gd name="T3" fmla="*/ 29 h 49"/>
                            <a:gd name="T4" fmla="*/ 35 w 45"/>
                            <a:gd name="T5" fmla="*/ 34 h 49"/>
                            <a:gd name="T6" fmla="*/ 20 w 45"/>
                            <a:gd name="T7" fmla="*/ 0 h 49"/>
                            <a:gd name="T8" fmla="*/ 25 w 45"/>
                            <a:gd name="T9" fmla="*/ 0 h 49"/>
                            <a:gd name="T10" fmla="*/ 40 w 45"/>
                            <a:gd name="T11" fmla="*/ 29 h 49"/>
                            <a:gd name="T12" fmla="*/ 45 w 45"/>
                            <a:gd name="T13" fmla="*/ 34 h 49"/>
                            <a:gd name="T14" fmla="*/ 40 w 45"/>
                            <a:gd name="T15" fmla="*/ 34 h 49"/>
                            <a:gd name="T16" fmla="*/ 40 w 45"/>
                            <a:gd name="T17" fmla="*/ 29 h 49"/>
                            <a:gd name="T18" fmla="*/ 40 w 45"/>
                            <a:gd name="T19" fmla="*/ 29 h 49"/>
                            <a:gd name="T20" fmla="*/ 40 w 45"/>
                            <a:gd name="T21" fmla="*/ 34 h 49"/>
                            <a:gd name="T22" fmla="*/ 5 w 45"/>
                            <a:gd name="T23" fmla="*/ 49 h 49"/>
                            <a:gd name="T24" fmla="*/ 0 w 45"/>
                            <a:gd name="T25" fmla="*/ 44 h 49"/>
                            <a:gd name="T26" fmla="*/ 40 w 45"/>
                            <a:gd name="T27" fmla="*/ 29 h 49"/>
                            <a:gd name="T28" fmla="*/ 40 w 45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25" y="0"/>
                              </a:moveTo>
                              <a:lnTo>
                                <a:pt x="40" y="29"/>
                              </a:lnTo>
                              <a:lnTo>
                                <a:pt x="35" y="34"/>
                              </a:lnTo>
                              <a:lnTo>
                                <a:pt x="20" y="0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5" y="34"/>
                              </a:ln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5" y="49"/>
                              </a:lnTo>
                              <a:lnTo>
                                <a:pt x="0" y="44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2" name="Freeform 22"/>
                      <wps:cNvSpPr>
                        <a:spLocks noEditPoints="1"/>
                      </wps:cNvSpPr>
                      <wps:spPr bwMode="auto">
                        <a:xfrm>
                          <a:off x="158750" y="397510"/>
                          <a:ext cx="25400" cy="31115"/>
                        </a:xfrm>
                        <a:custGeom>
                          <a:avLst/>
                          <a:gdLst>
                            <a:gd name="T0" fmla="*/ 25 w 40"/>
                            <a:gd name="T1" fmla="*/ 0 h 49"/>
                            <a:gd name="T2" fmla="*/ 40 w 40"/>
                            <a:gd name="T3" fmla="*/ 35 h 49"/>
                            <a:gd name="T4" fmla="*/ 35 w 40"/>
                            <a:gd name="T5" fmla="*/ 35 h 49"/>
                            <a:gd name="T6" fmla="*/ 20 w 40"/>
                            <a:gd name="T7" fmla="*/ 5 h 49"/>
                            <a:gd name="T8" fmla="*/ 25 w 40"/>
                            <a:gd name="T9" fmla="*/ 0 h 49"/>
                            <a:gd name="T10" fmla="*/ 40 w 40"/>
                            <a:gd name="T11" fmla="*/ 35 h 49"/>
                            <a:gd name="T12" fmla="*/ 40 w 40"/>
                            <a:gd name="T13" fmla="*/ 35 h 49"/>
                            <a:gd name="T14" fmla="*/ 40 w 40"/>
                            <a:gd name="T15" fmla="*/ 35 h 49"/>
                            <a:gd name="T16" fmla="*/ 40 w 40"/>
                            <a:gd name="T17" fmla="*/ 35 h 49"/>
                            <a:gd name="T18" fmla="*/ 40 w 40"/>
                            <a:gd name="T19" fmla="*/ 35 h 49"/>
                            <a:gd name="T20" fmla="*/ 40 w 40"/>
                            <a:gd name="T21" fmla="*/ 35 h 49"/>
                            <a:gd name="T22" fmla="*/ 0 w 40"/>
                            <a:gd name="T23" fmla="*/ 49 h 49"/>
                            <a:gd name="T24" fmla="*/ 0 w 40"/>
                            <a:gd name="T25" fmla="*/ 49 h 49"/>
                            <a:gd name="T26" fmla="*/ 35 w 40"/>
                            <a:gd name="T27" fmla="*/ 35 h 49"/>
                            <a:gd name="T28" fmla="*/ 4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5" y="0"/>
                              </a:moveTo>
                              <a:lnTo>
                                <a:pt x="40" y="35"/>
                              </a:lnTo>
                              <a:lnTo>
                                <a:pt x="35" y="35"/>
                              </a:lnTo>
                              <a:lnTo>
                                <a:pt x="20" y="5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close/>
                              <a:moveTo>
                                <a:pt x="40" y="35"/>
                              </a:moveTo>
                              <a:lnTo>
                                <a:pt x="40" y="35"/>
                              </a:lnTo>
                              <a:lnTo>
                                <a:pt x="0" y="49"/>
                              </a:lnTo>
                              <a:lnTo>
                                <a:pt x="35" y="35"/>
                              </a:lnTo>
                              <a:lnTo>
                                <a:pt x="4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3" name="Freeform 23"/>
                      <wps:cNvSpPr>
                        <a:spLocks noEditPoints="1"/>
                      </wps:cNvSpPr>
                      <wps:spPr bwMode="auto">
                        <a:xfrm>
                          <a:off x="139700" y="394335"/>
                          <a:ext cx="28575" cy="27940"/>
                        </a:xfrm>
                        <a:custGeom>
                          <a:avLst/>
                          <a:gdLst>
                            <a:gd name="T0" fmla="*/ 35 w 45"/>
                            <a:gd name="T1" fmla="*/ 0 h 44"/>
                            <a:gd name="T2" fmla="*/ 45 w 45"/>
                            <a:gd name="T3" fmla="*/ 30 h 44"/>
                            <a:gd name="T4" fmla="*/ 40 w 45"/>
                            <a:gd name="T5" fmla="*/ 30 h 44"/>
                            <a:gd name="T6" fmla="*/ 30 w 45"/>
                            <a:gd name="T7" fmla="*/ 0 h 44"/>
                            <a:gd name="T8" fmla="*/ 35 w 45"/>
                            <a:gd name="T9" fmla="*/ 0 h 44"/>
                            <a:gd name="T10" fmla="*/ 45 w 45"/>
                            <a:gd name="T11" fmla="*/ 30 h 44"/>
                            <a:gd name="T12" fmla="*/ 45 w 45"/>
                            <a:gd name="T13" fmla="*/ 35 h 44"/>
                            <a:gd name="T14" fmla="*/ 40 w 45"/>
                            <a:gd name="T15" fmla="*/ 35 h 44"/>
                            <a:gd name="T16" fmla="*/ 45 w 45"/>
                            <a:gd name="T17" fmla="*/ 30 h 44"/>
                            <a:gd name="T18" fmla="*/ 45 w 45"/>
                            <a:gd name="T19" fmla="*/ 30 h 44"/>
                            <a:gd name="T20" fmla="*/ 40 w 45"/>
                            <a:gd name="T21" fmla="*/ 35 h 44"/>
                            <a:gd name="T22" fmla="*/ 5 w 45"/>
                            <a:gd name="T23" fmla="*/ 44 h 44"/>
                            <a:gd name="T24" fmla="*/ 0 w 45"/>
                            <a:gd name="T25" fmla="*/ 40 h 44"/>
                            <a:gd name="T26" fmla="*/ 40 w 45"/>
                            <a:gd name="T27" fmla="*/ 30 h 44"/>
                            <a:gd name="T28" fmla="*/ 45 w 45"/>
                            <a:gd name="T29" fmla="*/ 30 h 44"/>
                          </a:gdLst>
                          <a:ahLst/>
                          <a:cxnLst/>
                          <a:rect l="0" t="0" r="r" b="b"/>
                          <a:pathLst>
                            <a:path w="45" h="44">
                              <a:moveTo>
                                <a:pt x="35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30" y="0"/>
                              </a:lnTo>
                              <a:lnTo>
                                <a:pt x="35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0" y="35"/>
                              </a:lnTo>
                              <a:lnTo>
                                <a:pt x="5" y="44"/>
                              </a:lnTo>
                              <a:lnTo>
                                <a:pt x="0" y="40"/>
                              </a:lnTo>
                              <a:lnTo>
                                <a:pt x="40" y="3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4" name="Freeform 24"/>
                      <wps:cNvSpPr>
                        <a:spLocks noEditPoints="1"/>
                      </wps:cNvSpPr>
                      <wps:spPr bwMode="auto">
                        <a:xfrm>
                          <a:off x="41275" y="315595"/>
                          <a:ext cx="38100" cy="21590"/>
                        </a:xfrm>
                        <a:custGeom>
                          <a:avLst/>
                          <a:gdLst>
                            <a:gd name="T0" fmla="*/ 60 w 60"/>
                            <a:gd name="T1" fmla="*/ 0 h 34"/>
                            <a:gd name="T2" fmla="*/ 40 w 60"/>
                            <a:gd name="T3" fmla="*/ 29 h 34"/>
                            <a:gd name="T4" fmla="*/ 35 w 60"/>
                            <a:gd name="T5" fmla="*/ 29 h 34"/>
                            <a:gd name="T6" fmla="*/ 55 w 60"/>
                            <a:gd name="T7" fmla="*/ 0 h 34"/>
                            <a:gd name="T8" fmla="*/ 60 w 60"/>
                            <a:gd name="T9" fmla="*/ 0 h 34"/>
                            <a:gd name="T10" fmla="*/ 40 w 60"/>
                            <a:gd name="T11" fmla="*/ 29 h 34"/>
                            <a:gd name="T12" fmla="*/ 40 w 60"/>
                            <a:gd name="T13" fmla="*/ 34 h 34"/>
                            <a:gd name="T14" fmla="*/ 40 w 60"/>
                            <a:gd name="T15" fmla="*/ 34 h 34"/>
                            <a:gd name="T16" fmla="*/ 40 w 60"/>
                            <a:gd name="T17" fmla="*/ 29 h 34"/>
                            <a:gd name="T18" fmla="*/ 40 w 60"/>
                            <a:gd name="T19" fmla="*/ 29 h 34"/>
                            <a:gd name="T20" fmla="*/ 40 w 60"/>
                            <a:gd name="T21" fmla="*/ 34 h 34"/>
                            <a:gd name="T22" fmla="*/ 0 w 60"/>
                            <a:gd name="T23" fmla="*/ 19 h 34"/>
                            <a:gd name="T24" fmla="*/ 0 w 60"/>
                            <a:gd name="T25" fmla="*/ 15 h 34"/>
                            <a:gd name="T26" fmla="*/ 40 w 60"/>
                            <a:gd name="T27" fmla="*/ 29 h 34"/>
                            <a:gd name="T28" fmla="*/ 40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60" y="0"/>
                              </a:moveTo>
                              <a:lnTo>
                                <a:pt x="40" y="29"/>
                              </a:lnTo>
                              <a:lnTo>
                                <a:pt x="35" y="29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40" y="29"/>
                              </a:lnTo>
                              <a:close/>
                              <a:moveTo>
                                <a:pt x="40" y="29"/>
                              </a:moveTo>
                              <a:lnTo>
                                <a:pt x="40" y="34"/>
                              </a:lnTo>
                              <a:lnTo>
                                <a:pt x="0" y="19"/>
                              </a:lnTo>
                              <a:lnTo>
                                <a:pt x="0" y="15"/>
                              </a:lnTo>
                              <a:lnTo>
                                <a:pt x="4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5" name="Freeform 25"/>
                      <wps:cNvSpPr>
                        <a:spLocks noEditPoints="1"/>
                      </wps:cNvSpPr>
                      <wps:spPr bwMode="auto">
                        <a:xfrm>
                          <a:off x="47625" y="327660"/>
                          <a:ext cx="38100" cy="22225"/>
                        </a:xfrm>
                        <a:custGeom>
                          <a:avLst/>
                          <a:gdLst>
                            <a:gd name="T0" fmla="*/ 60 w 60"/>
                            <a:gd name="T1" fmla="*/ 0 h 35"/>
                            <a:gd name="T2" fmla="*/ 45 w 60"/>
                            <a:gd name="T3" fmla="*/ 30 h 35"/>
                            <a:gd name="T4" fmla="*/ 40 w 60"/>
                            <a:gd name="T5" fmla="*/ 30 h 35"/>
                            <a:gd name="T6" fmla="*/ 55 w 60"/>
                            <a:gd name="T7" fmla="*/ 0 h 35"/>
                            <a:gd name="T8" fmla="*/ 60 w 60"/>
                            <a:gd name="T9" fmla="*/ 0 h 35"/>
                            <a:gd name="T10" fmla="*/ 45 w 60"/>
                            <a:gd name="T11" fmla="*/ 30 h 35"/>
                            <a:gd name="T12" fmla="*/ 45 w 60"/>
                            <a:gd name="T13" fmla="*/ 35 h 35"/>
                            <a:gd name="T14" fmla="*/ 45 w 60"/>
                            <a:gd name="T15" fmla="*/ 35 h 35"/>
                            <a:gd name="T16" fmla="*/ 45 w 60"/>
                            <a:gd name="T17" fmla="*/ 30 h 35"/>
                            <a:gd name="T18" fmla="*/ 45 w 60"/>
                            <a:gd name="T19" fmla="*/ 30 h 35"/>
                            <a:gd name="T20" fmla="*/ 45 w 60"/>
                            <a:gd name="T21" fmla="*/ 35 h 35"/>
                            <a:gd name="T22" fmla="*/ 0 w 60"/>
                            <a:gd name="T23" fmla="*/ 25 h 35"/>
                            <a:gd name="T24" fmla="*/ 0 w 60"/>
                            <a:gd name="T25" fmla="*/ 20 h 35"/>
                            <a:gd name="T26" fmla="*/ 45 w 60"/>
                            <a:gd name="T27" fmla="*/ 30 h 35"/>
                            <a:gd name="T28" fmla="*/ 4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60" y="0"/>
                              </a:moveTo>
                              <a:lnTo>
                                <a:pt x="45" y="30"/>
                              </a:lnTo>
                              <a:lnTo>
                                <a:pt x="40" y="30"/>
                              </a:lnTo>
                              <a:lnTo>
                                <a:pt x="55" y="0"/>
                              </a:lnTo>
                              <a:lnTo>
                                <a:pt x="60" y="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45" y="30"/>
                              </a:lnTo>
                              <a:close/>
                              <a:moveTo>
                                <a:pt x="45" y="30"/>
                              </a:moveTo>
                              <a:lnTo>
                                <a:pt x="45" y="35"/>
                              </a:lnTo>
                              <a:lnTo>
                                <a:pt x="0" y="25"/>
                              </a:lnTo>
                              <a:lnTo>
                                <a:pt x="0" y="20"/>
                              </a:lnTo>
                              <a:lnTo>
                                <a:pt x="4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6" name="Freeform 26"/>
                      <wps:cNvSpPr>
                        <a:spLocks noEditPoints="1"/>
                      </wps:cNvSpPr>
                      <wps:spPr bwMode="auto">
                        <a:xfrm>
                          <a:off x="57150" y="337185"/>
                          <a:ext cx="34925" cy="22225"/>
                        </a:xfrm>
                        <a:custGeom>
                          <a:avLst/>
                          <a:gdLst>
                            <a:gd name="T0" fmla="*/ 55 w 55"/>
                            <a:gd name="T1" fmla="*/ 5 h 35"/>
                            <a:gd name="T2" fmla="*/ 45 w 55"/>
                            <a:gd name="T3" fmla="*/ 35 h 35"/>
                            <a:gd name="T4" fmla="*/ 40 w 55"/>
                            <a:gd name="T5" fmla="*/ 35 h 35"/>
                            <a:gd name="T6" fmla="*/ 50 w 55"/>
                            <a:gd name="T7" fmla="*/ 0 h 35"/>
                            <a:gd name="T8" fmla="*/ 55 w 55"/>
                            <a:gd name="T9" fmla="*/ 5 h 35"/>
                            <a:gd name="T10" fmla="*/ 45 w 55"/>
                            <a:gd name="T11" fmla="*/ 35 h 35"/>
                            <a:gd name="T12" fmla="*/ 45 w 55"/>
                            <a:gd name="T13" fmla="*/ 35 h 35"/>
                            <a:gd name="T14" fmla="*/ 45 w 55"/>
                            <a:gd name="T15" fmla="*/ 35 h 35"/>
                            <a:gd name="T16" fmla="*/ 45 w 55"/>
                            <a:gd name="T17" fmla="*/ 35 h 35"/>
                            <a:gd name="T18" fmla="*/ 45 w 55"/>
                            <a:gd name="T19" fmla="*/ 35 h 35"/>
                            <a:gd name="T20" fmla="*/ 45 w 55"/>
                            <a:gd name="T21" fmla="*/ 35 h 35"/>
                            <a:gd name="T22" fmla="*/ 0 w 55"/>
                            <a:gd name="T23" fmla="*/ 30 h 35"/>
                            <a:gd name="T24" fmla="*/ 0 w 55"/>
                            <a:gd name="T25" fmla="*/ 25 h 35"/>
                            <a:gd name="T26" fmla="*/ 45 w 55"/>
                            <a:gd name="T27" fmla="*/ 30 h 35"/>
                            <a:gd name="T28" fmla="*/ 4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5" y="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50" y="0"/>
                              </a:lnTo>
                              <a:lnTo>
                                <a:pt x="55" y="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0" y="30"/>
                              </a:lnTo>
                              <a:lnTo>
                                <a:pt x="0" y="25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7" name="Freeform 27"/>
                      <wps:cNvSpPr>
                        <a:spLocks noEditPoints="1"/>
                      </wps:cNvSpPr>
                      <wps:spPr bwMode="auto">
                        <a:xfrm>
                          <a:off x="69850" y="349885"/>
                          <a:ext cx="31750" cy="22225"/>
                        </a:xfrm>
                        <a:custGeom>
                          <a:avLst/>
                          <a:gdLst>
                            <a:gd name="T0" fmla="*/ 50 w 50"/>
                            <a:gd name="T1" fmla="*/ 0 h 35"/>
                            <a:gd name="T2" fmla="*/ 45 w 50"/>
                            <a:gd name="T3" fmla="*/ 35 h 35"/>
                            <a:gd name="T4" fmla="*/ 40 w 50"/>
                            <a:gd name="T5" fmla="*/ 35 h 35"/>
                            <a:gd name="T6" fmla="*/ 45 w 50"/>
                            <a:gd name="T7" fmla="*/ 0 h 35"/>
                            <a:gd name="T8" fmla="*/ 50 w 50"/>
                            <a:gd name="T9" fmla="*/ 0 h 35"/>
                            <a:gd name="T10" fmla="*/ 45 w 50"/>
                            <a:gd name="T11" fmla="*/ 35 h 35"/>
                            <a:gd name="T12" fmla="*/ 45 w 50"/>
                            <a:gd name="T13" fmla="*/ 35 h 35"/>
                            <a:gd name="T14" fmla="*/ 40 w 50"/>
                            <a:gd name="T15" fmla="*/ 35 h 35"/>
                            <a:gd name="T16" fmla="*/ 45 w 50"/>
                            <a:gd name="T17" fmla="*/ 35 h 35"/>
                            <a:gd name="T18" fmla="*/ 45 w 50"/>
                            <a:gd name="T19" fmla="*/ 35 h 35"/>
                            <a:gd name="T20" fmla="*/ 40 w 50"/>
                            <a:gd name="T21" fmla="*/ 35 h 35"/>
                            <a:gd name="T22" fmla="*/ 0 w 50"/>
                            <a:gd name="T23" fmla="*/ 35 h 35"/>
                            <a:gd name="T24" fmla="*/ 0 w 50"/>
                            <a:gd name="T25" fmla="*/ 30 h 35"/>
                            <a:gd name="T26" fmla="*/ 40 w 50"/>
                            <a:gd name="T27" fmla="*/ 30 h 35"/>
                            <a:gd name="T28" fmla="*/ 45 w 50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0" h="35">
                              <a:moveTo>
                                <a:pt x="5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0"/>
                              </a:lnTo>
                              <a:lnTo>
                                <a:pt x="5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35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8" name="Freeform 28"/>
                      <wps:cNvSpPr>
                        <a:spLocks noEditPoints="1"/>
                      </wps:cNvSpPr>
                      <wps:spPr bwMode="auto">
                        <a:xfrm>
                          <a:off x="82550" y="359410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0 h 40"/>
                            <a:gd name="T2" fmla="*/ 45 w 45"/>
                            <a:gd name="T3" fmla="*/ 35 h 40"/>
                            <a:gd name="T4" fmla="*/ 40 w 45"/>
                            <a:gd name="T5" fmla="*/ 35 h 40"/>
                            <a:gd name="T6" fmla="*/ 40 w 45"/>
                            <a:gd name="T7" fmla="*/ 0 h 40"/>
                            <a:gd name="T8" fmla="*/ 45 w 45"/>
                            <a:gd name="T9" fmla="*/ 0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5 w 45"/>
                            <a:gd name="T19" fmla="*/ 35 h 40"/>
                            <a:gd name="T20" fmla="*/ 40 w 45"/>
                            <a:gd name="T21" fmla="*/ 40 h 40"/>
                            <a:gd name="T22" fmla="*/ 0 w 45"/>
                            <a:gd name="T23" fmla="*/ 35 h 40"/>
                            <a:gd name="T24" fmla="*/ 0 w 45"/>
                            <a:gd name="T25" fmla="*/ 30 h 40"/>
                            <a:gd name="T26" fmla="*/ 40 w 45"/>
                            <a:gd name="T27" fmla="*/ 35 h 40"/>
                            <a:gd name="T28" fmla="*/ 45 w 45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0" y="40"/>
                              </a:lnTo>
                              <a:lnTo>
                                <a:pt x="0" y="35"/>
                              </a:lnTo>
                              <a:lnTo>
                                <a:pt x="0" y="30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29" name="Freeform 29"/>
                      <wps:cNvSpPr>
                        <a:spLocks noEditPoints="1"/>
                      </wps:cNvSpPr>
                      <wps:spPr bwMode="auto">
                        <a:xfrm>
                          <a:off x="95250" y="368935"/>
                          <a:ext cx="28575" cy="25400"/>
                        </a:xfrm>
                        <a:custGeom>
                          <a:avLst/>
                          <a:gdLst>
                            <a:gd name="T0" fmla="*/ 0 w 45"/>
                            <a:gd name="T1" fmla="*/ 35 h 40"/>
                            <a:gd name="T2" fmla="*/ 40 w 45"/>
                            <a:gd name="T3" fmla="*/ 35 h 40"/>
                            <a:gd name="T4" fmla="*/ 40 w 45"/>
                            <a:gd name="T5" fmla="*/ 40 h 40"/>
                            <a:gd name="T6" fmla="*/ 0 w 45"/>
                            <a:gd name="T7" fmla="*/ 40 h 40"/>
                            <a:gd name="T8" fmla="*/ 0 w 45"/>
                            <a:gd name="T9" fmla="*/ 35 h 40"/>
                            <a:gd name="T10" fmla="*/ 45 w 45"/>
                            <a:gd name="T11" fmla="*/ 35 h 40"/>
                            <a:gd name="T12" fmla="*/ 45 w 45"/>
                            <a:gd name="T13" fmla="*/ 40 h 40"/>
                            <a:gd name="T14" fmla="*/ 40 w 45"/>
                            <a:gd name="T15" fmla="*/ 40 h 40"/>
                            <a:gd name="T16" fmla="*/ 45 w 45"/>
                            <a:gd name="T17" fmla="*/ 35 h 40"/>
                            <a:gd name="T18" fmla="*/ 40 w 45"/>
                            <a:gd name="T19" fmla="*/ 40 h 40"/>
                            <a:gd name="T20" fmla="*/ 40 w 45"/>
                            <a:gd name="T21" fmla="*/ 35 h 40"/>
                            <a:gd name="T22" fmla="*/ 40 w 45"/>
                            <a:gd name="T23" fmla="*/ 0 h 40"/>
                            <a:gd name="T24" fmla="*/ 45 w 45"/>
                            <a:gd name="T25" fmla="*/ 0 h 40"/>
                            <a:gd name="T26" fmla="*/ 45 w 45"/>
                            <a:gd name="T27" fmla="*/ 35 h 40"/>
                            <a:gd name="T28" fmla="*/ 40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0" y="35"/>
                              </a:moveTo>
                              <a:lnTo>
                                <a:pt x="40" y="35"/>
                              </a:lnTo>
                              <a:lnTo>
                                <a:pt x="40" y="40"/>
                              </a:ln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0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0" y="40"/>
                              </a:move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lnTo>
                                <a:pt x="45" y="35"/>
                              </a:lnTo>
                              <a:lnTo>
                                <a:pt x="40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0" name="Freeform 30"/>
                      <wps:cNvSpPr>
                        <a:spLocks noEditPoints="1"/>
                      </wps:cNvSpPr>
                      <wps:spPr bwMode="auto">
                        <a:xfrm>
                          <a:off x="123825" y="384810"/>
                          <a:ext cx="28575" cy="31750"/>
                        </a:xfrm>
                        <a:custGeom>
                          <a:avLst/>
                          <a:gdLst>
                            <a:gd name="T0" fmla="*/ 40 w 45"/>
                            <a:gd name="T1" fmla="*/ 0 h 50"/>
                            <a:gd name="T2" fmla="*/ 45 w 45"/>
                            <a:gd name="T3" fmla="*/ 35 h 50"/>
                            <a:gd name="T4" fmla="*/ 40 w 45"/>
                            <a:gd name="T5" fmla="*/ 35 h 50"/>
                            <a:gd name="T6" fmla="*/ 35 w 45"/>
                            <a:gd name="T7" fmla="*/ 5 h 50"/>
                            <a:gd name="T8" fmla="*/ 40 w 45"/>
                            <a:gd name="T9" fmla="*/ 0 h 50"/>
                            <a:gd name="T10" fmla="*/ 45 w 45"/>
                            <a:gd name="T11" fmla="*/ 35 h 50"/>
                            <a:gd name="T12" fmla="*/ 45 w 45"/>
                            <a:gd name="T13" fmla="*/ 40 h 50"/>
                            <a:gd name="T14" fmla="*/ 45 w 45"/>
                            <a:gd name="T15" fmla="*/ 40 h 50"/>
                            <a:gd name="T16" fmla="*/ 45 w 45"/>
                            <a:gd name="T17" fmla="*/ 35 h 50"/>
                            <a:gd name="T18" fmla="*/ 45 w 45"/>
                            <a:gd name="T19" fmla="*/ 35 h 50"/>
                            <a:gd name="T20" fmla="*/ 45 w 45"/>
                            <a:gd name="T21" fmla="*/ 40 h 50"/>
                            <a:gd name="T22" fmla="*/ 0 w 45"/>
                            <a:gd name="T23" fmla="*/ 50 h 50"/>
                            <a:gd name="T24" fmla="*/ 0 w 45"/>
                            <a:gd name="T25" fmla="*/ 45 h 50"/>
                            <a:gd name="T26" fmla="*/ 40 w 45"/>
                            <a:gd name="T27" fmla="*/ 35 h 50"/>
                            <a:gd name="T28" fmla="*/ 45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40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35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40"/>
                              </a:lnTo>
                              <a:lnTo>
                                <a:pt x="0" y="50"/>
                              </a:lnTo>
                              <a:lnTo>
                                <a:pt x="0" y="45"/>
                              </a:lnTo>
                              <a:lnTo>
                                <a:pt x="40" y="35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1" name="Freeform 31"/>
                      <wps:cNvSpPr>
                        <a:spLocks noEditPoints="1"/>
                      </wps:cNvSpPr>
                      <wps:spPr bwMode="auto">
                        <a:xfrm>
                          <a:off x="107950" y="378460"/>
                          <a:ext cx="28575" cy="28575"/>
                        </a:xfrm>
                        <a:custGeom>
                          <a:avLst/>
                          <a:gdLst>
                            <a:gd name="T0" fmla="*/ 45 w 45"/>
                            <a:gd name="T1" fmla="*/ 0 h 45"/>
                            <a:gd name="T2" fmla="*/ 45 w 45"/>
                            <a:gd name="T3" fmla="*/ 35 h 45"/>
                            <a:gd name="T4" fmla="*/ 40 w 45"/>
                            <a:gd name="T5" fmla="*/ 35 h 45"/>
                            <a:gd name="T6" fmla="*/ 40 w 45"/>
                            <a:gd name="T7" fmla="*/ 0 h 45"/>
                            <a:gd name="T8" fmla="*/ 45 w 45"/>
                            <a:gd name="T9" fmla="*/ 0 h 45"/>
                            <a:gd name="T10" fmla="*/ 45 w 45"/>
                            <a:gd name="T11" fmla="*/ 35 h 45"/>
                            <a:gd name="T12" fmla="*/ 45 w 45"/>
                            <a:gd name="T13" fmla="*/ 35 h 45"/>
                            <a:gd name="T14" fmla="*/ 45 w 45"/>
                            <a:gd name="T15" fmla="*/ 35 h 45"/>
                            <a:gd name="T16" fmla="*/ 45 w 45"/>
                            <a:gd name="T17" fmla="*/ 35 h 45"/>
                            <a:gd name="T18" fmla="*/ 45 w 45"/>
                            <a:gd name="T19" fmla="*/ 35 h 45"/>
                            <a:gd name="T20" fmla="*/ 45 w 45"/>
                            <a:gd name="T21" fmla="*/ 35 h 45"/>
                            <a:gd name="T22" fmla="*/ 5 w 45"/>
                            <a:gd name="T23" fmla="*/ 45 h 45"/>
                            <a:gd name="T24" fmla="*/ 0 w 45"/>
                            <a:gd name="T25" fmla="*/ 40 h 45"/>
                            <a:gd name="T26" fmla="*/ 45 w 45"/>
                            <a:gd name="T27" fmla="*/ 30 h 45"/>
                            <a:gd name="T28" fmla="*/ 45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45" y="0"/>
                              </a:moveTo>
                              <a:lnTo>
                                <a:pt x="45" y="35"/>
                              </a:lnTo>
                              <a:lnTo>
                                <a:pt x="40" y="35"/>
                              </a:lnTo>
                              <a:lnTo>
                                <a:pt x="40" y="0"/>
                              </a:lnTo>
                              <a:lnTo>
                                <a:pt x="45" y="0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close/>
                              <a:moveTo>
                                <a:pt x="45" y="35"/>
                              </a:moveTo>
                              <a:lnTo>
                                <a:pt x="45" y="35"/>
                              </a:lnTo>
                              <a:lnTo>
                                <a:pt x="5" y="45"/>
                              </a:lnTo>
                              <a:lnTo>
                                <a:pt x="0" y="40"/>
                              </a:lnTo>
                              <a:lnTo>
                                <a:pt x="45" y="30"/>
                              </a:lnTo>
                              <a:lnTo>
                                <a:pt x="4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2" name="Freeform 32"/>
                      <wps:cNvSpPr>
                        <a:spLocks noEditPoints="1"/>
                      </wps:cNvSpPr>
                      <wps:spPr bwMode="auto">
                        <a:xfrm>
                          <a:off x="31750" y="290195"/>
                          <a:ext cx="41275" cy="31750"/>
                        </a:xfrm>
                        <a:custGeom>
                          <a:avLst/>
                          <a:gdLst>
                            <a:gd name="T0" fmla="*/ 65 w 65"/>
                            <a:gd name="T1" fmla="*/ 20 h 50"/>
                            <a:gd name="T2" fmla="*/ 65 w 65"/>
                            <a:gd name="T3" fmla="*/ 20 h 50"/>
                            <a:gd name="T4" fmla="*/ 65 w 65"/>
                            <a:gd name="T5" fmla="*/ 20 h 50"/>
                            <a:gd name="T6" fmla="*/ 65 w 65"/>
                            <a:gd name="T7" fmla="*/ 20 h 50"/>
                            <a:gd name="T8" fmla="*/ 65 w 65"/>
                            <a:gd name="T9" fmla="*/ 20 h 50"/>
                            <a:gd name="T10" fmla="*/ 65 w 65"/>
                            <a:gd name="T11" fmla="*/ 20 h 50"/>
                            <a:gd name="T12" fmla="*/ 45 w 65"/>
                            <a:gd name="T13" fmla="*/ 50 h 50"/>
                            <a:gd name="T14" fmla="*/ 40 w 65"/>
                            <a:gd name="T15" fmla="*/ 50 h 50"/>
                            <a:gd name="T16" fmla="*/ 60 w 65"/>
                            <a:gd name="T17" fmla="*/ 20 h 50"/>
                            <a:gd name="T18" fmla="*/ 65 w 65"/>
                            <a:gd name="T19" fmla="*/ 20 h 50"/>
                            <a:gd name="T20" fmla="*/ 45 w 65"/>
                            <a:gd name="T21" fmla="*/ 50 h 50"/>
                            <a:gd name="T22" fmla="*/ 45 w 65"/>
                            <a:gd name="T23" fmla="*/ 50 h 50"/>
                            <a:gd name="T24" fmla="*/ 40 w 65"/>
                            <a:gd name="T25" fmla="*/ 50 h 50"/>
                            <a:gd name="T26" fmla="*/ 45 w 65"/>
                            <a:gd name="T27" fmla="*/ 50 h 50"/>
                            <a:gd name="T28" fmla="*/ 45 w 65"/>
                            <a:gd name="T29" fmla="*/ 50 h 50"/>
                            <a:gd name="T30" fmla="*/ 40 w 65"/>
                            <a:gd name="T31" fmla="*/ 50 h 50"/>
                            <a:gd name="T32" fmla="*/ 5 w 65"/>
                            <a:gd name="T33" fmla="*/ 35 h 50"/>
                            <a:gd name="T34" fmla="*/ 5 w 65"/>
                            <a:gd name="T35" fmla="*/ 30 h 50"/>
                            <a:gd name="T36" fmla="*/ 45 w 65"/>
                            <a:gd name="T37" fmla="*/ 45 h 50"/>
                            <a:gd name="T38" fmla="*/ 45 w 65"/>
                            <a:gd name="T39" fmla="*/ 50 h 50"/>
                            <a:gd name="T40" fmla="*/ 5 w 65"/>
                            <a:gd name="T41" fmla="*/ 35 h 50"/>
                            <a:gd name="T42" fmla="*/ 0 w 65"/>
                            <a:gd name="T43" fmla="*/ 35 h 50"/>
                            <a:gd name="T44" fmla="*/ 5 w 65"/>
                            <a:gd name="T45" fmla="*/ 35 h 50"/>
                            <a:gd name="T46" fmla="*/ 5 w 65"/>
                            <a:gd name="T47" fmla="*/ 35 h 50"/>
                            <a:gd name="T48" fmla="*/ 5 w 65"/>
                            <a:gd name="T49" fmla="*/ 35 h 50"/>
                            <a:gd name="T50" fmla="*/ 5 w 65"/>
                            <a:gd name="T51" fmla="*/ 35 h 50"/>
                            <a:gd name="T52" fmla="*/ 25 w 65"/>
                            <a:gd name="T53" fmla="*/ 5 h 50"/>
                            <a:gd name="T54" fmla="*/ 30 w 65"/>
                            <a:gd name="T55" fmla="*/ 5 h 50"/>
                            <a:gd name="T56" fmla="*/ 5 w 65"/>
                            <a:gd name="T57" fmla="*/ 35 h 50"/>
                            <a:gd name="T58" fmla="*/ 5 w 65"/>
                            <a:gd name="T59" fmla="*/ 35 h 50"/>
                            <a:gd name="T60" fmla="*/ 25 w 65"/>
                            <a:gd name="T61" fmla="*/ 5 h 50"/>
                            <a:gd name="T62" fmla="*/ 25 w 65"/>
                            <a:gd name="T63" fmla="*/ 0 h 50"/>
                            <a:gd name="T64" fmla="*/ 25 w 65"/>
                            <a:gd name="T65" fmla="*/ 0 h 50"/>
                            <a:gd name="T66" fmla="*/ 25 w 65"/>
                            <a:gd name="T67" fmla="*/ 5 h 50"/>
                            <a:gd name="T68" fmla="*/ 25 w 65"/>
                            <a:gd name="T69" fmla="*/ 5 h 50"/>
                            <a:gd name="T70" fmla="*/ 25 w 65"/>
                            <a:gd name="T71" fmla="*/ 0 h 50"/>
                            <a:gd name="T72" fmla="*/ 65 w 65"/>
                            <a:gd name="T73" fmla="*/ 20 h 50"/>
                            <a:gd name="T74" fmla="*/ 60 w 65"/>
                            <a:gd name="T75" fmla="*/ 20 h 50"/>
                            <a:gd name="T76" fmla="*/ 25 w 65"/>
                            <a:gd name="T77" fmla="*/ 5 h 50"/>
                            <a:gd name="T78" fmla="*/ 25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close/>
                              <a:moveTo>
                                <a:pt x="65" y="20"/>
                              </a:moveTo>
                              <a:lnTo>
                                <a:pt x="65" y="20"/>
                              </a:ln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60" y="20"/>
                              </a:lnTo>
                              <a:lnTo>
                                <a:pt x="65" y="2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5" y="50"/>
                              </a:lnTo>
                              <a:lnTo>
                                <a:pt x="40" y="50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45" y="50"/>
                              </a:moveTo>
                              <a:lnTo>
                                <a:pt x="40" y="50"/>
                              </a:lnTo>
                              <a:lnTo>
                                <a:pt x="5" y="35"/>
                              </a:lnTo>
                              <a:lnTo>
                                <a:pt x="5" y="30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25" y="5"/>
                              </a:lnTo>
                              <a:lnTo>
                                <a:pt x="30" y="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25" y="5"/>
                              </a:lnTo>
                              <a:close/>
                              <a:moveTo>
                                <a:pt x="25" y="5"/>
                              </a:moveTo>
                              <a:lnTo>
                                <a:pt x="25" y="0"/>
                              </a:lnTo>
                              <a:lnTo>
                                <a:pt x="65" y="20"/>
                              </a:lnTo>
                              <a:lnTo>
                                <a:pt x="60" y="20"/>
                              </a:lnTo>
                              <a:lnTo>
                                <a:pt x="25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3" name="Freeform 33"/>
                      <wps:cNvSpPr/>
                      <wps:spPr bwMode="auto">
                        <a:xfrm>
                          <a:off x="254000" y="312420"/>
                          <a:ext cx="180975" cy="132080"/>
                        </a:xfrm>
                        <a:custGeom>
                          <a:avLst/>
                          <a:gdLst>
                            <a:gd name="T0" fmla="*/ 0 w 285"/>
                            <a:gd name="T1" fmla="*/ 203 h 208"/>
                            <a:gd name="T2" fmla="*/ 25 w 285"/>
                            <a:gd name="T3" fmla="*/ 198 h 208"/>
                            <a:gd name="T4" fmla="*/ 45 w 285"/>
                            <a:gd name="T5" fmla="*/ 193 h 208"/>
                            <a:gd name="T6" fmla="*/ 70 w 285"/>
                            <a:gd name="T7" fmla="*/ 183 h 208"/>
                            <a:gd name="T8" fmla="*/ 95 w 285"/>
                            <a:gd name="T9" fmla="*/ 178 h 208"/>
                            <a:gd name="T10" fmla="*/ 115 w 285"/>
                            <a:gd name="T11" fmla="*/ 169 h 208"/>
                            <a:gd name="T12" fmla="*/ 135 w 285"/>
                            <a:gd name="T13" fmla="*/ 159 h 208"/>
                            <a:gd name="T14" fmla="*/ 155 w 285"/>
                            <a:gd name="T15" fmla="*/ 144 h 208"/>
                            <a:gd name="T16" fmla="*/ 175 w 285"/>
                            <a:gd name="T17" fmla="*/ 134 h 208"/>
                            <a:gd name="T18" fmla="*/ 195 w 285"/>
                            <a:gd name="T19" fmla="*/ 119 h 208"/>
                            <a:gd name="T20" fmla="*/ 210 w 285"/>
                            <a:gd name="T21" fmla="*/ 104 h 208"/>
                            <a:gd name="T22" fmla="*/ 225 w 285"/>
                            <a:gd name="T23" fmla="*/ 89 h 208"/>
                            <a:gd name="T24" fmla="*/ 240 w 285"/>
                            <a:gd name="T25" fmla="*/ 69 h 208"/>
                            <a:gd name="T26" fmla="*/ 250 w 285"/>
                            <a:gd name="T27" fmla="*/ 54 h 208"/>
                            <a:gd name="T28" fmla="*/ 265 w 285"/>
                            <a:gd name="T29" fmla="*/ 34 h 208"/>
                            <a:gd name="T30" fmla="*/ 270 w 285"/>
                            <a:gd name="T31" fmla="*/ 15 h 208"/>
                            <a:gd name="T32" fmla="*/ 280 w 285"/>
                            <a:gd name="T33" fmla="*/ 0 h 208"/>
                            <a:gd name="T34" fmla="*/ 280 w 285"/>
                            <a:gd name="T35" fmla="*/ 10 h 208"/>
                            <a:gd name="T36" fmla="*/ 270 w 285"/>
                            <a:gd name="T37" fmla="*/ 29 h 208"/>
                            <a:gd name="T38" fmla="*/ 260 w 285"/>
                            <a:gd name="T39" fmla="*/ 49 h 208"/>
                            <a:gd name="T40" fmla="*/ 250 w 285"/>
                            <a:gd name="T41" fmla="*/ 64 h 208"/>
                            <a:gd name="T42" fmla="*/ 235 w 285"/>
                            <a:gd name="T43" fmla="*/ 84 h 208"/>
                            <a:gd name="T44" fmla="*/ 220 w 285"/>
                            <a:gd name="T45" fmla="*/ 99 h 208"/>
                            <a:gd name="T46" fmla="*/ 205 w 285"/>
                            <a:gd name="T47" fmla="*/ 114 h 208"/>
                            <a:gd name="T48" fmla="*/ 190 w 285"/>
                            <a:gd name="T49" fmla="*/ 129 h 208"/>
                            <a:gd name="T50" fmla="*/ 170 w 285"/>
                            <a:gd name="T51" fmla="*/ 144 h 208"/>
                            <a:gd name="T52" fmla="*/ 150 w 285"/>
                            <a:gd name="T53" fmla="*/ 154 h 208"/>
                            <a:gd name="T54" fmla="*/ 130 w 285"/>
                            <a:gd name="T55" fmla="*/ 169 h 208"/>
                            <a:gd name="T56" fmla="*/ 105 w 285"/>
                            <a:gd name="T57" fmla="*/ 178 h 208"/>
                            <a:gd name="T58" fmla="*/ 85 w 285"/>
                            <a:gd name="T59" fmla="*/ 188 h 208"/>
                            <a:gd name="T60" fmla="*/ 60 w 285"/>
                            <a:gd name="T61" fmla="*/ 193 h 208"/>
                            <a:gd name="T62" fmla="*/ 35 w 285"/>
                            <a:gd name="T63" fmla="*/ 198 h 208"/>
                            <a:gd name="T64" fmla="*/ 10 w 285"/>
                            <a:gd name="T65" fmla="*/ 203 h 208"/>
                          </a:gdLst>
                          <a:ahLst/>
                          <a:cxnLst/>
                          <a:rect l="0" t="0" r="r" b="b"/>
                          <a:pathLst>
                            <a:path w="285" h="208">
                              <a:moveTo>
                                <a:pt x="0" y="208"/>
                              </a:moveTo>
                              <a:lnTo>
                                <a:pt x="0" y="203"/>
                              </a:lnTo>
                              <a:lnTo>
                                <a:pt x="10" y="198"/>
                              </a:lnTo>
                              <a:lnTo>
                                <a:pt x="25" y="198"/>
                              </a:lnTo>
                              <a:lnTo>
                                <a:pt x="35" y="193"/>
                              </a:lnTo>
                              <a:lnTo>
                                <a:pt x="45" y="193"/>
                              </a:lnTo>
                              <a:lnTo>
                                <a:pt x="60" y="188"/>
                              </a:lnTo>
                              <a:lnTo>
                                <a:pt x="70" y="183"/>
                              </a:lnTo>
                              <a:lnTo>
                                <a:pt x="85" y="183"/>
                              </a:lnTo>
                              <a:lnTo>
                                <a:pt x="95" y="178"/>
                              </a:lnTo>
                              <a:lnTo>
                                <a:pt x="105" y="173"/>
                              </a:lnTo>
                              <a:lnTo>
                                <a:pt x="115" y="169"/>
                              </a:lnTo>
                              <a:lnTo>
                                <a:pt x="125" y="164"/>
                              </a:lnTo>
                              <a:lnTo>
                                <a:pt x="135" y="159"/>
                              </a:lnTo>
                              <a:lnTo>
                                <a:pt x="145" y="154"/>
                              </a:lnTo>
                              <a:lnTo>
                                <a:pt x="155" y="144"/>
                              </a:lnTo>
                              <a:lnTo>
                                <a:pt x="165" y="139"/>
                              </a:lnTo>
                              <a:lnTo>
                                <a:pt x="175" y="134"/>
                              </a:lnTo>
                              <a:lnTo>
                                <a:pt x="185" y="124"/>
                              </a:lnTo>
                              <a:lnTo>
                                <a:pt x="195" y="119"/>
                              </a:lnTo>
                              <a:lnTo>
                                <a:pt x="200" y="109"/>
                              </a:lnTo>
                              <a:lnTo>
                                <a:pt x="210" y="104"/>
                              </a:lnTo>
                              <a:lnTo>
                                <a:pt x="220" y="94"/>
                              </a:lnTo>
                              <a:lnTo>
                                <a:pt x="225" y="89"/>
                              </a:lnTo>
                              <a:lnTo>
                                <a:pt x="235" y="79"/>
                              </a:lnTo>
                              <a:lnTo>
                                <a:pt x="240" y="69"/>
                              </a:lnTo>
                              <a:lnTo>
                                <a:pt x="245" y="64"/>
                              </a:lnTo>
                              <a:lnTo>
                                <a:pt x="250" y="54"/>
                              </a:lnTo>
                              <a:lnTo>
                                <a:pt x="260" y="44"/>
                              </a:lnTo>
                              <a:lnTo>
                                <a:pt x="265" y="34"/>
                              </a:lnTo>
                              <a:lnTo>
                                <a:pt x="270" y="24"/>
                              </a:lnTo>
                              <a:lnTo>
                                <a:pt x="270" y="15"/>
                              </a:lnTo>
                              <a:lnTo>
                                <a:pt x="275" y="5"/>
                              </a:lnTo>
                              <a:lnTo>
                                <a:pt x="280" y="0"/>
                              </a:lnTo>
                              <a:lnTo>
                                <a:pt x="285" y="0"/>
                              </a:lnTo>
                              <a:lnTo>
                                <a:pt x="280" y="10"/>
                              </a:lnTo>
                              <a:lnTo>
                                <a:pt x="275" y="20"/>
                              </a:lnTo>
                              <a:lnTo>
                                <a:pt x="270" y="29"/>
                              </a:lnTo>
                              <a:lnTo>
                                <a:pt x="265" y="39"/>
                              </a:lnTo>
                              <a:lnTo>
                                <a:pt x="260" y="49"/>
                              </a:lnTo>
                              <a:lnTo>
                                <a:pt x="255" y="54"/>
                              </a:lnTo>
                              <a:lnTo>
                                <a:pt x="250" y="64"/>
                              </a:lnTo>
                              <a:lnTo>
                                <a:pt x="245" y="74"/>
                              </a:lnTo>
                              <a:lnTo>
                                <a:pt x="235" y="84"/>
                              </a:lnTo>
                              <a:lnTo>
                                <a:pt x="230" y="89"/>
                              </a:lnTo>
                              <a:lnTo>
                                <a:pt x="220" y="99"/>
                              </a:lnTo>
                              <a:lnTo>
                                <a:pt x="215" y="109"/>
                              </a:lnTo>
                              <a:lnTo>
                                <a:pt x="205" y="114"/>
                              </a:lnTo>
                              <a:lnTo>
                                <a:pt x="195" y="124"/>
                              </a:lnTo>
                              <a:lnTo>
                                <a:pt x="190" y="129"/>
                              </a:lnTo>
                              <a:lnTo>
                                <a:pt x="180" y="134"/>
                              </a:lnTo>
                              <a:lnTo>
                                <a:pt x="170" y="144"/>
                              </a:lnTo>
                              <a:lnTo>
                                <a:pt x="160" y="149"/>
                              </a:lnTo>
                              <a:lnTo>
                                <a:pt x="150" y="154"/>
                              </a:lnTo>
                              <a:lnTo>
                                <a:pt x="140" y="164"/>
                              </a:lnTo>
                              <a:lnTo>
                                <a:pt x="130" y="169"/>
                              </a:lnTo>
                              <a:lnTo>
                                <a:pt x="120" y="173"/>
                              </a:lnTo>
                              <a:lnTo>
                                <a:pt x="105" y="178"/>
                              </a:lnTo>
                              <a:lnTo>
                                <a:pt x="95" y="183"/>
                              </a:lnTo>
                              <a:lnTo>
                                <a:pt x="85" y="188"/>
                              </a:lnTo>
                              <a:lnTo>
                                <a:pt x="75" y="188"/>
                              </a:lnTo>
                              <a:lnTo>
                                <a:pt x="60" y="193"/>
                              </a:lnTo>
                              <a:lnTo>
                                <a:pt x="50" y="198"/>
                              </a:lnTo>
                              <a:lnTo>
                                <a:pt x="35" y="198"/>
                              </a:lnTo>
                              <a:lnTo>
                                <a:pt x="25" y="203"/>
                              </a:lnTo>
                              <a:lnTo>
                                <a:pt x="10" y="203"/>
                              </a:lnTo>
                              <a:lnTo>
                                <a:pt x="0" y="208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4" name="Freeform 34"/>
                      <wps:cNvSpPr/>
                      <wps:spPr bwMode="auto">
                        <a:xfrm>
                          <a:off x="234950" y="293370"/>
                          <a:ext cx="184150" cy="135255"/>
                        </a:xfrm>
                        <a:custGeom>
                          <a:avLst/>
                          <a:gdLst>
                            <a:gd name="T0" fmla="*/ 0 w 290"/>
                            <a:gd name="T1" fmla="*/ 208 h 213"/>
                            <a:gd name="T2" fmla="*/ 25 w 290"/>
                            <a:gd name="T3" fmla="*/ 208 h 213"/>
                            <a:gd name="T4" fmla="*/ 50 w 290"/>
                            <a:gd name="T5" fmla="*/ 203 h 213"/>
                            <a:gd name="T6" fmla="*/ 75 w 290"/>
                            <a:gd name="T7" fmla="*/ 199 h 213"/>
                            <a:gd name="T8" fmla="*/ 100 w 290"/>
                            <a:gd name="T9" fmla="*/ 189 h 213"/>
                            <a:gd name="T10" fmla="*/ 120 w 290"/>
                            <a:gd name="T11" fmla="*/ 179 h 213"/>
                            <a:gd name="T12" fmla="*/ 145 w 290"/>
                            <a:gd name="T13" fmla="*/ 169 h 213"/>
                            <a:gd name="T14" fmla="*/ 165 w 290"/>
                            <a:gd name="T15" fmla="*/ 159 h 213"/>
                            <a:gd name="T16" fmla="*/ 185 w 290"/>
                            <a:gd name="T17" fmla="*/ 144 h 213"/>
                            <a:gd name="T18" fmla="*/ 205 w 290"/>
                            <a:gd name="T19" fmla="*/ 129 h 213"/>
                            <a:gd name="T20" fmla="*/ 220 w 290"/>
                            <a:gd name="T21" fmla="*/ 114 h 213"/>
                            <a:gd name="T22" fmla="*/ 235 w 290"/>
                            <a:gd name="T23" fmla="*/ 94 h 213"/>
                            <a:gd name="T24" fmla="*/ 250 w 290"/>
                            <a:gd name="T25" fmla="*/ 79 h 213"/>
                            <a:gd name="T26" fmla="*/ 260 w 290"/>
                            <a:gd name="T27" fmla="*/ 59 h 213"/>
                            <a:gd name="T28" fmla="*/ 270 w 290"/>
                            <a:gd name="T29" fmla="*/ 40 h 213"/>
                            <a:gd name="T30" fmla="*/ 280 w 290"/>
                            <a:gd name="T31" fmla="*/ 20 h 213"/>
                            <a:gd name="T32" fmla="*/ 285 w 290"/>
                            <a:gd name="T33" fmla="*/ 0 h 213"/>
                            <a:gd name="T34" fmla="*/ 290 w 290"/>
                            <a:gd name="T35" fmla="*/ 15 h 213"/>
                            <a:gd name="T36" fmla="*/ 280 w 290"/>
                            <a:gd name="T37" fmla="*/ 35 h 213"/>
                            <a:gd name="T38" fmla="*/ 270 w 290"/>
                            <a:gd name="T39" fmla="*/ 54 h 213"/>
                            <a:gd name="T40" fmla="*/ 260 w 290"/>
                            <a:gd name="T41" fmla="*/ 74 h 213"/>
                            <a:gd name="T42" fmla="*/ 245 w 290"/>
                            <a:gd name="T43" fmla="*/ 89 h 213"/>
                            <a:gd name="T44" fmla="*/ 230 w 290"/>
                            <a:gd name="T45" fmla="*/ 109 h 213"/>
                            <a:gd name="T46" fmla="*/ 215 w 290"/>
                            <a:gd name="T47" fmla="*/ 124 h 213"/>
                            <a:gd name="T48" fmla="*/ 195 w 290"/>
                            <a:gd name="T49" fmla="*/ 139 h 213"/>
                            <a:gd name="T50" fmla="*/ 180 w 290"/>
                            <a:gd name="T51" fmla="*/ 154 h 213"/>
                            <a:gd name="T52" fmla="*/ 160 w 290"/>
                            <a:gd name="T53" fmla="*/ 169 h 213"/>
                            <a:gd name="T54" fmla="*/ 135 w 290"/>
                            <a:gd name="T55" fmla="*/ 179 h 213"/>
                            <a:gd name="T56" fmla="*/ 115 w 290"/>
                            <a:gd name="T57" fmla="*/ 189 h 213"/>
                            <a:gd name="T58" fmla="*/ 90 w 290"/>
                            <a:gd name="T59" fmla="*/ 199 h 213"/>
                            <a:gd name="T60" fmla="*/ 65 w 290"/>
                            <a:gd name="T61" fmla="*/ 203 h 213"/>
                            <a:gd name="T62" fmla="*/ 40 w 290"/>
                            <a:gd name="T63" fmla="*/ 208 h 213"/>
                            <a:gd name="T64" fmla="*/ 10 w 290"/>
                            <a:gd name="T65" fmla="*/ 213 h 213"/>
                          </a:gdLst>
                          <a:ahLst/>
                          <a:cxnLst/>
                          <a:rect l="0" t="0" r="r" b="b"/>
                          <a:pathLst>
                            <a:path w="290" h="213">
                              <a:moveTo>
                                <a:pt x="0" y="213"/>
                              </a:moveTo>
                              <a:lnTo>
                                <a:pt x="0" y="208"/>
                              </a:lnTo>
                              <a:lnTo>
                                <a:pt x="10" y="208"/>
                              </a:lnTo>
                              <a:lnTo>
                                <a:pt x="25" y="208"/>
                              </a:lnTo>
                              <a:lnTo>
                                <a:pt x="35" y="203"/>
                              </a:lnTo>
                              <a:lnTo>
                                <a:pt x="50" y="203"/>
                              </a:lnTo>
                              <a:lnTo>
                                <a:pt x="65" y="199"/>
                              </a:lnTo>
                              <a:lnTo>
                                <a:pt x="75" y="199"/>
                              </a:lnTo>
                              <a:lnTo>
                                <a:pt x="85" y="194"/>
                              </a:lnTo>
                              <a:lnTo>
                                <a:pt x="100" y="189"/>
                              </a:lnTo>
                              <a:lnTo>
                                <a:pt x="110" y="184"/>
                              </a:lnTo>
                              <a:lnTo>
                                <a:pt x="120" y="179"/>
                              </a:lnTo>
                              <a:lnTo>
                                <a:pt x="135" y="174"/>
                              </a:lnTo>
                              <a:lnTo>
                                <a:pt x="145" y="169"/>
                              </a:lnTo>
                              <a:lnTo>
                                <a:pt x="155" y="164"/>
                              </a:lnTo>
                              <a:lnTo>
                                <a:pt x="165" y="159"/>
                              </a:lnTo>
                              <a:lnTo>
                                <a:pt x="175" y="149"/>
                              </a:lnTo>
                              <a:lnTo>
                                <a:pt x="185" y="144"/>
                              </a:lnTo>
                              <a:lnTo>
                                <a:pt x="195" y="139"/>
                              </a:lnTo>
                              <a:lnTo>
                                <a:pt x="205" y="129"/>
                              </a:lnTo>
                              <a:lnTo>
                                <a:pt x="210" y="119"/>
                              </a:lnTo>
                              <a:lnTo>
                                <a:pt x="220" y="114"/>
                              </a:lnTo>
                              <a:lnTo>
                                <a:pt x="230" y="104"/>
                              </a:lnTo>
                              <a:lnTo>
                                <a:pt x="235" y="94"/>
                              </a:lnTo>
                              <a:lnTo>
                                <a:pt x="245" y="89"/>
                              </a:lnTo>
                              <a:lnTo>
                                <a:pt x="250" y="79"/>
                              </a:lnTo>
                              <a:lnTo>
                                <a:pt x="255" y="69"/>
                              </a:lnTo>
                              <a:lnTo>
                                <a:pt x="260" y="59"/>
                              </a:lnTo>
                              <a:lnTo>
                                <a:pt x="265" y="50"/>
                              </a:lnTo>
                              <a:lnTo>
                                <a:pt x="270" y="40"/>
                              </a:lnTo>
                              <a:lnTo>
                                <a:pt x="275" y="30"/>
                              </a:lnTo>
                              <a:lnTo>
                                <a:pt x="280" y="20"/>
                              </a:lnTo>
                              <a:lnTo>
                                <a:pt x="285" y="10"/>
                              </a:lnTo>
                              <a:lnTo>
                                <a:pt x="285" y="0"/>
                              </a:lnTo>
                              <a:lnTo>
                                <a:pt x="290" y="0"/>
                              </a:lnTo>
                              <a:lnTo>
                                <a:pt x="290" y="15"/>
                              </a:lnTo>
                              <a:lnTo>
                                <a:pt x="285" y="25"/>
                              </a:lnTo>
                              <a:lnTo>
                                <a:pt x="280" y="35"/>
                              </a:lnTo>
                              <a:lnTo>
                                <a:pt x="275" y="45"/>
                              </a:lnTo>
                              <a:lnTo>
                                <a:pt x="270" y="54"/>
                              </a:lnTo>
                              <a:lnTo>
                                <a:pt x="265" y="64"/>
                              </a:lnTo>
                              <a:lnTo>
                                <a:pt x="260" y="74"/>
                              </a:lnTo>
                              <a:lnTo>
                                <a:pt x="255" y="84"/>
                              </a:lnTo>
                              <a:lnTo>
                                <a:pt x="245" y="89"/>
                              </a:lnTo>
                              <a:lnTo>
                                <a:pt x="240" y="99"/>
                              </a:lnTo>
                              <a:lnTo>
                                <a:pt x="230" y="109"/>
                              </a:lnTo>
                              <a:lnTo>
                                <a:pt x="225" y="119"/>
                              </a:lnTo>
                              <a:lnTo>
                                <a:pt x="215" y="124"/>
                              </a:lnTo>
                              <a:lnTo>
                                <a:pt x="205" y="134"/>
                              </a:lnTo>
                              <a:lnTo>
                                <a:pt x="195" y="139"/>
                              </a:lnTo>
                              <a:lnTo>
                                <a:pt x="190" y="149"/>
                              </a:lnTo>
                              <a:lnTo>
                                <a:pt x="180" y="154"/>
                              </a:lnTo>
                              <a:lnTo>
                                <a:pt x="170" y="159"/>
                              </a:lnTo>
                              <a:lnTo>
                                <a:pt x="160" y="169"/>
                              </a:lnTo>
                              <a:lnTo>
                                <a:pt x="145" y="174"/>
                              </a:lnTo>
                              <a:lnTo>
                                <a:pt x="135" y="179"/>
                              </a:lnTo>
                              <a:lnTo>
                                <a:pt x="125" y="184"/>
                              </a:lnTo>
                              <a:lnTo>
                                <a:pt x="115" y="189"/>
                              </a:lnTo>
                              <a:lnTo>
                                <a:pt x="100" y="194"/>
                              </a:lnTo>
                              <a:lnTo>
                                <a:pt x="90" y="199"/>
                              </a:lnTo>
                              <a:lnTo>
                                <a:pt x="75" y="203"/>
                              </a:lnTo>
                              <a:lnTo>
                                <a:pt x="65" y="203"/>
                              </a:lnTo>
                              <a:lnTo>
                                <a:pt x="50" y="208"/>
                              </a:lnTo>
                              <a:lnTo>
                                <a:pt x="40" y="208"/>
                              </a:lnTo>
                              <a:lnTo>
                                <a:pt x="25" y="213"/>
                              </a:lnTo>
                              <a:lnTo>
                                <a:pt x="10" y="213"/>
                              </a:lnTo>
                              <a:lnTo>
                                <a:pt x="0" y="213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023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5" name="Freeform 35"/>
                      <wps:cNvSpPr/>
                      <wps:spPr bwMode="auto">
                        <a:xfrm>
                          <a:off x="247650" y="302895"/>
                          <a:ext cx="149225" cy="110490"/>
                        </a:xfrm>
                        <a:custGeom>
                          <a:avLst/>
                          <a:gdLst>
                            <a:gd name="T0" fmla="*/ 0 w 235"/>
                            <a:gd name="T1" fmla="*/ 169 h 174"/>
                            <a:gd name="T2" fmla="*/ 20 w 235"/>
                            <a:gd name="T3" fmla="*/ 164 h 174"/>
                            <a:gd name="T4" fmla="*/ 40 w 235"/>
                            <a:gd name="T5" fmla="*/ 159 h 174"/>
                            <a:gd name="T6" fmla="*/ 60 w 235"/>
                            <a:gd name="T7" fmla="*/ 154 h 174"/>
                            <a:gd name="T8" fmla="*/ 80 w 235"/>
                            <a:gd name="T9" fmla="*/ 144 h 174"/>
                            <a:gd name="T10" fmla="*/ 95 w 235"/>
                            <a:gd name="T11" fmla="*/ 139 h 174"/>
                            <a:gd name="T12" fmla="*/ 115 w 235"/>
                            <a:gd name="T13" fmla="*/ 129 h 174"/>
                            <a:gd name="T14" fmla="*/ 130 w 235"/>
                            <a:gd name="T15" fmla="*/ 119 h 174"/>
                            <a:gd name="T16" fmla="*/ 145 w 235"/>
                            <a:gd name="T17" fmla="*/ 109 h 174"/>
                            <a:gd name="T18" fmla="*/ 160 w 235"/>
                            <a:gd name="T19" fmla="*/ 99 h 174"/>
                            <a:gd name="T20" fmla="*/ 175 w 235"/>
                            <a:gd name="T21" fmla="*/ 84 h 174"/>
                            <a:gd name="T22" fmla="*/ 185 w 235"/>
                            <a:gd name="T23" fmla="*/ 74 h 174"/>
                            <a:gd name="T24" fmla="*/ 195 w 235"/>
                            <a:gd name="T25" fmla="*/ 59 h 174"/>
                            <a:gd name="T26" fmla="*/ 210 w 235"/>
                            <a:gd name="T27" fmla="*/ 44 h 174"/>
                            <a:gd name="T28" fmla="*/ 215 w 235"/>
                            <a:gd name="T29" fmla="*/ 30 h 174"/>
                            <a:gd name="T30" fmla="*/ 225 w 235"/>
                            <a:gd name="T31" fmla="*/ 15 h 174"/>
                            <a:gd name="T32" fmla="*/ 230 w 235"/>
                            <a:gd name="T33" fmla="*/ 0 h 174"/>
                            <a:gd name="T34" fmla="*/ 235 w 235"/>
                            <a:gd name="T35" fmla="*/ 10 h 174"/>
                            <a:gd name="T36" fmla="*/ 225 w 235"/>
                            <a:gd name="T37" fmla="*/ 25 h 174"/>
                            <a:gd name="T38" fmla="*/ 215 w 235"/>
                            <a:gd name="T39" fmla="*/ 39 h 174"/>
                            <a:gd name="T40" fmla="*/ 205 w 235"/>
                            <a:gd name="T41" fmla="*/ 54 h 174"/>
                            <a:gd name="T42" fmla="*/ 195 w 235"/>
                            <a:gd name="T43" fmla="*/ 69 h 174"/>
                            <a:gd name="T44" fmla="*/ 185 w 235"/>
                            <a:gd name="T45" fmla="*/ 84 h 174"/>
                            <a:gd name="T46" fmla="*/ 170 w 235"/>
                            <a:gd name="T47" fmla="*/ 94 h 174"/>
                            <a:gd name="T48" fmla="*/ 155 w 235"/>
                            <a:gd name="T49" fmla="*/ 109 h 174"/>
                            <a:gd name="T50" fmla="*/ 140 w 235"/>
                            <a:gd name="T51" fmla="*/ 119 h 174"/>
                            <a:gd name="T52" fmla="*/ 125 w 235"/>
                            <a:gd name="T53" fmla="*/ 129 h 174"/>
                            <a:gd name="T54" fmla="*/ 110 w 235"/>
                            <a:gd name="T55" fmla="*/ 139 h 174"/>
                            <a:gd name="T56" fmla="*/ 90 w 235"/>
                            <a:gd name="T57" fmla="*/ 149 h 174"/>
                            <a:gd name="T58" fmla="*/ 70 w 235"/>
                            <a:gd name="T59" fmla="*/ 154 h 174"/>
                            <a:gd name="T60" fmla="*/ 50 w 235"/>
                            <a:gd name="T61" fmla="*/ 159 h 174"/>
                            <a:gd name="T62" fmla="*/ 30 w 235"/>
                            <a:gd name="T63" fmla="*/ 164 h 174"/>
                            <a:gd name="T64" fmla="*/ 10 w 235"/>
                            <a:gd name="T65" fmla="*/ 169 h 174"/>
                          </a:gdLst>
                          <a:ahLst/>
                          <a:cxnLst/>
                          <a:rect l="0" t="0" r="r" b="b"/>
                          <a:pathLst>
                            <a:path w="235" h="174">
                              <a:moveTo>
                                <a:pt x="0" y="174"/>
                              </a:moveTo>
                              <a:lnTo>
                                <a:pt x="0" y="169"/>
                              </a:lnTo>
                              <a:lnTo>
                                <a:pt x="10" y="164"/>
                              </a:lnTo>
                              <a:lnTo>
                                <a:pt x="20" y="164"/>
                              </a:lnTo>
                              <a:lnTo>
                                <a:pt x="30" y="159"/>
                              </a:lnTo>
                              <a:lnTo>
                                <a:pt x="40" y="159"/>
                              </a:lnTo>
                              <a:lnTo>
                                <a:pt x="50" y="154"/>
                              </a:lnTo>
                              <a:lnTo>
                                <a:pt x="60" y="154"/>
                              </a:lnTo>
                              <a:lnTo>
                                <a:pt x="70" y="149"/>
                              </a:lnTo>
                              <a:lnTo>
                                <a:pt x="80" y="144"/>
                              </a:lnTo>
                              <a:lnTo>
                                <a:pt x="90" y="144"/>
                              </a:lnTo>
                              <a:lnTo>
                                <a:pt x="95" y="139"/>
                              </a:lnTo>
                              <a:lnTo>
                                <a:pt x="105" y="134"/>
                              </a:lnTo>
                              <a:lnTo>
                                <a:pt x="115" y="129"/>
                              </a:lnTo>
                              <a:lnTo>
                                <a:pt x="120" y="124"/>
                              </a:lnTo>
                              <a:lnTo>
                                <a:pt x="130" y="119"/>
                              </a:lnTo>
                              <a:lnTo>
                                <a:pt x="140" y="114"/>
                              </a:lnTo>
                              <a:lnTo>
                                <a:pt x="145" y="109"/>
                              </a:lnTo>
                              <a:lnTo>
                                <a:pt x="155" y="104"/>
                              </a:lnTo>
                              <a:lnTo>
                                <a:pt x="160" y="99"/>
                              </a:lnTo>
                              <a:lnTo>
                                <a:pt x="165" y="89"/>
                              </a:lnTo>
                              <a:lnTo>
                                <a:pt x="175" y="84"/>
                              </a:lnTo>
                              <a:lnTo>
                                <a:pt x="180" y="79"/>
                              </a:lnTo>
                              <a:lnTo>
                                <a:pt x="185" y="74"/>
                              </a:lnTo>
                              <a:lnTo>
                                <a:pt x="190" y="64"/>
                              </a:lnTo>
                              <a:lnTo>
                                <a:pt x="195" y="59"/>
                              </a:lnTo>
                              <a:lnTo>
                                <a:pt x="205" y="49"/>
                              </a:lnTo>
                              <a:lnTo>
                                <a:pt x="210" y="44"/>
                              </a:lnTo>
                              <a:lnTo>
                                <a:pt x="210" y="39"/>
                              </a:lnTo>
                              <a:lnTo>
                                <a:pt x="215" y="30"/>
                              </a:lnTo>
                              <a:lnTo>
                                <a:pt x="220" y="25"/>
                              </a:lnTo>
                              <a:lnTo>
                                <a:pt x="225" y="15"/>
                              </a:lnTo>
                              <a:lnTo>
                                <a:pt x="230" y="5"/>
                              </a:lnTo>
                              <a:lnTo>
                                <a:pt x="230" y="0"/>
                              </a:lnTo>
                              <a:lnTo>
                                <a:pt x="235" y="0"/>
                              </a:lnTo>
                              <a:lnTo>
                                <a:pt x="235" y="10"/>
                              </a:lnTo>
                              <a:lnTo>
                                <a:pt x="230" y="15"/>
                              </a:lnTo>
                              <a:lnTo>
                                <a:pt x="225" y="25"/>
                              </a:lnTo>
                              <a:lnTo>
                                <a:pt x="220" y="35"/>
                              </a:lnTo>
                              <a:lnTo>
                                <a:pt x="215" y="39"/>
                              </a:lnTo>
                              <a:lnTo>
                                <a:pt x="210" y="49"/>
                              </a:lnTo>
                              <a:lnTo>
                                <a:pt x="205" y="54"/>
                              </a:lnTo>
                              <a:lnTo>
                                <a:pt x="200" y="59"/>
                              </a:lnTo>
                              <a:lnTo>
                                <a:pt x="195" y="69"/>
                              </a:lnTo>
                              <a:lnTo>
                                <a:pt x="190" y="74"/>
                              </a:lnTo>
                              <a:lnTo>
                                <a:pt x="185" y="84"/>
                              </a:lnTo>
                              <a:lnTo>
                                <a:pt x="175" y="89"/>
                              </a:lnTo>
                              <a:lnTo>
                                <a:pt x="170" y="94"/>
                              </a:lnTo>
                              <a:lnTo>
                                <a:pt x="165" y="99"/>
                              </a:lnTo>
                              <a:lnTo>
                                <a:pt x="155" y="109"/>
                              </a:lnTo>
                              <a:lnTo>
                                <a:pt x="150" y="114"/>
                              </a:lnTo>
                              <a:lnTo>
                                <a:pt x="140" y="119"/>
                              </a:lnTo>
                              <a:lnTo>
                                <a:pt x="135" y="124"/>
                              </a:lnTo>
                              <a:lnTo>
                                <a:pt x="125" y="129"/>
                              </a:lnTo>
                              <a:lnTo>
                                <a:pt x="115" y="134"/>
                              </a:lnTo>
                              <a:lnTo>
                                <a:pt x="110" y="139"/>
                              </a:lnTo>
                              <a:lnTo>
                                <a:pt x="100" y="144"/>
                              </a:lnTo>
                              <a:lnTo>
                                <a:pt x="90" y="149"/>
                              </a:lnTo>
                              <a:lnTo>
                                <a:pt x="80" y="149"/>
                              </a:lnTo>
                              <a:lnTo>
                                <a:pt x="70" y="154"/>
                              </a:lnTo>
                              <a:lnTo>
                                <a:pt x="60" y="159"/>
                              </a:lnTo>
                              <a:lnTo>
                                <a:pt x="50" y="159"/>
                              </a:lnTo>
                              <a:lnTo>
                                <a:pt x="40" y="164"/>
                              </a:lnTo>
                              <a:lnTo>
                                <a:pt x="30" y="164"/>
                              </a:lnTo>
                              <a:lnTo>
                                <a:pt x="20" y="169"/>
                              </a:lnTo>
                              <a:lnTo>
                                <a:pt x="10" y="169"/>
                              </a:lnTo>
                              <a:lnTo>
                                <a:pt x="0" y="174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6" name="Freeform 36"/>
                      <wps:cNvSpPr/>
                      <wps:spPr bwMode="auto">
                        <a:xfrm>
                          <a:off x="231775" y="425450"/>
                          <a:ext cx="22225" cy="19050"/>
                        </a:xfrm>
                        <a:custGeom>
                          <a:avLst/>
                          <a:gdLst>
                            <a:gd name="T0" fmla="*/ 35 w 35"/>
                            <a:gd name="T1" fmla="*/ 30 h 30"/>
                            <a:gd name="T2" fmla="*/ 0 w 35"/>
                            <a:gd name="T3" fmla="*/ 5 h 30"/>
                            <a:gd name="T4" fmla="*/ 5 w 35"/>
                            <a:gd name="T5" fmla="*/ 0 h 30"/>
                            <a:gd name="T6" fmla="*/ 35 w 35"/>
                            <a:gd name="T7" fmla="*/ 25 h 30"/>
                            <a:gd name="T8" fmla="*/ 35 w 35"/>
                            <a:gd name="T9" fmla="*/ 30 h 30"/>
                          </a:gdLst>
                          <a:ahLst/>
                          <a:cxnLst/>
                          <a:rect l="0" t="0" r="r" b="b"/>
                          <a:pathLst>
                            <a:path w="35" h="30">
                              <a:moveTo>
                                <a:pt x="35" y="30"/>
                              </a:move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lnTo>
                                <a:pt x="35" y="25"/>
                              </a:lnTo>
                              <a:lnTo>
                                <a:pt x="3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7" name="Freeform 37"/>
                      <wps:cNvSpPr/>
                      <wps:spPr bwMode="auto">
                        <a:xfrm>
                          <a:off x="231775" y="410210"/>
                          <a:ext cx="19050" cy="18415"/>
                        </a:xfrm>
                        <a:custGeom>
                          <a:avLst/>
                          <a:gdLst>
                            <a:gd name="T0" fmla="*/ 30 w 30"/>
                            <a:gd name="T1" fmla="*/ 0 h 29"/>
                            <a:gd name="T2" fmla="*/ 5 w 30"/>
                            <a:gd name="T3" fmla="*/ 29 h 29"/>
                            <a:gd name="T4" fmla="*/ 0 w 30"/>
                            <a:gd name="T5" fmla="*/ 29 h 29"/>
                            <a:gd name="T6" fmla="*/ 25 w 30"/>
                            <a:gd name="T7" fmla="*/ 0 h 29"/>
                            <a:gd name="T8" fmla="*/ 30 w 30"/>
                            <a:gd name="T9" fmla="*/ 0 h 29"/>
                          </a:gdLst>
                          <a:ahLst/>
                          <a:cxnLst/>
                          <a:rect l="0" t="0" r="r" b="b"/>
                          <a:pathLst>
                            <a:path w="30" h="29">
                              <a:moveTo>
                                <a:pt x="30" y="0"/>
                              </a:moveTo>
                              <a:lnTo>
                                <a:pt x="5" y="29"/>
                              </a:lnTo>
                              <a:lnTo>
                                <a:pt x="0" y="29"/>
                              </a:lnTo>
                              <a:lnTo>
                                <a:pt x="25" y="0"/>
                              </a:lnTo>
                              <a:lnTo>
                                <a:pt x="30" y="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8" name="Freeform 38"/>
                      <wps:cNvSpPr>
                        <a:spLocks noEditPoints="1"/>
                      </wps:cNvSpPr>
                      <wps:spPr bwMode="auto">
                        <a:xfrm>
                          <a:off x="247650" y="407035"/>
                          <a:ext cx="25400" cy="34290"/>
                        </a:xfrm>
                        <a:custGeom>
                          <a:avLst/>
                          <a:gdLst>
                            <a:gd name="T0" fmla="*/ 25 w 40"/>
                            <a:gd name="T1" fmla="*/ 0 h 54"/>
                            <a:gd name="T2" fmla="*/ 10 w 40"/>
                            <a:gd name="T3" fmla="*/ 34 h 54"/>
                            <a:gd name="T4" fmla="*/ 5 w 40"/>
                            <a:gd name="T5" fmla="*/ 29 h 54"/>
                            <a:gd name="T6" fmla="*/ 25 w 40"/>
                            <a:gd name="T7" fmla="*/ 0 h 54"/>
                            <a:gd name="T8" fmla="*/ 25 w 40"/>
                            <a:gd name="T9" fmla="*/ 0 h 54"/>
                            <a:gd name="T10" fmla="*/ 5 w 40"/>
                            <a:gd name="T11" fmla="*/ 34 h 54"/>
                            <a:gd name="T12" fmla="*/ 0 w 40"/>
                            <a:gd name="T13" fmla="*/ 34 h 54"/>
                            <a:gd name="T14" fmla="*/ 5 w 40"/>
                            <a:gd name="T15" fmla="*/ 29 h 54"/>
                            <a:gd name="T16" fmla="*/ 5 w 40"/>
                            <a:gd name="T17" fmla="*/ 34 h 54"/>
                            <a:gd name="T18" fmla="*/ 5 w 40"/>
                            <a:gd name="T19" fmla="*/ 29 h 54"/>
                            <a:gd name="T20" fmla="*/ 5 w 40"/>
                            <a:gd name="T21" fmla="*/ 29 h 54"/>
                            <a:gd name="T22" fmla="*/ 40 w 40"/>
                            <a:gd name="T23" fmla="*/ 49 h 54"/>
                            <a:gd name="T24" fmla="*/ 40 w 40"/>
                            <a:gd name="T25" fmla="*/ 54 h 54"/>
                            <a:gd name="T26" fmla="*/ 5 w 40"/>
                            <a:gd name="T27" fmla="*/ 34 h 54"/>
                            <a:gd name="T28" fmla="*/ 5 w 40"/>
                            <a:gd name="T29" fmla="*/ 29 h 54"/>
                          </a:gdLst>
                          <a:ahLst/>
                          <a:cxnLst/>
                          <a:rect l="0" t="0" r="r" b="b"/>
                          <a:pathLst>
                            <a:path w="40" h="54">
                              <a:moveTo>
                                <a:pt x="25" y="0"/>
                              </a:moveTo>
                              <a:lnTo>
                                <a:pt x="10" y="34"/>
                              </a:lnTo>
                              <a:lnTo>
                                <a:pt x="5" y="29"/>
                              </a:lnTo>
                              <a:lnTo>
                                <a:pt x="25" y="0"/>
                              </a:lnTo>
                              <a:close/>
                              <a:moveTo>
                                <a:pt x="5" y="34"/>
                              </a:moveTo>
                              <a:lnTo>
                                <a:pt x="0" y="34"/>
                              </a:lnTo>
                              <a:lnTo>
                                <a:pt x="5" y="29"/>
                              </a:lnTo>
                              <a:lnTo>
                                <a:pt x="5" y="34"/>
                              </a:lnTo>
                              <a:close/>
                              <a:moveTo>
                                <a:pt x="5" y="29"/>
                              </a:moveTo>
                              <a:lnTo>
                                <a:pt x="5" y="29"/>
                              </a:lnTo>
                              <a:lnTo>
                                <a:pt x="40" y="49"/>
                              </a:lnTo>
                              <a:lnTo>
                                <a:pt x="40" y="54"/>
                              </a:lnTo>
                              <a:lnTo>
                                <a:pt x="5" y="34"/>
                              </a:lnTo>
                              <a:lnTo>
                                <a:pt x="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39" name="Freeform 39"/>
                      <wps:cNvSpPr>
                        <a:spLocks noEditPoints="1"/>
                      </wps:cNvSpPr>
                      <wps:spPr bwMode="auto">
                        <a:xfrm>
                          <a:off x="266700" y="40386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0 h 49"/>
                            <a:gd name="T2" fmla="*/ 5 w 40"/>
                            <a:gd name="T3" fmla="*/ 34 h 49"/>
                            <a:gd name="T4" fmla="*/ 0 w 40"/>
                            <a:gd name="T5" fmla="*/ 29 h 49"/>
                            <a:gd name="T6" fmla="*/ 15 w 40"/>
                            <a:gd name="T7" fmla="*/ 0 h 49"/>
                            <a:gd name="T8" fmla="*/ 20 w 40"/>
                            <a:gd name="T9" fmla="*/ 0 h 49"/>
                            <a:gd name="T10" fmla="*/ 0 w 40"/>
                            <a:gd name="T11" fmla="*/ 34 h 49"/>
                            <a:gd name="T12" fmla="*/ 0 w 40"/>
                            <a:gd name="T13" fmla="*/ 34 h 49"/>
                            <a:gd name="T14" fmla="*/ 0 w 40"/>
                            <a:gd name="T15" fmla="*/ 29 h 49"/>
                            <a:gd name="T16" fmla="*/ 0 w 40"/>
                            <a:gd name="T17" fmla="*/ 34 h 49"/>
                            <a:gd name="T18" fmla="*/ 0 w 40"/>
                            <a:gd name="T19" fmla="*/ 29 h 49"/>
                            <a:gd name="T20" fmla="*/ 5 w 40"/>
                            <a:gd name="T21" fmla="*/ 29 h 49"/>
                            <a:gd name="T22" fmla="*/ 40 w 40"/>
                            <a:gd name="T23" fmla="*/ 44 h 49"/>
                            <a:gd name="T24" fmla="*/ 40 w 40"/>
                            <a:gd name="T25" fmla="*/ 49 h 49"/>
                            <a:gd name="T26" fmla="*/ 0 w 40"/>
                            <a:gd name="T27" fmla="*/ 34 h 49"/>
                            <a:gd name="T28" fmla="*/ 0 w 40"/>
                            <a:gd name="T29" fmla="*/ 29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0"/>
                              </a:moveTo>
                              <a:lnTo>
                                <a:pt x="5" y="34"/>
                              </a:lnTo>
                              <a:lnTo>
                                <a:pt x="0" y="29"/>
                              </a:lnTo>
                              <a:lnTo>
                                <a:pt x="15" y="0"/>
                              </a:lnTo>
                              <a:lnTo>
                                <a:pt x="20" y="0"/>
                              </a:lnTo>
                              <a:close/>
                              <a:moveTo>
                                <a:pt x="0" y="34"/>
                              </a:move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lnTo>
                                <a:pt x="0" y="34"/>
                              </a:lnTo>
                              <a:close/>
                              <a:moveTo>
                                <a:pt x="0" y="29"/>
                              </a:moveTo>
                              <a:lnTo>
                                <a:pt x="5" y="29"/>
                              </a:lnTo>
                              <a:lnTo>
                                <a:pt x="40" y="44"/>
                              </a:lnTo>
                              <a:lnTo>
                                <a:pt x="40" y="49"/>
                              </a:lnTo>
                              <a:lnTo>
                                <a:pt x="0" y="34"/>
                              </a:lnTo>
                              <a:lnTo>
                                <a:pt x="0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0" name="Freeform 40"/>
                      <wps:cNvSpPr>
                        <a:spLocks noEditPoints="1"/>
                      </wps:cNvSpPr>
                      <wps:spPr bwMode="auto">
                        <a:xfrm>
                          <a:off x="282575" y="397510"/>
                          <a:ext cx="25400" cy="31115"/>
                        </a:xfrm>
                        <a:custGeom>
                          <a:avLst/>
                          <a:gdLst>
                            <a:gd name="T0" fmla="*/ 20 w 40"/>
                            <a:gd name="T1" fmla="*/ 5 h 49"/>
                            <a:gd name="T2" fmla="*/ 5 w 40"/>
                            <a:gd name="T3" fmla="*/ 35 h 49"/>
                            <a:gd name="T4" fmla="*/ 0 w 40"/>
                            <a:gd name="T5" fmla="*/ 35 h 49"/>
                            <a:gd name="T6" fmla="*/ 15 w 40"/>
                            <a:gd name="T7" fmla="*/ 0 h 49"/>
                            <a:gd name="T8" fmla="*/ 20 w 40"/>
                            <a:gd name="T9" fmla="*/ 5 h 49"/>
                            <a:gd name="T10" fmla="*/ 5 w 40"/>
                            <a:gd name="T11" fmla="*/ 35 h 49"/>
                            <a:gd name="T12" fmla="*/ 0 w 40"/>
                            <a:gd name="T13" fmla="*/ 35 h 49"/>
                            <a:gd name="T14" fmla="*/ 0 w 40"/>
                            <a:gd name="T15" fmla="*/ 35 h 49"/>
                            <a:gd name="T16" fmla="*/ 5 w 40"/>
                            <a:gd name="T17" fmla="*/ 35 h 49"/>
                            <a:gd name="T18" fmla="*/ 0 w 40"/>
                            <a:gd name="T19" fmla="*/ 35 h 49"/>
                            <a:gd name="T20" fmla="*/ 5 w 40"/>
                            <a:gd name="T21" fmla="*/ 35 h 49"/>
                            <a:gd name="T22" fmla="*/ 40 w 40"/>
                            <a:gd name="T23" fmla="*/ 49 h 49"/>
                            <a:gd name="T24" fmla="*/ 40 w 40"/>
                            <a:gd name="T25" fmla="*/ 49 h 49"/>
                            <a:gd name="T26" fmla="*/ 5 w 40"/>
                            <a:gd name="T27" fmla="*/ 35 h 49"/>
                            <a:gd name="T28" fmla="*/ 0 w 40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0" h="49">
                              <a:moveTo>
                                <a:pt x="20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5" y="0"/>
                              </a:lnTo>
                              <a:lnTo>
                                <a:pt x="20" y="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0" y="35"/>
                              </a:lnTo>
                              <a:lnTo>
                                <a:pt x="5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0" y="49"/>
                              </a:ln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1" name="Freeform 41"/>
                      <wps:cNvSpPr>
                        <a:spLocks noEditPoints="1"/>
                      </wps:cNvSpPr>
                      <wps:spPr bwMode="auto">
                        <a:xfrm>
                          <a:off x="298450" y="391160"/>
                          <a:ext cx="28575" cy="31115"/>
                        </a:xfrm>
                        <a:custGeom>
                          <a:avLst/>
                          <a:gdLst>
                            <a:gd name="T0" fmla="*/ 15 w 45"/>
                            <a:gd name="T1" fmla="*/ 5 h 49"/>
                            <a:gd name="T2" fmla="*/ 5 w 45"/>
                            <a:gd name="T3" fmla="*/ 35 h 49"/>
                            <a:gd name="T4" fmla="*/ 0 w 45"/>
                            <a:gd name="T5" fmla="*/ 35 h 49"/>
                            <a:gd name="T6" fmla="*/ 10 w 45"/>
                            <a:gd name="T7" fmla="*/ 0 h 49"/>
                            <a:gd name="T8" fmla="*/ 15 w 45"/>
                            <a:gd name="T9" fmla="*/ 5 h 49"/>
                            <a:gd name="T10" fmla="*/ 5 w 45"/>
                            <a:gd name="T11" fmla="*/ 40 h 49"/>
                            <a:gd name="T12" fmla="*/ 0 w 45"/>
                            <a:gd name="T13" fmla="*/ 40 h 49"/>
                            <a:gd name="T14" fmla="*/ 0 w 45"/>
                            <a:gd name="T15" fmla="*/ 35 h 49"/>
                            <a:gd name="T16" fmla="*/ 5 w 45"/>
                            <a:gd name="T17" fmla="*/ 40 h 49"/>
                            <a:gd name="T18" fmla="*/ 0 w 45"/>
                            <a:gd name="T19" fmla="*/ 35 h 49"/>
                            <a:gd name="T20" fmla="*/ 5 w 45"/>
                            <a:gd name="T21" fmla="*/ 35 h 49"/>
                            <a:gd name="T22" fmla="*/ 45 w 45"/>
                            <a:gd name="T23" fmla="*/ 45 h 49"/>
                            <a:gd name="T24" fmla="*/ 45 w 45"/>
                            <a:gd name="T25" fmla="*/ 49 h 49"/>
                            <a:gd name="T26" fmla="*/ 5 w 45"/>
                            <a:gd name="T27" fmla="*/ 40 h 49"/>
                            <a:gd name="T28" fmla="*/ 0 w 45"/>
                            <a:gd name="T29" fmla="*/ 35 h 49"/>
                          </a:gdLst>
                          <a:ahLst/>
                          <a:cxnLst/>
                          <a:rect l="0" t="0" r="r" b="b"/>
                          <a:pathLst>
                            <a:path w="45" h="49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49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2" name="Freeform 42"/>
                      <wps:cNvSpPr>
                        <a:spLocks noEditPoints="1"/>
                      </wps:cNvSpPr>
                      <wps:spPr bwMode="auto">
                        <a:xfrm>
                          <a:off x="390525" y="315595"/>
                          <a:ext cx="38100" cy="21590"/>
                        </a:xfrm>
                        <a:custGeom>
                          <a:avLst/>
                          <a:gdLst>
                            <a:gd name="T0" fmla="*/ 0 w 60"/>
                            <a:gd name="T1" fmla="*/ 0 h 34"/>
                            <a:gd name="T2" fmla="*/ 20 w 60"/>
                            <a:gd name="T3" fmla="*/ 29 h 34"/>
                            <a:gd name="T4" fmla="*/ 15 w 60"/>
                            <a:gd name="T5" fmla="*/ 29 h 34"/>
                            <a:gd name="T6" fmla="*/ 0 w 60"/>
                            <a:gd name="T7" fmla="*/ 0 h 34"/>
                            <a:gd name="T8" fmla="*/ 0 w 60"/>
                            <a:gd name="T9" fmla="*/ 0 h 34"/>
                            <a:gd name="T10" fmla="*/ 15 w 60"/>
                            <a:gd name="T11" fmla="*/ 34 h 34"/>
                            <a:gd name="T12" fmla="*/ 15 w 60"/>
                            <a:gd name="T13" fmla="*/ 34 h 34"/>
                            <a:gd name="T14" fmla="*/ 15 w 60"/>
                            <a:gd name="T15" fmla="*/ 29 h 34"/>
                            <a:gd name="T16" fmla="*/ 15 w 60"/>
                            <a:gd name="T17" fmla="*/ 34 h 34"/>
                            <a:gd name="T18" fmla="*/ 15 w 60"/>
                            <a:gd name="T19" fmla="*/ 29 h 34"/>
                            <a:gd name="T20" fmla="*/ 15 w 60"/>
                            <a:gd name="T21" fmla="*/ 29 h 34"/>
                            <a:gd name="T22" fmla="*/ 55 w 60"/>
                            <a:gd name="T23" fmla="*/ 15 h 34"/>
                            <a:gd name="T24" fmla="*/ 60 w 60"/>
                            <a:gd name="T25" fmla="*/ 19 h 34"/>
                            <a:gd name="T26" fmla="*/ 15 w 60"/>
                            <a:gd name="T27" fmla="*/ 34 h 34"/>
                            <a:gd name="T28" fmla="*/ 15 w 60"/>
                            <a:gd name="T29" fmla="*/ 29 h 34"/>
                          </a:gdLst>
                          <a:ahLst/>
                          <a:cxnLst/>
                          <a:rect l="0" t="0" r="r" b="b"/>
                          <a:pathLst>
                            <a:path w="60" h="34">
                              <a:moveTo>
                                <a:pt x="0" y="0"/>
                              </a:moveTo>
                              <a:lnTo>
                                <a:pt x="20" y="29"/>
                              </a:lnTo>
                              <a:lnTo>
                                <a:pt x="15" y="29"/>
                              </a:lnTo>
                              <a:lnTo>
                                <a:pt x="0" y="0"/>
                              </a:lnTo>
                              <a:close/>
                              <a:moveTo>
                                <a:pt x="15" y="34"/>
                              </a:move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lnTo>
                                <a:pt x="15" y="34"/>
                              </a:lnTo>
                              <a:close/>
                              <a:moveTo>
                                <a:pt x="15" y="29"/>
                              </a:moveTo>
                              <a:lnTo>
                                <a:pt x="15" y="29"/>
                              </a:lnTo>
                              <a:lnTo>
                                <a:pt x="55" y="15"/>
                              </a:lnTo>
                              <a:lnTo>
                                <a:pt x="60" y="19"/>
                              </a:lnTo>
                              <a:lnTo>
                                <a:pt x="15" y="34"/>
                              </a:lnTo>
                              <a:lnTo>
                                <a:pt x="15" y="29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3" name="Freeform 43"/>
                      <wps:cNvSpPr>
                        <a:spLocks noEditPoints="1"/>
                      </wps:cNvSpPr>
                      <wps:spPr bwMode="auto">
                        <a:xfrm>
                          <a:off x="381000" y="327660"/>
                          <a:ext cx="38100" cy="22225"/>
                        </a:xfrm>
                        <a:custGeom>
                          <a:avLst/>
                          <a:gdLst>
                            <a:gd name="T0" fmla="*/ 5 w 60"/>
                            <a:gd name="T1" fmla="*/ 0 h 35"/>
                            <a:gd name="T2" fmla="*/ 20 w 60"/>
                            <a:gd name="T3" fmla="*/ 30 h 35"/>
                            <a:gd name="T4" fmla="*/ 15 w 60"/>
                            <a:gd name="T5" fmla="*/ 30 h 35"/>
                            <a:gd name="T6" fmla="*/ 0 w 60"/>
                            <a:gd name="T7" fmla="*/ 0 h 35"/>
                            <a:gd name="T8" fmla="*/ 5 w 60"/>
                            <a:gd name="T9" fmla="*/ 0 h 35"/>
                            <a:gd name="T10" fmla="*/ 20 w 60"/>
                            <a:gd name="T11" fmla="*/ 35 h 35"/>
                            <a:gd name="T12" fmla="*/ 15 w 60"/>
                            <a:gd name="T13" fmla="*/ 35 h 35"/>
                            <a:gd name="T14" fmla="*/ 15 w 60"/>
                            <a:gd name="T15" fmla="*/ 30 h 35"/>
                            <a:gd name="T16" fmla="*/ 20 w 60"/>
                            <a:gd name="T17" fmla="*/ 35 h 35"/>
                            <a:gd name="T18" fmla="*/ 15 w 60"/>
                            <a:gd name="T19" fmla="*/ 30 h 35"/>
                            <a:gd name="T20" fmla="*/ 15 w 60"/>
                            <a:gd name="T21" fmla="*/ 30 h 35"/>
                            <a:gd name="T22" fmla="*/ 60 w 60"/>
                            <a:gd name="T23" fmla="*/ 20 h 35"/>
                            <a:gd name="T24" fmla="*/ 60 w 60"/>
                            <a:gd name="T25" fmla="*/ 25 h 35"/>
                            <a:gd name="T26" fmla="*/ 20 w 60"/>
                            <a:gd name="T27" fmla="*/ 35 h 35"/>
                            <a:gd name="T28" fmla="*/ 15 w 60"/>
                            <a:gd name="T29" fmla="*/ 30 h 35"/>
                          </a:gdLst>
                          <a:ahLst/>
                          <a:cxnLst/>
                          <a:rect l="0" t="0" r="r" b="b"/>
                          <a:pathLst>
                            <a:path w="60" h="35">
                              <a:moveTo>
                                <a:pt x="5" y="0"/>
                              </a:moveTo>
                              <a:lnTo>
                                <a:pt x="20" y="30"/>
                              </a:lnTo>
                              <a:lnTo>
                                <a:pt x="15" y="30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20" y="35"/>
                              </a:moveTo>
                              <a:lnTo>
                                <a:pt x="15" y="35"/>
                              </a:lnTo>
                              <a:lnTo>
                                <a:pt x="15" y="30"/>
                              </a:lnTo>
                              <a:lnTo>
                                <a:pt x="20" y="35"/>
                              </a:lnTo>
                              <a:close/>
                              <a:moveTo>
                                <a:pt x="15" y="30"/>
                              </a:moveTo>
                              <a:lnTo>
                                <a:pt x="15" y="30"/>
                              </a:lnTo>
                              <a:lnTo>
                                <a:pt x="60" y="20"/>
                              </a:lnTo>
                              <a:lnTo>
                                <a:pt x="60" y="25"/>
                              </a:lnTo>
                              <a:lnTo>
                                <a:pt x="20" y="35"/>
                              </a:lnTo>
                              <a:lnTo>
                                <a:pt x="15" y="3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4" name="Freeform 44"/>
                      <wps:cNvSpPr>
                        <a:spLocks noEditPoints="1"/>
                      </wps:cNvSpPr>
                      <wps:spPr bwMode="auto">
                        <a:xfrm>
                          <a:off x="374650" y="3371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5 w 55"/>
                            <a:gd name="T3" fmla="*/ 35 h 35"/>
                            <a:gd name="T4" fmla="*/ 10 w 55"/>
                            <a:gd name="T5" fmla="*/ 35 h 35"/>
                            <a:gd name="T6" fmla="*/ 0 w 55"/>
                            <a:gd name="T7" fmla="*/ 5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10 w 55"/>
                            <a:gd name="T15" fmla="*/ 35 h 35"/>
                            <a:gd name="T16" fmla="*/ 10 w 55"/>
                            <a:gd name="T17" fmla="*/ 35 h 35"/>
                            <a:gd name="T18" fmla="*/ 10 w 55"/>
                            <a:gd name="T19" fmla="*/ 35 h 35"/>
                            <a:gd name="T20" fmla="*/ 10 w 55"/>
                            <a:gd name="T21" fmla="*/ 30 h 35"/>
                            <a:gd name="T22" fmla="*/ 55 w 55"/>
                            <a:gd name="T23" fmla="*/ 25 h 35"/>
                            <a:gd name="T24" fmla="*/ 55 w 55"/>
                            <a:gd name="T25" fmla="*/ 30 h 35"/>
                            <a:gd name="T26" fmla="*/ 10 w 55"/>
                            <a:gd name="T27" fmla="*/ 35 h 35"/>
                            <a:gd name="T28" fmla="*/ 10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5" y="35"/>
                              </a:lnTo>
                              <a:lnTo>
                                <a:pt x="10" y="35"/>
                              </a:lnTo>
                              <a:lnTo>
                                <a:pt x="0" y="5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0"/>
                              </a:lnTo>
                              <a:lnTo>
                                <a:pt x="55" y="25"/>
                              </a:lnTo>
                              <a:lnTo>
                                <a:pt x="55" y="30"/>
                              </a:lnTo>
                              <a:lnTo>
                                <a:pt x="1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5" name="Freeform 45"/>
                      <wps:cNvSpPr>
                        <a:spLocks noEditPoints="1"/>
                      </wps:cNvSpPr>
                      <wps:spPr bwMode="auto">
                        <a:xfrm>
                          <a:off x="365125" y="349885"/>
                          <a:ext cx="34925" cy="22225"/>
                        </a:xfrm>
                        <a:custGeom>
                          <a:avLst/>
                          <a:gdLst>
                            <a:gd name="T0" fmla="*/ 5 w 55"/>
                            <a:gd name="T1" fmla="*/ 0 h 35"/>
                            <a:gd name="T2" fmla="*/ 10 w 55"/>
                            <a:gd name="T3" fmla="*/ 35 h 35"/>
                            <a:gd name="T4" fmla="*/ 5 w 55"/>
                            <a:gd name="T5" fmla="*/ 35 h 35"/>
                            <a:gd name="T6" fmla="*/ 0 w 55"/>
                            <a:gd name="T7" fmla="*/ 0 h 35"/>
                            <a:gd name="T8" fmla="*/ 5 w 55"/>
                            <a:gd name="T9" fmla="*/ 0 h 35"/>
                            <a:gd name="T10" fmla="*/ 10 w 55"/>
                            <a:gd name="T11" fmla="*/ 35 h 35"/>
                            <a:gd name="T12" fmla="*/ 10 w 55"/>
                            <a:gd name="T13" fmla="*/ 35 h 35"/>
                            <a:gd name="T14" fmla="*/ 5 w 55"/>
                            <a:gd name="T15" fmla="*/ 35 h 35"/>
                            <a:gd name="T16" fmla="*/ 10 w 55"/>
                            <a:gd name="T17" fmla="*/ 35 h 35"/>
                            <a:gd name="T18" fmla="*/ 5 w 55"/>
                            <a:gd name="T19" fmla="*/ 35 h 35"/>
                            <a:gd name="T20" fmla="*/ 10 w 55"/>
                            <a:gd name="T21" fmla="*/ 30 h 35"/>
                            <a:gd name="T22" fmla="*/ 50 w 55"/>
                            <a:gd name="T23" fmla="*/ 30 h 35"/>
                            <a:gd name="T24" fmla="*/ 55 w 55"/>
                            <a:gd name="T25" fmla="*/ 35 h 35"/>
                            <a:gd name="T26" fmla="*/ 10 w 55"/>
                            <a:gd name="T27" fmla="*/ 35 h 35"/>
                            <a:gd name="T28" fmla="*/ 5 w 55"/>
                            <a:gd name="T29" fmla="*/ 35 h 35"/>
                          </a:gdLst>
                          <a:ahLst/>
                          <a:cxnLst/>
                          <a:rect l="0" t="0" r="r" b="b"/>
                          <a:pathLst>
                            <a:path w="55" h="35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10" y="35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10" y="35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10" y="30"/>
                              </a:lnTo>
                              <a:lnTo>
                                <a:pt x="50" y="30"/>
                              </a:lnTo>
                              <a:lnTo>
                                <a:pt x="55" y="35"/>
                              </a:ln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6" name="Freeform 46"/>
                      <wps:cNvSpPr>
                        <a:spLocks noEditPoints="1"/>
                      </wps:cNvSpPr>
                      <wps:spPr bwMode="auto">
                        <a:xfrm>
                          <a:off x="355600" y="359410"/>
                          <a:ext cx="31750" cy="25400"/>
                        </a:xfrm>
                        <a:custGeom>
                          <a:avLst/>
                          <a:gdLst>
                            <a:gd name="T0" fmla="*/ 5 w 50"/>
                            <a:gd name="T1" fmla="*/ 0 h 40"/>
                            <a:gd name="T2" fmla="*/ 10 w 50"/>
                            <a:gd name="T3" fmla="*/ 35 h 40"/>
                            <a:gd name="T4" fmla="*/ 5 w 50"/>
                            <a:gd name="T5" fmla="*/ 35 h 40"/>
                            <a:gd name="T6" fmla="*/ 0 w 50"/>
                            <a:gd name="T7" fmla="*/ 0 h 40"/>
                            <a:gd name="T8" fmla="*/ 5 w 50"/>
                            <a:gd name="T9" fmla="*/ 0 h 40"/>
                            <a:gd name="T10" fmla="*/ 5 w 50"/>
                            <a:gd name="T11" fmla="*/ 40 h 40"/>
                            <a:gd name="T12" fmla="*/ 5 w 50"/>
                            <a:gd name="T13" fmla="*/ 40 h 40"/>
                            <a:gd name="T14" fmla="*/ 5 w 50"/>
                            <a:gd name="T15" fmla="*/ 35 h 40"/>
                            <a:gd name="T16" fmla="*/ 5 w 50"/>
                            <a:gd name="T17" fmla="*/ 40 h 40"/>
                            <a:gd name="T18" fmla="*/ 5 w 50"/>
                            <a:gd name="T19" fmla="*/ 35 h 40"/>
                            <a:gd name="T20" fmla="*/ 5 w 50"/>
                            <a:gd name="T21" fmla="*/ 35 h 40"/>
                            <a:gd name="T22" fmla="*/ 50 w 50"/>
                            <a:gd name="T23" fmla="*/ 30 h 40"/>
                            <a:gd name="T24" fmla="*/ 50 w 50"/>
                            <a:gd name="T25" fmla="*/ 35 h 40"/>
                            <a:gd name="T26" fmla="*/ 5 w 50"/>
                            <a:gd name="T27" fmla="*/ 40 h 40"/>
                            <a:gd name="T28" fmla="*/ 5 w 50"/>
                            <a:gd name="T29" fmla="*/ 35 h 40"/>
                          </a:gdLst>
                          <a:ahLst/>
                          <a:cxnLst/>
                          <a:rect l="0" t="0" r="r" b="b"/>
                          <a:pathLst>
                            <a:path w="50" h="40">
                              <a:moveTo>
                                <a:pt x="5" y="0"/>
                              </a:moveTo>
                              <a:lnTo>
                                <a:pt x="10" y="35"/>
                              </a:lnTo>
                              <a:lnTo>
                                <a:pt x="5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35"/>
                              </a:moveTo>
                              <a:lnTo>
                                <a:pt x="5" y="35"/>
                              </a:lnTo>
                              <a:lnTo>
                                <a:pt x="50" y="30"/>
                              </a:lnTo>
                              <a:lnTo>
                                <a:pt x="50" y="35"/>
                              </a:ln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7" name="Freeform 47"/>
                      <wps:cNvSpPr>
                        <a:spLocks noEditPoints="1"/>
                      </wps:cNvSpPr>
                      <wps:spPr bwMode="auto">
                        <a:xfrm>
                          <a:off x="342900" y="368935"/>
                          <a:ext cx="28575" cy="25400"/>
                        </a:xfrm>
                        <a:custGeom>
                          <a:avLst/>
                          <a:gdLst>
                            <a:gd name="T0" fmla="*/ 45 w 45"/>
                            <a:gd name="T1" fmla="*/ 40 h 40"/>
                            <a:gd name="T2" fmla="*/ 5 w 45"/>
                            <a:gd name="T3" fmla="*/ 40 h 40"/>
                            <a:gd name="T4" fmla="*/ 5 w 45"/>
                            <a:gd name="T5" fmla="*/ 35 h 40"/>
                            <a:gd name="T6" fmla="*/ 45 w 45"/>
                            <a:gd name="T7" fmla="*/ 35 h 40"/>
                            <a:gd name="T8" fmla="*/ 45 w 45"/>
                            <a:gd name="T9" fmla="*/ 40 h 40"/>
                            <a:gd name="T10" fmla="*/ 5 w 45"/>
                            <a:gd name="T11" fmla="*/ 40 h 40"/>
                            <a:gd name="T12" fmla="*/ 0 w 45"/>
                            <a:gd name="T13" fmla="*/ 40 h 40"/>
                            <a:gd name="T14" fmla="*/ 0 w 45"/>
                            <a:gd name="T15" fmla="*/ 35 h 40"/>
                            <a:gd name="T16" fmla="*/ 5 w 45"/>
                            <a:gd name="T17" fmla="*/ 40 h 40"/>
                            <a:gd name="T18" fmla="*/ 5 w 45"/>
                            <a:gd name="T19" fmla="*/ 40 h 40"/>
                            <a:gd name="T20" fmla="*/ 0 w 45"/>
                            <a:gd name="T21" fmla="*/ 35 h 40"/>
                            <a:gd name="T22" fmla="*/ 0 w 45"/>
                            <a:gd name="T23" fmla="*/ 0 h 40"/>
                            <a:gd name="T24" fmla="*/ 5 w 45"/>
                            <a:gd name="T25" fmla="*/ 0 h 40"/>
                            <a:gd name="T26" fmla="*/ 5 w 45"/>
                            <a:gd name="T27" fmla="*/ 35 h 40"/>
                            <a:gd name="T28" fmla="*/ 5 w 45"/>
                            <a:gd name="T29" fmla="*/ 40 h 40"/>
                          </a:gdLst>
                          <a:ahLst/>
                          <a:cxnLst/>
                          <a:rect l="0" t="0" r="r" b="b"/>
                          <a:pathLst>
                            <a:path w="45" h="40">
                              <a:moveTo>
                                <a:pt x="45" y="40"/>
                              </a:moveTo>
                              <a:lnTo>
                                <a:pt x="5" y="40"/>
                              </a:lnTo>
                              <a:lnTo>
                                <a:pt x="5" y="35"/>
                              </a:lnTo>
                              <a:lnTo>
                                <a:pt x="45" y="35"/>
                              </a:lnTo>
                              <a:lnTo>
                                <a:pt x="4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35"/>
                              </a:lnTo>
                              <a:lnTo>
                                <a:pt x="0" y="0"/>
                              </a:lnTo>
                              <a:lnTo>
                                <a:pt x="5" y="0"/>
                              </a:lnTo>
                              <a:lnTo>
                                <a:pt x="5" y="35"/>
                              </a:lnTo>
                              <a:lnTo>
                                <a:pt x="5" y="40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8" name="Freeform 48"/>
                      <wps:cNvSpPr>
                        <a:spLocks noEditPoints="1"/>
                      </wps:cNvSpPr>
                      <wps:spPr bwMode="auto">
                        <a:xfrm>
                          <a:off x="314325" y="384810"/>
                          <a:ext cx="28575" cy="31750"/>
                        </a:xfrm>
                        <a:custGeom>
                          <a:avLst/>
                          <a:gdLst>
                            <a:gd name="T0" fmla="*/ 15 w 45"/>
                            <a:gd name="T1" fmla="*/ 5 h 50"/>
                            <a:gd name="T2" fmla="*/ 5 w 45"/>
                            <a:gd name="T3" fmla="*/ 35 h 50"/>
                            <a:gd name="T4" fmla="*/ 0 w 45"/>
                            <a:gd name="T5" fmla="*/ 35 h 50"/>
                            <a:gd name="T6" fmla="*/ 10 w 45"/>
                            <a:gd name="T7" fmla="*/ 0 h 50"/>
                            <a:gd name="T8" fmla="*/ 15 w 45"/>
                            <a:gd name="T9" fmla="*/ 5 h 50"/>
                            <a:gd name="T10" fmla="*/ 5 w 45"/>
                            <a:gd name="T11" fmla="*/ 40 h 50"/>
                            <a:gd name="T12" fmla="*/ 0 w 45"/>
                            <a:gd name="T13" fmla="*/ 40 h 50"/>
                            <a:gd name="T14" fmla="*/ 0 w 45"/>
                            <a:gd name="T15" fmla="*/ 35 h 50"/>
                            <a:gd name="T16" fmla="*/ 5 w 45"/>
                            <a:gd name="T17" fmla="*/ 40 h 50"/>
                            <a:gd name="T18" fmla="*/ 0 w 45"/>
                            <a:gd name="T19" fmla="*/ 35 h 50"/>
                            <a:gd name="T20" fmla="*/ 5 w 45"/>
                            <a:gd name="T21" fmla="*/ 35 h 50"/>
                            <a:gd name="T22" fmla="*/ 45 w 45"/>
                            <a:gd name="T23" fmla="*/ 45 h 50"/>
                            <a:gd name="T24" fmla="*/ 45 w 45"/>
                            <a:gd name="T25" fmla="*/ 50 h 50"/>
                            <a:gd name="T26" fmla="*/ 5 w 45"/>
                            <a:gd name="T27" fmla="*/ 40 h 50"/>
                            <a:gd name="T28" fmla="*/ 0 w 45"/>
                            <a:gd name="T29" fmla="*/ 35 h 50"/>
                          </a:gdLst>
                          <a:ahLst/>
                          <a:cxnLst/>
                          <a:rect l="0" t="0" r="r" b="b"/>
                          <a:pathLst>
                            <a:path w="45" h="50">
                              <a:moveTo>
                                <a:pt x="15" y="5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10" y="0"/>
                              </a:lnTo>
                              <a:lnTo>
                                <a:pt x="15" y="5"/>
                              </a:lnTo>
                              <a:close/>
                              <a:moveTo>
                                <a:pt x="5" y="40"/>
                              </a:moveTo>
                              <a:lnTo>
                                <a:pt x="0" y="40"/>
                              </a:lnTo>
                              <a:lnTo>
                                <a:pt x="0" y="35"/>
                              </a:lnTo>
                              <a:lnTo>
                                <a:pt x="5" y="4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5"/>
                              </a:lnTo>
                              <a:lnTo>
                                <a:pt x="45" y="45"/>
                              </a:lnTo>
                              <a:lnTo>
                                <a:pt x="45" y="50"/>
                              </a:lnTo>
                              <a:lnTo>
                                <a:pt x="5" y="40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49" name="Freeform 49"/>
                      <wps:cNvSpPr>
                        <a:spLocks noEditPoints="1"/>
                      </wps:cNvSpPr>
                      <wps:spPr bwMode="auto">
                        <a:xfrm>
                          <a:off x="330200" y="378460"/>
                          <a:ext cx="28575" cy="28575"/>
                        </a:xfrm>
                        <a:custGeom>
                          <a:avLst/>
                          <a:gdLst>
                            <a:gd name="T0" fmla="*/ 10 w 45"/>
                            <a:gd name="T1" fmla="*/ 0 h 45"/>
                            <a:gd name="T2" fmla="*/ 5 w 45"/>
                            <a:gd name="T3" fmla="*/ 35 h 45"/>
                            <a:gd name="T4" fmla="*/ 0 w 45"/>
                            <a:gd name="T5" fmla="*/ 35 h 45"/>
                            <a:gd name="T6" fmla="*/ 5 w 45"/>
                            <a:gd name="T7" fmla="*/ 0 h 45"/>
                            <a:gd name="T8" fmla="*/ 10 w 45"/>
                            <a:gd name="T9" fmla="*/ 0 h 45"/>
                            <a:gd name="T10" fmla="*/ 0 w 45"/>
                            <a:gd name="T11" fmla="*/ 35 h 45"/>
                            <a:gd name="T12" fmla="*/ 0 w 45"/>
                            <a:gd name="T13" fmla="*/ 35 h 45"/>
                            <a:gd name="T14" fmla="*/ 0 w 45"/>
                            <a:gd name="T15" fmla="*/ 35 h 45"/>
                            <a:gd name="T16" fmla="*/ 0 w 45"/>
                            <a:gd name="T17" fmla="*/ 35 h 45"/>
                            <a:gd name="T18" fmla="*/ 0 w 45"/>
                            <a:gd name="T19" fmla="*/ 35 h 45"/>
                            <a:gd name="T20" fmla="*/ 5 w 45"/>
                            <a:gd name="T21" fmla="*/ 30 h 45"/>
                            <a:gd name="T22" fmla="*/ 45 w 45"/>
                            <a:gd name="T23" fmla="*/ 40 h 45"/>
                            <a:gd name="T24" fmla="*/ 45 w 45"/>
                            <a:gd name="T25" fmla="*/ 45 h 45"/>
                            <a:gd name="T26" fmla="*/ 0 w 45"/>
                            <a:gd name="T27" fmla="*/ 35 h 45"/>
                            <a:gd name="T28" fmla="*/ 0 w 45"/>
                            <a:gd name="T29" fmla="*/ 35 h 45"/>
                          </a:gdLst>
                          <a:ahLst/>
                          <a:cxnLst/>
                          <a:rect l="0" t="0" r="r" b="b"/>
                          <a:pathLst>
                            <a:path w="45" h="45">
                              <a:moveTo>
                                <a:pt x="10" y="0"/>
                              </a:moveTo>
                              <a:lnTo>
                                <a:pt x="5" y="35"/>
                              </a:lnTo>
                              <a:lnTo>
                                <a:pt x="0" y="35"/>
                              </a:lnTo>
                              <a:lnTo>
                                <a:pt x="5" y="0"/>
                              </a:lnTo>
                              <a:lnTo>
                                <a:pt x="10" y="0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0" y="35"/>
                              </a:lnTo>
                              <a:close/>
                              <a:moveTo>
                                <a:pt x="0" y="35"/>
                              </a:moveTo>
                              <a:lnTo>
                                <a:pt x="5" y="30"/>
                              </a:lnTo>
                              <a:lnTo>
                                <a:pt x="45" y="40"/>
                              </a:lnTo>
                              <a:lnTo>
                                <a:pt x="45" y="45"/>
                              </a:lnTo>
                              <a:lnTo>
                                <a:pt x="0" y="3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  <wps:wsp>
                      <wps:cNvPr id="50" name="Freeform 50"/>
                      <wps:cNvSpPr>
                        <a:spLocks noEditPoints="1"/>
                      </wps:cNvSpPr>
                      <wps:spPr bwMode="auto">
                        <a:xfrm>
                          <a:off x="393700" y="290195"/>
                          <a:ext cx="41275" cy="31750"/>
                        </a:xfrm>
                        <a:custGeom>
                          <a:avLst/>
                          <a:gdLst>
                            <a:gd name="T0" fmla="*/ 0 w 65"/>
                            <a:gd name="T1" fmla="*/ 20 h 50"/>
                            <a:gd name="T2" fmla="*/ 0 w 65"/>
                            <a:gd name="T3" fmla="*/ 20 h 50"/>
                            <a:gd name="T4" fmla="*/ 0 w 65"/>
                            <a:gd name="T5" fmla="*/ 20 h 50"/>
                            <a:gd name="T6" fmla="*/ 0 w 65"/>
                            <a:gd name="T7" fmla="*/ 20 h 50"/>
                            <a:gd name="T8" fmla="*/ 0 w 65"/>
                            <a:gd name="T9" fmla="*/ 20 h 50"/>
                            <a:gd name="T10" fmla="*/ 5 w 65"/>
                            <a:gd name="T11" fmla="*/ 20 h 50"/>
                            <a:gd name="T12" fmla="*/ 25 w 65"/>
                            <a:gd name="T13" fmla="*/ 50 h 50"/>
                            <a:gd name="T14" fmla="*/ 20 w 65"/>
                            <a:gd name="T15" fmla="*/ 50 h 50"/>
                            <a:gd name="T16" fmla="*/ 0 w 65"/>
                            <a:gd name="T17" fmla="*/ 20 h 50"/>
                            <a:gd name="T18" fmla="*/ 0 w 65"/>
                            <a:gd name="T19" fmla="*/ 20 h 50"/>
                            <a:gd name="T20" fmla="*/ 25 w 65"/>
                            <a:gd name="T21" fmla="*/ 50 h 50"/>
                            <a:gd name="T22" fmla="*/ 20 w 65"/>
                            <a:gd name="T23" fmla="*/ 50 h 50"/>
                            <a:gd name="T24" fmla="*/ 20 w 65"/>
                            <a:gd name="T25" fmla="*/ 50 h 50"/>
                            <a:gd name="T26" fmla="*/ 25 w 65"/>
                            <a:gd name="T27" fmla="*/ 50 h 50"/>
                            <a:gd name="T28" fmla="*/ 20 w 65"/>
                            <a:gd name="T29" fmla="*/ 50 h 50"/>
                            <a:gd name="T30" fmla="*/ 20 w 65"/>
                            <a:gd name="T31" fmla="*/ 45 h 50"/>
                            <a:gd name="T32" fmla="*/ 60 w 65"/>
                            <a:gd name="T33" fmla="*/ 30 h 50"/>
                            <a:gd name="T34" fmla="*/ 60 w 65"/>
                            <a:gd name="T35" fmla="*/ 35 h 50"/>
                            <a:gd name="T36" fmla="*/ 25 w 65"/>
                            <a:gd name="T37" fmla="*/ 50 h 50"/>
                            <a:gd name="T38" fmla="*/ 20 w 65"/>
                            <a:gd name="T39" fmla="*/ 50 h 50"/>
                            <a:gd name="T40" fmla="*/ 65 w 65"/>
                            <a:gd name="T41" fmla="*/ 35 h 50"/>
                            <a:gd name="T42" fmla="*/ 65 w 65"/>
                            <a:gd name="T43" fmla="*/ 35 h 50"/>
                            <a:gd name="T44" fmla="*/ 60 w 65"/>
                            <a:gd name="T45" fmla="*/ 35 h 50"/>
                            <a:gd name="T46" fmla="*/ 65 w 65"/>
                            <a:gd name="T47" fmla="*/ 35 h 50"/>
                            <a:gd name="T48" fmla="*/ 60 w 65"/>
                            <a:gd name="T49" fmla="*/ 35 h 50"/>
                            <a:gd name="T50" fmla="*/ 60 w 65"/>
                            <a:gd name="T51" fmla="*/ 35 h 50"/>
                            <a:gd name="T52" fmla="*/ 40 w 65"/>
                            <a:gd name="T53" fmla="*/ 5 h 50"/>
                            <a:gd name="T54" fmla="*/ 40 w 65"/>
                            <a:gd name="T55" fmla="*/ 5 h 50"/>
                            <a:gd name="T56" fmla="*/ 65 w 65"/>
                            <a:gd name="T57" fmla="*/ 35 h 50"/>
                            <a:gd name="T58" fmla="*/ 60 w 65"/>
                            <a:gd name="T59" fmla="*/ 35 h 50"/>
                            <a:gd name="T60" fmla="*/ 40 w 65"/>
                            <a:gd name="T61" fmla="*/ 0 h 50"/>
                            <a:gd name="T62" fmla="*/ 40 w 65"/>
                            <a:gd name="T63" fmla="*/ 0 h 50"/>
                            <a:gd name="T64" fmla="*/ 40 w 65"/>
                            <a:gd name="T65" fmla="*/ 5 h 50"/>
                            <a:gd name="T66" fmla="*/ 40 w 65"/>
                            <a:gd name="T67" fmla="*/ 0 h 50"/>
                            <a:gd name="T68" fmla="*/ 40 w 65"/>
                            <a:gd name="T69" fmla="*/ 5 h 50"/>
                            <a:gd name="T70" fmla="*/ 40 w 65"/>
                            <a:gd name="T71" fmla="*/ 5 h 50"/>
                            <a:gd name="T72" fmla="*/ 5 w 65"/>
                            <a:gd name="T73" fmla="*/ 20 h 50"/>
                            <a:gd name="T74" fmla="*/ 0 w 65"/>
                            <a:gd name="T75" fmla="*/ 20 h 50"/>
                            <a:gd name="T76" fmla="*/ 40 w 65"/>
                            <a:gd name="T77" fmla="*/ 0 h 50"/>
                            <a:gd name="T78" fmla="*/ 40 w 65"/>
                            <a:gd name="T79" fmla="*/ 5 h 50"/>
                          </a:gdLst>
                          <a:ahLst/>
                          <a:cxnLst/>
                          <a:rect l="0" t="0" r="r" b="b"/>
                          <a:pathLst>
                            <a:path w="65" h="50">
                              <a:moveTo>
                                <a:pt x="0" y="20"/>
                              </a:moveTo>
                              <a:lnTo>
                                <a:pt x="0" y="20"/>
                              </a:lnTo>
                              <a:close/>
                              <a:moveTo>
                                <a:pt x="0" y="20"/>
                              </a:moveTo>
                              <a:lnTo>
                                <a:pt x="5" y="20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lnTo>
                                <a:pt x="0" y="20"/>
                              </a:lnTo>
                              <a:close/>
                              <a:moveTo>
                                <a:pt x="25" y="50"/>
                              </a:moveTo>
                              <a:lnTo>
                                <a:pt x="20" y="50"/>
                              </a:lnTo>
                              <a:lnTo>
                                <a:pt x="25" y="50"/>
                              </a:lnTo>
                              <a:close/>
                              <a:moveTo>
                                <a:pt x="20" y="50"/>
                              </a:moveTo>
                              <a:lnTo>
                                <a:pt x="20" y="45"/>
                              </a:lnTo>
                              <a:lnTo>
                                <a:pt x="60" y="30"/>
                              </a:lnTo>
                              <a:lnTo>
                                <a:pt x="60" y="35"/>
                              </a:lnTo>
                              <a:lnTo>
                                <a:pt x="25" y="50"/>
                              </a:lnTo>
                              <a:lnTo>
                                <a:pt x="20" y="50"/>
                              </a:lnTo>
                              <a:close/>
                              <a:moveTo>
                                <a:pt x="65" y="35"/>
                              </a:move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lnTo>
                                <a:pt x="65" y="35"/>
                              </a:lnTo>
                              <a:close/>
                              <a:moveTo>
                                <a:pt x="60" y="35"/>
                              </a:moveTo>
                              <a:lnTo>
                                <a:pt x="60" y="35"/>
                              </a:lnTo>
                              <a:lnTo>
                                <a:pt x="40" y="5"/>
                              </a:lnTo>
                              <a:lnTo>
                                <a:pt x="65" y="35"/>
                              </a:lnTo>
                              <a:lnTo>
                                <a:pt x="60" y="35"/>
                              </a:lnTo>
                              <a:close/>
                              <a:moveTo>
                                <a:pt x="40" y="0"/>
                              </a:move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lnTo>
                                <a:pt x="40" y="0"/>
                              </a:lnTo>
                              <a:close/>
                              <a:moveTo>
                                <a:pt x="40" y="5"/>
                              </a:moveTo>
                              <a:lnTo>
                                <a:pt x="40" y="5"/>
                              </a:lnTo>
                              <a:lnTo>
                                <a:pt x="5" y="20"/>
                              </a:lnTo>
                              <a:lnTo>
                                <a:pt x="0" y="20"/>
                              </a:lnTo>
                              <a:lnTo>
                                <a:pt x="40" y="0"/>
                              </a:lnTo>
                              <a:lnTo>
                                <a:pt x="40" y="5"/>
                              </a:lnTo>
                              <a:close/>
                            </a:path>
                          </a:pathLst>
                        </a:custGeom>
                        <a:solidFill>
                          <a:srgbClr val="005747"/>
                        </a:solidFill>
                        <a:ln>
                          <a:noFill/>
                        </a:ln>
                        <a:extLs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round/>
                              <a:headEnd/>
                              <a:tailEnd/>
                            </a14:hiddenLine>
                          </a:ext>
                        </a:extLst>
                      </wps:spPr>
                      <wps:bodyPr rot="0" vert="horz" wrap="square" anchor="t" anchorCtr="0" upright="1"/>
                    </wps:wsp>
                  </wpc:wpc>
                </a:graphicData>
              </a:graphic>
            </wp:inline>
          </w:drawing>
        </mc:Choice>
        <mc:Fallback>
          <w:pict>
            <v:group id="Kanwa 2" o:spid="_x0000_i2050" style="height:38.95pt;mso-position-horizontal-relative:char;mso-position-vertical-relative:line;width:40.05pt" coordsize="508635,494665">
              <v:shapetype id="_x0000_t75" coordsize="21600,21600" o:spt="75" o:preferrelative="t" path="m@4@5l@4@11@9@11@9@5xe" filled="f" stroked="f">
                <v:stroke joinstyle="miter"/>
                <v:formulas>
                  <v:f eqn="if lineDrawn pixelLineWidth 0"/>
                  <v:f eqn="sum @0 1 0"/>
                  <v:f eqn="sum 0 0 @1"/>
                  <v:f eqn="prod @2 1 2"/>
                  <v:f eqn="prod @3 21600 pixelWidth"/>
                  <v:f eqn="prod @3 21600 pixelHeight"/>
                  <v:f eqn="sum @0 0 1"/>
                  <v:f eqn="prod @6 1 2"/>
                  <v:f eqn="prod @7 21600 pixelWidth"/>
                  <v:f eqn="sum @8 21600 0"/>
                  <v:f eqn="prod @7 21600 pixelHeight"/>
                  <v:f eqn="sum @10 21600 0"/>
                </v:formulas>
                <v:path o:extrusionok="f" gradientshapeok="t" o:connecttype="rect"/>
                <o:lock v:ext="edit" aspectratio="t"/>
              </v:shapetype>
              <v:shape id="_x0000_s2051" type="#_x0000_t75" style="height:494665;mso-wrap-style:square;position:absolute;visibility:visible;width:508635">
                <v:fill o:detectmouseclick="t"/>
              </v:shape>
              <v:shape id="Freeform 4" o:spid="_x0000_s2052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xe" fillcolor="#005747" stroked="f">
                <v:path arrowok="t"/>
              </v:shape>
              <v:shape id="Freeform 5" o:spid="_x0000_s2053" style="height:466725;mso-wrap-style:square;position:absolute;v-text-anchor:top;visibility:visible;width:466725" coordsize="735,735" path="m370,l370,l405,5l440,10l480,20l510,30l545,45l575,65l600,84l630,109l650,134l675,164l690,194l710,223l720,258l730,293l735,333l735,368l735,407l730,442l720,477l710,512l690,541l675,571l650,601l630,626l600,651l575,670l545,690l510,705l480,715l440,725l405,730l370,735l330,730l295,725l260,715,225,705,195,690,160,670,135,651,110,626,85,601,65,571,45,541,30,512,15,477,5,442,,407,,368,,333,5,293,15,258,30,223,45,194,65,164,85,134l110,109l135,84,160,65,195,45,225,30,260,20,295,10,330,5,370,e" fillcolor="#005023" stroked="f">
                <v:path arrowok="t"/>
              </v:shape>
              <v:shape id="Freeform 6" o:spid="_x0000_s2054" style="height:454025;left:3175;mso-wrap-style:square;position:absolute;top:6350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xe" stroked="f">
                <v:path arrowok="t"/>
              </v:shape>
              <v:shape id="Freeform 7" o:spid="_x0000_s2055" style="height:454025;mso-wrap-style:square;position:absolute;v-text-anchor:top;visibility:visible;width:460375" coordsize="725,715" path="m365,l365,l400,l435,5l470,15l505,30l535,45l565,60l595,79l620,104l640,129l665,159l680,189l695,218l710,253l715,288l725,323l725,358l725,392l715,432l710,467l695,497l680,526l665,556l640,586l620,611l595,636l565,655l535,675l505,690l470,700l435,710l400,715l365,715l325,715l290,710l255,700,225,690,190,675,160,655,135,636,110,611,85,586,65,556,45,526,30,497,20,467,10,432,5,392,,358,5,323l10,288l20,253,30,218,45,189,65,159,85,129l110,104l135,79,160,60,190,45,225,30,255,15,290,5,325,l365,e" filled="f" stroked="f">
                <v:path arrowok="t"/>
              </v:shape>
              <v:shape id="Freeform 8" o:spid="_x0000_s2056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xe" fillcolor="#005747" stroked="f">
                <v:path arrowok="t"/>
              </v:shape>
              <v:shape id="Freeform 9" o:spid="_x0000_s2057" style="height:328295;left:69850;mso-wrap-style:square;position:absolute;top:69215;v-text-anchor:top;visibility:visible;width:330200" coordsize="520,517" path="m260,l260,l310,5l360,20l405,45l440,75l475,114l495,159l510,209l520,259l510,313l495,358l475,403l440,442l405,472l360,497l310,512l260,517l205,512,155,497,115,472,75,442,45,403,20,358,5,313,,259,5,209,20,159,45,114,75,75,115,45,155,20,205,5,260,e" filled="f" stroked="f">
                <v:path arrowok="t"/>
              </v:shape>
              <v:shape id="Freeform 10" o:spid="_x0000_s2058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xe" stroked="f">
                <v:path arrowok="t"/>
              </v:shape>
              <v:shape id="Freeform 11" o:spid="_x0000_s2059" style="height:315595;left:76200;mso-wrap-style:square;position:absolute;top:75565;v-text-anchor:top;visibility:visible;width:317500" coordsize="500,497" path="m250,l250,l300,5l345,20l390,45l425,75l455,109l480,154l495,199l500,249l495,298l480,348l455,388l425,427l390,457l345,477l300,492l250,497l200,492,150,477,110,457,70,427,40,388,15,348,5,298,,249,5,199,15,154,40,109,70,75,110,45,150,20,200,5,250,e" filled="f" stroked="f">
                <v:path arrowok="t"/>
              </v:shape>
              <v:shape id="Freeform 12" o:spid="_x0000_s2060" style="height:173355;left:111125;mso-wrap-style:square;position:absolute;top:139065;v-text-anchor:top;visibility:visible;width:234950" coordsize="370,273" path="m150,273l205,,120,99l140,99l55,193l75,193l,273l150,273xm160,273l200,79l265,79l240,213l275,213l260,273l160,273xm200,69l215,4l305,4l330,9l345,19l355,29l365,49l370,79l365,94l360,109l350,124l345,134l320,144l305,149l260,149l275,79l290,79l295,79l300,74l295,69l290,69l200,69xe" fillcolor="#005023" stroked="f">
                <v:path arrowok="t"/>
                <o:lock v:ext="edit" verticies="t"/>
              </v:shape>
              <v:shape id="Freeform 13" o:spid="_x0000_s2061" style="height:195580;left:22225;mso-wrap-style:square;position:absolute;top:22225;v-text-anchor:top;visibility:visible;width:422275" coordsize="665,308" path="m600,263l660,253l665,298l660,298l650,268l640,268l645,298l635,298l630,273l615,273l620,308l610,308l600,263xm575,198l620,159l625,169l595,193l635,188l640,203l605,228l650,218l655,228l595,243l590,228l625,198l580,208l575,198xm555,124l555,124l550,139l550,154l565,159l580,149l585,144l585,139l580,124l570,119l565,119l555,124xm550,119l550,119l560,109l570,109l580,109l590,119l595,129l600,139l595,149l585,159l575,169l565,169l555,164l545,159l535,149l535,139l540,129l550,119xm470,94l490,39l500,44l485,84,520,54l530,64l515,104,545,74l555,84l510,124,500,114,515,69,480,99,470,94xm425,74l445,30,425,25l430,15l475,30l470,39l455,35,435,79,425,74xm355,39l370,39l370,49l380,54l390,54l390,49l390,44l390,39l380,35,365,30l365,15l365,10,375,5l385,5l395,5l405,10l405,20l405,25l395,25l395,15l385,15l375,15l375,20l385,25l400,35l405,39l405,49l400,59l390,64l375,64l370,59,360,54l360,49l355,39xm295,64l290,5,300,l330,39l325,l335,l340,59l330,59l300,25l305,59l295,64xm260,44l245,25l240,49l260,44xm285,64l270,64l265,54l240,59l240,74l225,79l235,15l245,10l285,64xm175,49l185,64l190,64l195,59l200,54l200,49l195,44l190,44l180,49l175,49xm185,99l160,49,175,39l190,35l200,35l210,44l210,54l210,59l205,64l195,69l185,74l200,94l185,99xm140,139l120,124,80,114,90,104l120,109l110,84,120,74l130,114l145,134l140,139xm75,188l80,179l90,179l100,174l100,164l100,159l95,159l90,159l80,169l70,174l55,174,50,164l50,154l55,144l65,139l70,134l75,134l85,139,75,149l70,144l65,149l60,159l65,164l75,159l90,149l95,149l105,149l110,159l110,169l105,179l100,188l90,193l85,193,75,188xm60,218l35,218l50,233,60,218xm90,203l85,218l70,218,60,238l70,248l65,258,20,218l25,203l90,203xm60,308l,293,,283l50,293l55,263l65,263l60,308xe" fillcolor="#005023" stroked="f">
                <v:path arrowok="t"/>
                <o:lock v:ext="edit" verticies="t"/>
              </v:shape>
              <v:shape id="Freeform 14" o:spid="_x0000_s2062" style="height:6350;left:219075;mso-wrap-style:square;position:absolute;top:15875;v-text-anchor:top;visibility:visible;width:9525" coordsize="15,10" path="m,10l5,,15,,5,10,,10xe" fillcolor="#005747" stroked="f">
                <v:path arrowok="t"/>
              </v:shape>
              <v:shape id="Freeform 15" o:spid="_x0000_s2063" style="height:132080;left:31750;mso-wrap-style:square;position:absolute;top:312420;v-text-anchor:top;visibility:visible;width:184150" coordsize="290,208" path="m290,203l285,208l275,203l260,203l250,198l240,198l225,193l215,188l200,188l190,183l180,178l170,173l155,169l145,164l135,154l125,149l115,144,105,134l100,129l90,124,80,114,70,109,65,99,55,89,50,84,45,74,35,64,30,54,25,49,20,39,15,29,10,20,5,10,,,5,l10,5l15,15l20,24l25,34l30,44l35,54l40,64l45,69,55,79l60,89l70,94l75,104l85,109l90,119l100,124l110,134l120,139l130,144l140,154l150,159l160,164l170,169l180,173l190,178l205,183l215,183l225,188l240,193l250,193l265,198l275,198l290,203xe" fillcolor="#005023" stroked="f">
                <v:path arrowok="t"/>
              </v:shape>
              <v:shape id="Freeform 16" o:spid="_x0000_s2064" style="height:135255;left:47625;mso-wrap-style:square;position:absolute;top:293370;v-text-anchor:top;visibility:visible;width:187325" coordsize="295,213" path="m295,208l295,213l280,213l265,213l255,208l240,208l225,203l215,203l200,199l190,194l180,189l165,184l155,179l145,174l135,169l125,164l115,154l105,149l95,139,85,134,75,124l70,119l60,109,50,99,45,89,40,84,30,74,25,64,20,54,15,45,10,35,5,25,,15,,,5,l5,10l10,20l15,30l20,40l25,50l30,59l35,69l40,79,50,89l55,94l65,104l70,114l80,119l90,129l95,139l105,144l115,149l125,159l135,164l145,169l160,174l170,179l180,184l190,189l205,194l215,199l230,199l240,203l255,203l265,208l280,208l295,208xe" fillcolor="#005023" stroked="f">
                <v:path arrowok="t"/>
              </v:shape>
              <v:shape id="Freeform 17" o:spid="_x0000_s2065" style="height:110490;left:69850;mso-wrap-style:square;position:absolute;top:302895;v-text-anchor:top;visibility:visible;width:149225" coordsize="235,174" path="m235,169l235,174l225,169l215,169l205,164l195,164l185,159l175,159l165,154l155,149l145,149l140,144l130,139l120,134l110,129l105,124l95,119l90,114l80,109,75,99,65,94,60,89,55,84,45,74,40,69,35,59,30,54,25,49,20,39,15,35,10,25,5,15l5,10l,,5,l10,5l10,15l15,25l20,30l25,39l30,44l35,49l40,59l45,64l50,74l55,79l65,84l70,89l75,99l85,104l90,109l100,114l105,119l115,124l125,129l130,134l140,139l150,144l160,144l165,149l175,154l185,154l195,159l205,159l215,164l225,164l235,169xe" fillcolor="#005747" stroked="f">
                <v:path arrowok="t"/>
              </v:shape>
              <v:shape id="Freeform 18" o:spid="_x0000_s2066" style="height:19050;left:212725;mso-wrap-style:square;position:absolute;top:425450;v-text-anchor:top;visibility:visible;width:22225" coordsize="35,30" path="m,25l30,l35,5l5,30,,25xe" fillcolor="#005747" stroked="f">
                <v:path arrowok="t"/>
              </v:shape>
              <v:shape id="Freeform 19" o:spid="_x0000_s2067" style="height:18415;left:219075;mso-wrap-style:square;position:absolute;top:410210;v-text-anchor:top;visibility:visible;width:15875" coordsize="25,29" path="m,l25,29l20,29l,xe" fillcolor="#005747" stroked="f">
                <v:path arrowok="t"/>
              </v:shape>
              <v:shape id="Freeform 20" o:spid="_x0000_s2068" style="height:34290;left:193675;mso-wrap-style:square;position:absolute;top:407035;v-text-anchor:top;visibility:visible;width:25400" coordsize="40,54" path="m20,l40,29l35,34l15,l20,xm40,29l40,34l35,34l40,29xm40,29l35,34l5,54,,49,35,29l40,29xe" fillcolor="#005747" stroked="f">
                <v:path arrowok="t"/>
                <o:lock v:ext="edit" verticies="t"/>
              </v:shape>
              <v:shape id="Freeform 21" o:spid="_x0000_s2069" style="height:31115;left:174625;mso-wrap-style:square;position:absolute;top:403860;v-text-anchor:top;visibility:visible;width:28575" coordsize="45,49" path="m25,l40,29l35,34l20,l25,xm40,29l45,34l40,34l40,29xm40,29l40,34l5,49,,44,40,29xe" fillcolor="#005747" stroked="f">
                <v:path arrowok="t"/>
                <o:lock v:ext="edit" verticies="t"/>
              </v:shape>
              <v:shape id="Freeform 22" o:spid="_x0000_s2070" style="height:31115;left:158750;mso-wrap-style:square;position:absolute;top:397510;v-text-anchor:top;visibility:visible;width:25400" coordsize="40,49" path="m25,l40,35l35,35l20,5,25,xm40,35l40,35xm40,35l40,35l,49,35,35l40,35xe" fillcolor="#005747" stroked="f">
                <v:path arrowok="t"/>
                <o:lock v:ext="edit" verticies="t"/>
              </v:shape>
              <v:shape id="Freeform 23" o:spid="_x0000_s2071" style="height:27940;left:139700;mso-wrap-style:square;position:absolute;top:394335;v-text-anchor:top;visibility:visible;width:28575" coordsize="45,44" path="m35,l45,30l40,30l30,l35,xm45,30l45,35l40,35l45,30xm45,30l40,35l5,44,,40,40,30l45,30xe" fillcolor="#005747" stroked="f">
                <v:path arrowok="t"/>
                <o:lock v:ext="edit" verticies="t"/>
              </v:shape>
              <v:shape id="Freeform 24" o:spid="_x0000_s2072" style="height:21590;left:41275;mso-wrap-style:square;position:absolute;top:315595;v-text-anchor:top;visibility:visible;width:38100" coordsize="60,34" path="m60,l40,29l35,29l55,l60,xm40,29l40,34l40,29xm40,29l40,34l,19,,15,40,29xe" fillcolor="#005747" stroked="f">
                <v:path arrowok="t"/>
                <o:lock v:ext="edit" verticies="t"/>
              </v:shape>
              <v:shape id="Freeform 25" o:spid="_x0000_s2073" style="height:22225;left:47625;mso-wrap-style:square;position:absolute;top:327660;v-text-anchor:top;visibility:visible;width:38100" coordsize="60,35" path="m60,l45,30l40,30l55,l60,xm45,30l45,35l45,30xm45,30l45,35l,25,,20,45,30xe" fillcolor="#005747" stroked="f">
                <v:path arrowok="t"/>
                <o:lock v:ext="edit" verticies="t"/>
              </v:shape>
              <v:shape id="Freeform 26" o:spid="_x0000_s2074" style="height:22225;left:57150;mso-wrap-style:square;position:absolute;top:337185;v-text-anchor:top;visibility:visible;width:34925" coordsize="55,35" path="m55,5l45,35l40,35l50,l55,5xm45,35l45,35xm45,35l45,35l,30,,25l45,30l45,35xe" fillcolor="#005747" stroked="f">
                <v:path arrowok="t"/>
                <o:lock v:ext="edit" verticies="t"/>
              </v:shape>
              <v:shape id="Freeform 27" o:spid="_x0000_s2075" style="height:22225;left:69850;mso-wrap-style:square;position:absolute;top:349885;v-text-anchor:top;visibility:visible;width:31750" coordsize="50,35" path="m50,l45,35l40,35l45,l50,xm45,35l45,35l40,35l45,35xm45,35l40,35l,35,,30l40,30l45,35xe" fillcolor="#005747" stroked="f">
                <v:path arrowok="t"/>
                <o:lock v:ext="edit" verticies="t"/>
              </v:shape>
              <v:shape id="Freeform 28" o:spid="_x0000_s2076" style="height:25400;left:82550;mso-wrap-style:square;position:absolute;top:359410;v-text-anchor:top;visibility:visible;width:28575" coordsize="45,40" path="m45,l45,35l40,35,40,l45,xm45,35l45,40l40,40l45,35xm45,35l40,40l,35,,30l40,35l45,35xe" fillcolor="#005747" stroked="f">
                <v:path arrowok="t"/>
                <o:lock v:ext="edit" verticies="t"/>
              </v:shape>
              <v:shape id="Freeform 29" o:spid="_x0000_s2077" style="height:25400;left:95250;mso-wrap-style:square;position:absolute;top:368935;v-text-anchor:top;visibility:visible;width:28575" coordsize="45,40" path="m,35l40,35l40,40,,40,,35xm45,35l45,40l40,40l45,35xm40,40l40,35l40,l45,l45,35l40,40xe" fillcolor="#005747" stroked="f">
                <v:path arrowok="t"/>
                <o:lock v:ext="edit" verticies="t"/>
              </v:shape>
              <v:shape id="Freeform 30" o:spid="_x0000_s2078" style="height:31750;left:123825;mso-wrap-style:square;position:absolute;top:384810;v-text-anchor:top;visibility:visible;width:28575" coordsize="45,50" path="m40,l45,35l40,35,35,5,40,xm45,35l45,40l45,35xm45,35l45,40l,50,,45,40,35l45,35xe" fillcolor="#005747" stroked="f">
                <v:path arrowok="t"/>
                <o:lock v:ext="edit" verticies="t"/>
              </v:shape>
              <v:shape id="Freeform 31" o:spid="_x0000_s2079" style="height:28575;left:107950;mso-wrap-style:square;position:absolute;top:378460;v-text-anchor:top;visibility:visible;width:28575" coordsize="45,45" path="m45,l45,35l40,35,40,l45,xm45,35l45,35xm45,35l45,35l5,45,,40,45,30l45,35xe" fillcolor="#005747" stroked="f">
                <v:path arrowok="t"/>
                <o:lock v:ext="edit" verticies="t"/>
              </v:shape>
              <v:shape id="Freeform 32" o:spid="_x0000_s2080" style="height:31750;left:31750;mso-wrap-style:square;position:absolute;top:290195;v-text-anchor:top;visibility:visible;width:41275" coordsize="65,50" path="m65,20l65,20xm65,20l65,20l45,50l40,50l60,20l65,20xm45,50l45,50l40,50l45,50xm45,50l40,50l5,35l5,30l45,45l45,50xm5,35l,35l5,35xm5,35l5,35l25,5l30,5l5,35xm25,5l25,l25,5xm25,5l25,,65,20l60,20l25,5xe" fillcolor="#005747" stroked="f">
                <v:path arrowok="t"/>
                <o:lock v:ext="edit" verticies="t"/>
              </v:shape>
              <v:shape id="Freeform 33" o:spid="_x0000_s2081" style="height:132080;left:254000;mso-wrap-style:square;position:absolute;top:312420;v-text-anchor:top;visibility:visible;width:180975" coordsize="285,208" path="m,208l,203l10,198l25,198l35,193l45,193l60,188l70,183l85,183l95,178l105,173l115,169l125,164l135,159l145,154l155,144l165,139l175,134l185,124l195,119l200,109l210,104l220,94l225,89l235,79l240,69l245,64l250,54l260,44l265,34l270,24l270,15l275,5,280,l285,l280,10l275,20l270,29l265,39l260,49l255,54l250,64l245,74l235,84l230,89l220,99l215,109l205,114l195,124l190,129l180,134l170,144l160,149l150,154l140,164l130,169l120,173l105,178l95,183l85,188l75,188l60,193l50,198l35,198l25,203l10,203,,208xe" fillcolor="#005747" stroked="f">
                <v:path arrowok="t"/>
              </v:shape>
              <v:shape id="Freeform 34" o:spid="_x0000_s2082" style="height:135255;left:234950;mso-wrap-style:square;position:absolute;top:293370;v-text-anchor:top;visibility:visible;width:184150" coordsize="290,213" path="m,213l,208l10,208l25,208l35,203l50,203l65,199l75,199l85,194l100,189l110,184l120,179l135,174l145,169l155,164l165,159l175,149l185,144l195,139l205,129l210,119l220,114l230,104l235,94l245,89l250,79l255,69l260,59l265,50l270,40l275,30l280,20l285,10,285,l290,l290,15l285,25l280,35l275,45l270,54l265,64l260,74l255,84l245,89l240,99l230,109l225,119l215,124l205,134l195,139l190,149l180,154l170,159l160,169l145,174l135,179l125,184l115,189l100,194l90,199l75,203l65,203l50,208l40,208l25,213l10,213,,213xe" fillcolor="#005023" stroked="f">
                <v:path arrowok="t"/>
              </v:shape>
              <v:shape id="Freeform 35" o:spid="_x0000_s2083" style="height:110490;left:247650;mso-wrap-style:square;position:absolute;top:302895;v-text-anchor:top;visibility:visible;width:149225" coordsize="235,174" path="m,174l,169l10,164l20,164l30,159l40,159l50,154l60,154l70,149l80,144l90,144l95,139l105,134l115,129l120,124l130,119l140,114l145,109l155,104l160,99l165,89l175,84l180,79l185,74l190,64l195,59l205,49l210,44l210,39l215,30l220,25l225,15l230,5l230,l235,l235,10l230,15l225,25l220,35l215,39l210,49l205,54l200,59l195,69l190,74l185,84l175,89l170,94l165,99l155,109l150,114l140,119l135,124l125,129l115,134l110,139l100,144l90,149l80,149l70,154l60,159l50,159l40,164l30,164l20,169l10,169l,174xe" fillcolor="#005747" stroked="f">
                <v:path arrowok="t"/>
              </v:shape>
              <v:shape id="Freeform 36" o:spid="_x0000_s2084" style="height:19050;left:231775;mso-wrap-style:square;position:absolute;top:425450;v-text-anchor:top;visibility:visible;width:22225" coordsize="35,30" path="m35,30l,5,5,,35,25l35,30xe" fillcolor="#005747" stroked="f">
                <v:path arrowok="t"/>
              </v:shape>
              <v:shape id="Freeform 37" o:spid="_x0000_s2085" style="height:18415;left:231775;mso-wrap-style:square;position:absolute;top:410210;v-text-anchor:top;visibility:visible;width:19050" coordsize="30,29" path="m30,l5,29,,29,25,l30,xe" fillcolor="#005747" stroked="f">
                <v:path arrowok="t"/>
              </v:shape>
              <v:shape id="Freeform 38" o:spid="_x0000_s2086" style="height:34290;left:247650;mso-wrap-style:square;position:absolute;top:407035;v-text-anchor:top;visibility:visible;width:25400" coordsize="40,54" path="m25,l10,34,5,29,25,xm5,34l,34,5,29l5,34xm5,29l5,29l40,49l40,54l5,34l5,29xe" fillcolor="#005747" stroked="f">
                <v:path arrowok="t"/>
                <o:lock v:ext="edit" verticies="t"/>
              </v:shape>
              <v:shape id="Freeform 39" o:spid="_x0000_s2087" style="height:31115;left:266700;mso-wrap-style:square;position:absolute;top:403860;v-text-anchor:top;visibility:visible;width:25400" coordsize="40,49" path="m20,l5,34,,29,15,l20,xm,34l,34l,29l,34xm,29l5,29l40,44l40,49l,34,,29xe" fillcolor="#005747" stroked="f">
                <v:path arrowok="t"/>
                <o:lock v:ext="edit" verticies="t"/>
              </v:shape>
              <v:shape id="Freeform 40" o:spid="_x0000_s2088" style="height:31115;left:282575;mso-wrap-style:square;position:absolute;top:397510;v-text-anchor:top;visibility:visible;width:25400" coordsize="40,49" path="m20,5l5,35,,35,15,l20,5xm5,35l,35l5,35xm,35l5,35l40,49,5,35,,35xe" fillcolor="#005747" stroked="f">
                <v:path arrowok="t"/>
                <o:lock v:ext="edit" verticies="t"/>
              </v:shape>
              <v:shape id="Freeform 41" o:spid="_x0000_s2089" style="height:31115;left:298450;mso-wrap-style:square;position:absolute;top:391160;v-text-anchor:top;visibility:visible;width:28575" coordsize="45,49" path="m15,5l5,35,,35,10,l15,5xm5,40l,40,,35l5,40xm,35l5,35l45,45l45,49l5,40,,35xe" fillcolor="#005747" stroked="f">
                <v:path arrowok="t"/>
                <o:lock v:ext="edit" verticies="t"/>
              </v:shape>
              <v:shape id="Freeform 42" o:spid="_x0000_s2090" style="height:21590;left:390525;mso-wrap-style:square;position:absolute;top:315595;v-text-anchor:top;visibility:visible;width:38100" coordsize="60,34" path="m,l20,29l15,29l,xm15,34l15,34l15,29l15,34xm15,29l15,29l55,15l60,19l15,34l15,29xe" fillcolor="#005747" stroked="f">
                <v:path arrowok="t"/>
                <o:lock v:ext="edit" verticies="t"/>
              </v:shape>
              <v:shape id="Freeform 43" o:spid="_x0000_s2091" style="height:22225;left:381000;mso-wrap-style:square;position:absolute;top:327660;v-text-anchor:top;visibility:visible;width:38100" coordsize="60,35" path="m5,l20,30l15,30l,,5,xm20,35l15,35l15,30l20,35xm15,30l15,30l60,20l60,25l20,35,15,30xe" fillcolor="#005747" stroked="f">
                <v:path arrowok="t"/>
                <o:lock v:ext="edit" verticies="t"/>
              </v:shape>
              <v:shape id="Freeform 44" o:spid="_x0000_s2092" style="height:22225;left:374650;mso-wrap-style:square;position:absolute;top:337185;v-text-anchor:top;visibility:visible;width:34925" coordsize="55,35" path="m5,l15,35l10,35l,5,5,xm10,35l10,35xm10,35l10,30l55,25l55,30l10,35xe" fillcolor="#005747" stroked="f">
                <v:path arrowok="t"/>
                <o:lock v:ext="edit" verticies="t"/>
              </v:shape>
              <v:shape id="Freeform 45" o:spid="_x0000_s2093" style="height:22225;left:365125;mso-wrap-style:square;position:absolute;top:349885;v-text-anchor:top;visibility:visible;width:34925" coordsize="55,35" path="m5,l10,35l5,35,,,5,xm10,35l10,35l5,35l10,35xm5,35l10,30l50,30l55,35l10,35l5,35xe" fillcolor="#005747" stroked="f">
                <v:path arrowok="t"/>
                <o:lock v:ext="edit" verticies="t"/>
              </v:shape>
              <v:shape id="Freeform 46" o:spid="_x0000_s2094" style="height:25400;left:355600;mso-wrap-style:square;position:absolute;top:359410;v-text-anchor:top;visibility:visible;width:31750" coordsize="50,40" path="m5,l10,35l5,35,,,5,xm5,40l5,40l5,35l5,40xm5,35l5,35l50,30l50,35l5,40l5,35xe" fillcolor="#005747" stroked="f">
                <v:path arrowok="t"/>
                <o:lock v:ext="edit" verticies="t"/>
              </v:shape>
              <v:shape id="Freeform 47" o:spid="_x0000_s2095" style="height:25400;left:342900;mso-wrap-style:square;position:absolute;top:368935;v-text-anchor:top;visibility:visible;width:28575" coordsize="45,40" path="m45,40l5,40l5,35l45,35l45,40xm5,40l,40,,35l5,40xm5,40l,35,,,5,l5,35l5,40xe" fillcolor="#005747" stroked="f">
                <v:path arrowok="t"/>
                <o:lock v:ext="edit" verticies="t"/>
              </v:shape>
              <v:shape id="Freeform 48" o:spid="_x0000_s2096" style="height:31750;left:314325;mso-wrap-style:square;position:absolute;top:384810;v-text-anchor:top;visibility:visible;width:28575" coordsize="45,50" path="m15,5l5,35,,35,10,l15,5xm5,40l,40,,35l5,40xm,35l5,35l45,45l45,50l5,40,,35xe" fillcolor="#005747" stroked="f">
                <v:path arrowok="t"/>
                <o:lock v:ext="edit" verticies="t"/>
              </v:shape>
              <v:shape id="Freeform 49" o:spid="_x0000_s2097" style="height:28575;left:330200;mso-wrap-style:square;position:absolute;top:378460;v-text-anchor:top;visibility:visible;width:28575" coordsize="45,45" path="m10,l5,35,,35,5,l10,xm,35l,35xm,35l5,30,45,40l45,45l,35xe" fillcolor="#005747" stroked="f">
                <v:path arrowok="t"/>
                <o:lock v:ext="edit" verticies="t"/>
              </v:shape>
              <v:shape id="Freeform 50" o:spid="_x0000_s2098" style="height:31750;left:393700;mso-wrap-style:square;position:absolute;top:290195;v-text-anchor:top;visibility:visible;width:41275" coordsize="65,50" path="m,20l,20xm,20l5,20l25,50l20,50l,20xm25,50l20,50l25,50xm20,50l20,45l60,30l60,35l25,50l20,50xm65,35l65,35l60,35l65,35xm60,35l60,35l40,5,65,35l60,35xm40,l40,l40,5,40,xm40,5l40,5l5,20,,20,40,l40,5xe" fillcolor="#005747" stroked="f">
                <v:path arrowok="t"/>
                <o:lock v:ext="edit" verticies="t"/>
              </v:shape>
              <w10:wrap type="none"/>
              <w10:anchorlock/>
            </v:group>
          </w:pict>
        </mc:Fallback>
      </mc:AlternateContent>
    </w:r>
    <w:r>
      <w:rPr>
        <w:noProof/>
      </w:rPr>
      <mc:AlternateContent>
        <mc:Choice Requires="wpc">
          <w:drawing>
            <wp:inline distT="0" distB="0" distL="0" distR="0" wp14:anchorId="000B00D3" wp14:editId="412B4FA8">
              <wp:extent cx="6911975" cy="228600"/>
              <wp:effectExtent l="9525" t="0" r="3175" b="0"/>
              <wp:docPr id="51" name="Kanwa 51"/>
              <wp:cNvGraphicFramePr/>
              <a:graphic xmlns:a="http://schemas.openxmlformats.org/drawingml/2006/main">
                <a:graphicData uri="http://schemas.microsoft.com/office/word/2010/wordprocessingCanvas">
                  <wpc:wpc>
                    <wpc:bg>
                      <a:noFill/>
                    </wpc:bg>
                    <wpc:whole/>
                    <wps:wsp>
                      <wps:cNvPr id="3" name="Line 53"/>
                      <wps:cNvCnPr/>
                      <wps:spPr bwMode="auto">
                        <a:xfrm flipV="1">
                          <a:off x="0" y="114300"/>
                          <a:ext cx="5867747" cy="635"/>
                        </a:xfrm>
                        <a:prstGeom prst="line">
                          <a:avLst/>
                        </a:prstGeom>
                        <a:noFill/>
                        <a:ln w="6350">
                          <a:solidFill>
                            <a:srgbClr val="005846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wpc:wpc>
                </a:graphicData>
              </a:graphic>
            </wp:inline>
          </w:drawing>
        </mc:Choice>
        <mc:Fallback>
          <w:pict>
            <v:group id="Kanwa 51" o:spid="_x0000_i2099" style="height:18pt;mso-position-horizontal-relative:char;mso-position-vertical-relative:line;width:544.25pt" coordsize="69119,2286">
              <v:shape id="_x0000_s2100" type="#_x0000_t75" style="height:2286;mso-wrap-style:square;position:absolute;visibility:visible;width:69119">
                <v:fill o:detectmouseclick="t"/>
              </v:shape>
              <v:line id="Line 53" o:spid="_x0000_s2101" style="flip:y;mso-wrap-style:square;position:absolute;visibility:visible" from="0,1143" to="58677,1149" o:connectortype="straight" strokecolor="#005846" strokeweight="0.5pt"/>
              <w10:wrap type="none"/>
              <w10:anchorlock/>
            </v:group>
          </w:pict>
        </mc:Fallback>
      </mc:AlternateContent>
    </w: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46470C4" w14:textId="77777777" w:rsidR="008D75C6" w:rsidRDefault="00000000">
    <w:pPr>
      <w:pStyle w:val="Nagwek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0000003"/>
    <w:multiLevelType w:val="multilevel"/>
    <w:tmpl w:val="00000003"/>
    <w:name w:val="WW8Num3"/>
    <w:lvl w:ilvl="0">
      <w:start w:val="1"/>
      <w:numFmt w:val="decimal"/>
      <w:lvlText w:val="%1)"/>
      <w:lvlJc w:val="left"/>
      <w:pPr>
        <w:tabs>
          <w:tab w:val="num" w:pos="1305"/>
        </w:tabs>
        <w:ind w:left="1305" w:hanging="405"/>
      </w:pPr>
    </w:lvl>
    <w:lvl w:ilvl="1">
      <w:start w:val="1"/>
      <w:numFmt w:val="lowerLetter"/>
      <w:lvlText w:val="%2)"/>
      <w:lvlJc w:val="left"/>
      <w:pPr>
        <w:tabs>
          <w:tab w:val="num" w:pos="900"/>
        </w:tabs>
        <w:ind w:left="900" w:hanging="360"/>
      </w:pPr>
    </w:lvl>
    <w:lvl w:ilvl="2">
      <w:start w:val="1"/>
      <w:numFmt w:val="lowerRoman"/>
      <w:lvlText w:val="%3."/>
      <w:lvlJc w:val="left"/>
      <w:pPr>
        <w:tabs>
          <w:tab w:val="num" w:pos="2160"/>
        </w:tabs>
        <w:ind w:left="2160" w:hanging="180"/>
      </w:pPr>
    </w:lvl>
    <w:lvl w:ilvl="3">
      <w:start w:val="1"/>
      <w:numFmt w:val="decimal"/>
      <w:lvlText w:val="%4."/>
      <w:lvlJc w:val="left"/>
      <w:pPr>
        <w:tabs>
          <w:tab w:val="num" w:pos="360"/>
        </w:tabs>
        <w:ind w:left="360" w:hanging="360"/>
      </w:pPr>
      <w:rPr>
        <w:b/>
        <w:sz w:val="24"/>
        <w:szCs w:val="24"/>
      </w:rPr>
    </w:lvl>
    <w:lvl w:ilvl="4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>
      <w:start w:val="1"/>
      <w:numFmt w:val="lowerRoman"/>
      <w:lvlText w:val="%6."/>
      <w:lvlJc w:val="left"/>
      <w:pPr>
        <w:tabs>
          <w:tab w:val="num" w:pos="4320"/>
        </w:tabs>
        <w:ind w:left="4320" w:hanging="180"/>
      </w:pPr>
    </w:lvl>
    <w:lvl w:ilvl="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>
      <w:start w:val="1"/>
      <w:numFmt w:val="lowerRoman"/>
      <w:lvlText w:val="%9."/>
      <w:lvlJc w:val="left"/>
      <w:pPr>
        <w:tabs>
          <w:tab w:val="num" w:pos="6480"/>
        </w:tabs>
        <w:ind w:left="6480" w:hanging="180"/>
      </w:pPr>
    </w:lvl>
  </w:abstractNum>
  <w:abstractNum w:abstractNumId="1" w15:restartNumberingAfterBreak="0">
    <w:nsid w:val="33952802"/>
    <w:multiLevelType w:val="hybridMultilevel"/>
    <w:tmpl w:val="F500AE8C"/>
    <w:lvl w:ilvl="0" w:tplc="0722050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6EEB7F0" w:tentative="1">
      <w:start w:val="1"/>
      <w:numFmt w:val="lowerLetter"/>
      <w:lvlText w:val="%2."/>
      <w:lvlJc w:val="left"/>
      <w:pPr>
        <w:ind w:left="1440" w:hanging="360"/>
      </w:pPr>
    </w:lvl>
    <w:lvl w:ilvl="2" w:tplc="FA80951E" w:tentative="1">
      <w:start w:val="1"/>
      <w:numFmt w:val="lowerRoman"/>
      <w:lvlText w:val="%3."/>
      <w:lvlJc w:val="right"/>
      <w:pPr>
        <w:ind w:left="2160" w:hanging="180"/>
      </w:pPr>
    </w:lvl>
    <w:lvl w:ilvl="3" w:tplc="3CA4AF9E" w:tentative="1">
      <w:start w:val="1"/>
      <w:numFmt w:val="decimal"/>
      <w:lvlText w:val="%4."/>
      <w:lvlJc w:val="left"/>
      <w:pPr>
        <w:ind w:left="2880" w:hanging="360"/>
      </w:pPr>
    </w:lvl>
    <w:lvl w:ilvl="4" w:tplc="BBC2A116" w:tentative="1">
      <w:start w:val="1"/>
      <w:numFmt w:val="lowerLetter"/>
      <w:lvlText w:val="%5."/>
      <w:lvlJc w:val="left"/>
      <w:pPr>
        <w:ind w:left="3600" w:hanging="360"/>
      </w:pPr>
    </w:lvl>
    <w:lvl w:ilvl="5" w:tplc="4EF2FFF0" w:tentative="1">
      <w:start w:val="1"/>
      <w:numFmt w:val="lowerRoman"/>
      <w:lvlText w:val="%6."/>
      <w:lvlJc w:val="right"/>
      <w:pPr>
        <w:ind w:left="4320" w:hanging="180"/>
      </w:pPr>
    </w:lvl>
    <w:lvl w:ilvl="6" w:tplc="4DD8C00E" w:tentative="1">
      <w:start w:val="1"/>
      <w:numFmt w:val="decimal"/>
      <w:lvlText w:val="%7."/>
      <w:lvlJc w:val="left"/>
      <w:pPr>
        <w:ind w:left="5040" w:hanging="360"/>
      </w:pPr>
    </w:lvl>
    <w:lvl w:ilvl="7" w:tplc="6F988EA4" w:tentative="1">
      <w:start w:val="1"/>
      <w:numFmt w:val="lowerLetter"/>
      <w:lvlText w:val="%8."/>
      <w:lvlJc w:val="left"/>
      <w:pPr>
        <w:ind w:left="5760" w:hanging="360"/>
      </w:pPr>
    </w:lvl>
    <w:lvl w:ilvl="8" w:tplc="9D5445BA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 w15:restartNumberingAfterBreak="0">
    <w:nsid w:val="51D04D99"/>
    <w:multiLevelType w:val="hybridMultilevel"/>
    <w:tmpl w:val="9F120A20"/>
    <w:lvl w:ilvl="0" w:tplc="B86EE7DA">
      <w:start w:val="1"/>
      <w:numFmt w:val="decimal"/>
      <w:lvlText w:val="%1."/>
      <w:lvlJc w:val="left"/>
      <w:pPr>
        <w:ind w:left="502" w:hanging="360"/>
      </w:pPr>
      <w:rPr>
        <w:rFonts w:ascii="Cambria" w:eastAsia="Calibri" w:hAnsi="Cambria" w:cs="Times New Roman" w:hint="default"/>
        <w:sz w:val="24"/>
      </w:rPr>
    </w:lvl>
    <w:lvl w:ilvl="1" w:tplc="3ABA3F10" w:tentative="1">
      <w:start w:val="1"/>
      <w:numFmt w:val="lowerLetter"/>
      <w:lvlText w:val="%2."/>
      <w:lvlJc w:val="left"/>
      <w:pPr>
        <w:ind w:left="1440" w:hanging="360"/>
      </w:pPr>
    </w:lvl>
    <w:lvl w:ilvl="2" w:tplc="A6A244E0" w:tentative="1">
      <w:start w:val="1"/>
      <w:numFmt w:val="lowerRoman"/>
      <w:lvlText w:val="%3."/>
      <w:lvlJc w:val="right"/>
      <w:pPr>
        <w:ind w:left="2160" w:hanging="180"/>
      </w:pPr>
    </w:lvl>
    <w:lvl w:ilvl="3" w:tplc="CADE3858" w:tentative="1">
      <w:start w:val="1"/>
      <w:numFmt w:val="decimal"/>
      <w:lvlText w:val="%4."/>
      <w:lvlJc w:val="left"/>
      <w:pPr>
        <w:ind w:left="2880" w:hanging="360"/>
      </w:pPr>
    </w:lvl>
    <w:lvl w:ilvl="4" w:tplc="0046DE10" w:tentative="1">
      <w:start w:val="1"/>
      <w:numFmt w:val="lowerLetter"/>
      <w:lvlText w:val="%5."/>
      <w:lvlJc w:val="left"/>
      <w:pPr>
        <w:ind w:left="3600" w:hanging="360"/>
      </w:pPr>
    </w:lvl>
    <w:lvl w:ilvl="5" w:tplc="9DB81D10" w:tentative="1">
      <w:start w:val="1"/>
      <w:numFmt w:val="lowerRoman"/>
      <w:lvlText w:val="%6."/>
      <w:lvlJc w:val="right"/>
      <w:pPr>
        <w:ind w:left="4320" w:hanging="180"/>
      </w:pPr>
    </w:lvl>
    <w:lvl w:ilvl="6" w:tplc="32FAF1E2" w:tentative="1">
      <w:start w:val="1"/>
      <w:numFmt w:val="decimal"/>
      <w:lvlText w:val="%7."/>
      <w:lvlJc w:val="left"/>
      <w:pPr>
        <w:ind w:left="5040" w:hanging="360"/>
      </w:pPr>
    </w:lvl>
    <w:lvl w:ilvl="7" w:tplc="07FC8F74" w:tentative="1">
      <w:start w:val="1"/>
      <w:numFmt w:val="lowerLetter"/>
      <w:lvlText w:val="%8."/>
      <w:lvlJc w:val="left"/>
      <w:pPr>
        <w:ind w:left="5760" w:hanging="360"/>
      </w:pPr>
    </w:lvl>
    <w:lvl w:ilvl="8" w:tplc="DBD076D2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57010A41"/>
    <w:multiLevelType w:val="hybridMultilevel"/>
    <w:tmpl w:val="ABC8B0EE"/>
    <w:lvl w:ilvl="0" w:tplc="EC7CD8AC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B662F02" w:tentative="1">
      <w:start w:val="1"/>
      <w:numFmt w:val="lowerLetter"/>
      <w:lvlText w:val="%2."/>
      <w:lvlJc w:val="left"/>
      <w:pPr>
        <w:ind w:left="1440" w:hanging="360"/>
      </w:pPr>
    </w:lvl>
    <w:lvl w:ilvl="2" w:tplc="D79C161A" w:tentative="1">
      <w:start w:val="1"/>
      <w:numFmt w:val="lowerRoman"/>
      <w:lvlText w:val="%3."/>
      <w:lvlJc w:val="right"/>
      <w:pPr>
        <w:ind w:left="2160" w:hanging="180"/>
      </w:pPr>
    </w:lvl>
    <w:lvl w:ilvl="3" w:tplc="3E0263D6" w:tentative="1">
      <w:start w:val="1"/>
      <w:numFmt w:val="decimal"/>
      <w:lvlText w:val="%4."/>
      <w:lvlJc w:val="left"/>
      <w:pPr>
        <w:ind w:left="2880" w:hanging="360"/>
      </w:pPr>
    </w:lvl>
    <w:lvl w:ilvl="4" w:tplc="7FB25EB8" w:tentative="1">
      <w:start w:val="1"/>
      <w:numFmt w:val="lowerLetter"/>
      <w:lvlText w:val="%5."/>
      <w:lvlJc w:val="left"/>
      <w:pPr>
        <w:ind w:left="3600" w:hanging="360"/>
      </w:pPr>
    </w:lvl>
    <w:lvl w:ilvl="5" w:tplc="0BB0C78E" w:tentative="1">
      <w:start w:val="1"/>
      <w:numFmt w:val="lowerRoman"/>
      <w:lvlText w:val="%6."/>
      <w:lvlJc w:val="right"/>
      <w:pPr>
        <w:ind w:left="4320" w:hanging="180"/>
      </w:pPr>
    </w:lvl>
    <w:lvl w:ilvl="6" w:tplc="3ECEB190" w:tentative="1">
      <w:start w:val="1"/>
      <w:numFmt w:val="decimal"/>
      <w:lvlText w:val="%7."/>
      <w:lvlJc w:val="left"/>
      <w:pPr>
        <w:ind w:left="5040" w:hanging="360"/>
      </w:pPr>
    </w:lvl>
    <w:lvl w:ilvl="7" w:tplc="8CD6661E" w:tentative="1">
      <w:start w:val="1"/>
      <w:numFmt w:val="lowerLetter"/>
      <w:lvlText w:val="%8."/>
      <w:lvlJc w:val="left"/>
      <w:pPr>
        <w:ind w:left="5760" w:hanging="360"/>
      </w:pPr>
    </w:lvl>
    <w:lvl w:ilvl="8" w:tplc="08FE5830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 w15:restartNumberingAfterBreak="0">
    <w:nsid w:val="57CF7B46"/>
    <w:multiLevelType w:val="hybridMultilevel"/>
    <w:tmpl w:val="250EFB48"/>
    <w:lvl w:ilvl="0" w:tplc="841C9FB4">
      <w:start w:val="1"/>
      <w:numFmt w:val="decimal"/>
      <w:lvlText w:val="%1."/>
      <w:lvlJc w:val="left"/>
      <w:pPr>
        <w:ind w:left="360" w:hanging="360"/>
      </w:pPr>
      <w:rPr>
        <w:b w:val="0"/>
      </w:rPr>
    </w:lvl>
    <w:lvl w:ilvl="1" w:tplc="5CEEAE98">
      <w:start w:val="1"/>
      <w:numFmt w:val="lowerLetter"/>
      <w:lvlText w:val="%2."/>
      <w:lvlJc w:val="left"/>
      <w:pPr>
        <w:ind w:left="1080" w:hanging="360"/>
      </w:pPr>
    </w:lvl>
    <w:lvl w:ilvl="2" w:tplc="68D29C5E">
      <w:start w:val="1"/>
      <w:numFmt w:val="lowerRoman"/>
      <w:lvlText w:val="%3."/>
      <w:lvlJc w:val="right"/>
      <w:pPr>
        <w:ind w:left="1800" w:hanging="180"/>
      </w:pPr>
    </w:lvl>
    <w:lvl w:ilvl="3" w:tplc="4FE6BCEE">
      <w:start w:val="1"/>
      <w:numFmt w:val="decimal"/>
      <w:lvlText w:val="%4."/>
      <w:lvlJc w:val="left"/>
      <w:pPr>
        <w:ind w:left="2520" w:hanging="360"/>
      </w:pPr>
    </w:lvl>
    <w:lvl w:ilvl="4" w:tplc="93CA2A36">
      <w:start w:val="1"/>
      <w:numFmt w:val="lowerLetter"/>
      <w:lvlText w:val="%5."/>
      <w:lvlJc w:val="left"/>
      <w:pPr>
        <w:ind w:left="3240" w:hanging="360"/>
      </w:pPr>
    </w:lvl>
    <w:lvl w:ilvl="5" w:tplc="D688DE32">
      <w:start w:val="1"/>
      <w:numFmt w:val="lowerRoman"/>
      <w:lvlText w:val="%6."/>
      <w:lvlJc w:val="right"/>
      <w:pPr>
        <w:ind w:left="3960" w:hanging="180"/>
      </w:pPr>
    </w:lvl>
    <w:lvl w:ilvl="6" w:tplc="C316AEB0">
      <w:start w:val="1"/>
      <w:numFmt w:val="decimal"/>
      <w:lvlText w:val="%7."/>
      <w:lvlJc w:val="left"/>
      <w:pPr>
        <w:ind w:left="4680" w:hanging="360"/>
      </w:pPr>
    </w:lvl>
    <w:lvl w:ilvl="7" w:tplc="1968FD16">
      <w:start w:val="1"/>
      <w:numFmt w:val="lowerLetter"/>
      <w:lvlText w:val="%8."/>
      <w:lvlJc w:val="left"/>
      <w:pPr>
        <w:ind w:left="5400" w:hanging="360"/>
      </w:pPr>
    </w:lvl>
    <w:lvl w:ilvl="8" w:tplc="E3AA8B28">
      <w:start w:val="1"/>
      <w:numFmt w:val="lowerRoman"/>
      <w:lvlText w:val="%9."/>
      <w:lvlJc w:val="right"/>
      <w:pPr>
        <w:ind w:left="6120" w:hanging="180"/>
      </w:pPr>
    </w:lvl>
  </w:abstractNum>
  <w:abstractNum w:abstractNumId="5" w15:restartNumberingAfterBreak="0">
    <w:nsid w:val="5A523A2E"/>
    <w:multiLevelType w:val="hybridMultilevel"/>
    <w:tmpl w:val="328450D6"/>
    <w:lvl w:ilvl="0" w:tplc="72C2FE2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31282FE8" w:tentative="1">
      <w:start w:val="1"/>
      <w:numFmt w:val="lowerLetter"/>
      <w:lvlText w:val="%2."/>
      <w:lvlJc w:val="left"/>
      <w:pPr>
        <w:ind w:left="1440" w:hanging="360"/>
      </w:pPr>
    </w:lvl>
    <w:lvl w:ilvl="2" w:tplc="3EC2EFB4" w:tentative="1">
      <w:start w:val="1"/>
      <w:numFmt w:val="lowerRoman"/>
      <w:lvlText w:val="%3."/>
      <w:lvlJc w:val="right"/>
      <w:pPr>
        <w:ind w:left="2160" w:hanging="180"/>
      </w:pPr>
    </w:lvl>
    <w:lvl w:ilvl="3" w:tplc="5EB840E0" w:tentative="1">
      <w:start w:val="1"/>
      <w:numFmt w:val="decimal"/>
      <w:lvlText w:val="%4."/>
      <w:lvlJc w:val="left"/>
      <w:pPr>
        <w:ind w:left="2880" w:hanging="360"/>
      </w:pPr>
    </w:lvl>
    <w:lvl w:ilvl="4" w:tplc="428E8C78" w:tentative="1">
      <w:start w:val="1"/>
      <w:numFmt w:val="lowerLetter"/>
      <w:lvlText w:val="%5."/>
      <w:lvlJc w:val="left"/>
      <w:pPr>
        <w:ind w:left="3600" w:hanging="360"/>
      </w:pPr>
    </w:lvl>
    <w:lvl w:ilvl="5" w:tplc="70F24F0A" w:tentative="1">
      <w:start w:val="1"/>
      <w:numFmt w:val="lowerRoman"/>
      <w:lvlText w:val="%6."/>
      <w:lvlJc w:val="right"/>
      <w:pPr>
        <w:ind w:left="4320" w:hanging="180"/>
      </w:pPr>
    </w:lvl>
    <w:lvl w:ilvl="6" w:tplc="9790F74E" w:tentative="1">
      <w:start w:val="1"/>
      <w:numFmt w:val="decimal"/>
      <w:lvlText w:val="%7."/>
      <w:lvlJc w:val="left"/>
      <w:pPr>
        <w:ind w:left="5040" w:hanging="360"/>
      </w:pPr>
    </w:lvl>
    <w:lvl w:ilvl="7" w:tplc="29F8648A" w:tentative="1">
      <w:start w:val="1"/>
      <w:numFmt w:val="lowerLetter"/>
      <w:lvlText w:val="%8."/>
      <w:lvlJc w:val="left"/>
      <w:pPr>
        <w:ind w:left="5760" w:hanging="360"/>
      </w:pPr>
    </w:lvl>
    <w:lvl w:ilvl="8" w:tplc="74BA8AE4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6" w15:restartNumberingAfterBreak="0">
    <w:nsid w:val="5DB0784E"/>
    <w:multiLevelType w:val="hybridMultilevel"/>
    <w:tmpl w:val="BDA27BF8"/>
    <w:lvl w:ilvl="0" w:tplc="F4E0B80A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E6FA85DA" w:tentative="1">
      <w:start w:val="1"/>
      <w:numFmt w:val="lowerLetter"/>
      <w:lvlText w:val="%2."/>
      <w:lvlJc w:val="left"/>
      <w:pPr>
        <w:ind w:left="1440" w:hanging="360"/>
      </w:pPr>
    </w:lvl>
    <w:lvl w:ilvl="2" w:tplc="7604E2CA" w:tentative="1">
      <w:start w:val="1"/>
      <w:numFmt w:val="lowerRoman"/>
      <w:lvlText w:val="%3."/>
      <w:lvlJc w:val="right"/>
      <w:pPr>
        <w:ind w:left="2160" w:hanging="180"/>
      </w:pPr>
    </w:lvl>
    <w:lvl w:ilvl="3" w:tplc="E1447844" w:tentative="1">
      <w:start w:val="1"/>
      <w:numFmt w:val="decimal"/>
      <w:lvlText w:val="%4."/>
      <w:lvlJc w:val="left"/>
      <w:pPr>
        <w:ind w:left="2880" w:hanging="360"/>
      </w:pPr>
    </w:lvl>
    <w:lvl w:ilvl="4" w:tplc="3CD425AA" w:tentative="1">
      <w:start w:val="1"/>
      <w:numFmt w:val="lowerLetter"/>
      <w:lvlText w:val="%5."/>
      <w:lvlJc w:val="left"/>
      <w:pPr>
        <w:ind w:left="3600" w:hanging="360"/>
      </w:pPr>
    </w:lvl>
    <w:lvl w:ilvl="5" w:tplc="721C0546" w:tentative="1">
      <w:start w:val="1"/>
      <w:numFmt w:val="lowerRoman"/>
      <w:lvlText w:val="%6."/>
      <w:lvlJc w:val="right"/>
      <w:pPr>
        <w:ind w:left="4320" w:hanging="180"/>
      </w:pPr>
    </w:lvl>
    <w:lvl w:ilvl="6" w:tplc="8D4C0BBA" w:tentative="1">
      <w:start w:val="1"/>
      <w:numFmt w:val="decimal"/>
      <w:lvlText w:val="%7."/>
      <w:lvlJc w:val="left"/>
      <w:pPr>
        <w:ind w:left="5040" w:hanging="360"/>
      </w:pPr>
    </w:lvl>
    <w:lvl w:ilvl="7" w:tplc="3C10AB40" w:tentative="1">
      <w:start w:val="1"/>
      <w:numFmt w:val="lowerLetter"/>
      <w:lvlText w:val="%8."/>
      <w:lvlJc w:val="left"/>
      <w:pPr>
        <w:ind w:left="5760" w:hanging="360"/>
      </w:pPr>
    </w:lvl>
    <w:lvl w:ilvl="8" w:tplc="2640AB36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7" w15:restartNumberingAfterBreak="0">
    <w:nsid w:val="73624E3B"/>
    <w:multiLevelType w:val="hybridMultilevel"/>
    <w:tmpl w:val="EA0A300E"/>
    <w:lvl w:ilvl="0" w:tplc="D88ACFB2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8C84104A" w:tentative="1">
      <w:start w:val="1"/>
      <w:numFmt w:val="lowerLetter"/>
      <w:lvlText w:val="%2."/>
      <w:lvlJc w:val="left"/>
      <w:pPr>
        <w:ind w:left="1440" w:hanging="360"/>
      </w:pPr>
    </w:lvl>
    <w:lvl w:ilvl="2" w:tplc="6AC48110" w:tentative="1">
      <w:start w:val="1"/>
      <w:numFmt w:val="lowerRoman"/>
      <w:lvlText w:val="%3."/>
      <w:lvlJc w:val="right"/>
      <w:pPr>
        <w:ind w:left="2160" w:hanging="180"/>
      </w:pPr>
    </w:lvl>
    <w:lvl w:ilvl="3" w:tplc="B07AF002" w:tentative="1">
      <w:start w:val="1"/>
      <w:numFmt w:val="decimal"/>
      <w:lvlText w:val="%4."/>
      <w:lvlJc w:val="left"/>
      <w:pPr>
        <w:ind w:left="2880" w:hanging="360"/>
      </w:pPr>
    </w:lvl>
    <w:lvl w:ilvl="4" w:tplc="32DECCE2" w:tentative="1">
      <w:start w:val="1"/>
      <w:numFmt w:val="lowerLetter"/>
      <w:lvlText w:val="%5."/>
      <w:lvlJc w:val="left"/>
      <w:pPr>
        <w:ind w:left="3600" w:hanging="360"/>
      </w:pPr>
    </w:lvl>
    <w:lvl w:ilvl="5" w:tplc="998890A8" w:tentative="1">
      <w:start w:val="1"/>
      <w:numFmt w:val="lowerRoman"/>
      <w:lvlText w:val="%6."/>
      <w:lvlJc w:val="right"/>
      <w:pPr>
        <w:ind w:left="4320" w:hanging="180"/>
      </w:pPr>
    </w:lvl>
    <w:lvl w:ilvl="6" w:tplc="E264AD88" w:tentative="1">
      <w:start w:val="1"/>
      <w:numFmt w:val="decimal"/>
      <w:lvlText w:val="%7."/>
      <w:lvlJc w:val="left"/>
      <w:pPr>
        <w:ind w:left="5040" w:hanging="360"/>
      </w:pPr>
    </w:lvl>
    <w:lvl w:ilvl="7" w:tplc="AAA4D174" w:tentative="1">
      <w:start w:val="1"/>
      <w:numFmt w:val="lowerLetter"/>
      <w:lvlText w:val="%8."/>
      <w:lvlJc w:val="left"/>
      <w:pPr>
        <w:ind w:left="5760" w:hanging="360"/>
      </w:pPr>
    </w:lvl>
    <w:lvl w:ilvl="8" w:tplc="F190C5A4" w:tentative="1">
      <w:start w:val="1"/>
      <w:numFmt w:val="lowerRoman"/>
      <w:lvlText w:val="%9."/>
      <w:lvlJc w:val="right"/>
      <w:pPr>
        <w:ind w:left="6480" w:hanging="180"/>
      </w:pPr>
    </w:lvl>
  </w:abstractNum>
  <w:num w:numId="1" w16cid:durableId="134690740">
    <w:abstractNumId w:val="7"/>
  </w:num>
  <w:num w:numId="2" w16cid:durableId="1117798416">
    <w:abstractNumId w:val="3"/>
  </w:num>
  <w:num w:numId="3" w16cid:durableId="1826895304">
    <w:abstractNumId w:val="1"/>
  </w:num>
  <w:num w:numId="4" w16cid:durableId="1279335560">
    <w:abstractNumId w:val="6"/>
  </w:num>
  <w:num w:numId="5" w16cid:durableId="1478455844">
    <w:abstractNumId w:val="4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6" w16cid:durableId="1319848094">
    <w:abstractNumId w:val="0"/>
  </w:num>
  <w:num w:numId="7" w16cid:durableId="215360255">
    <w:abstractNumId w:val="2"/>
  </w:num>
  <w:num w:numId="8" w16cid:durableId="129664074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/>
  <w:attachedTemplate r:id="rId1"/>
  <w:defaultTabStop w:val="0"/>
  <w:hyphenationZone w:val="425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194726"/>
    <w:rsid w:val="000B7E77"/>
    <w:rsid w:val="00194726"/>
    <w:rsid w:val="001B7B4D"/>
    <w:rsid w:val="003F708D"/>
    <w:rsid w:val="004C1FBC"/>
    <w:rsid w:val="005E5CDD"/>
    <w:rsid w:val="005F63FB"/>
    <w:rsid w:val="007043C6"/>
    <w:rsid w:val="007A19DF"/>
    <w:rsid w:val="007B2B33"/>
    <w:rsid w:val="00A244AA"/>
    <w:rsid w:val="00A3603F"/>
    <w:rsid w:val="00C72089"/>
    <w:rsid w:val="00D17C73"/>
    <w:rsid w:val="00EA723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4:docId w14:val="3359B853"/>
  <w15:docId w15:val="{328002D7-7295-4480-8AF2-8519D4BA3B0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Times New Roman" w:eastAsia="Times New Roman" w:hAnsi="Times New Roman" w:cs="Times New Roman"/>
        <w:lang w:val="pl-PL" w:eastAsia="pl-PL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ny">
    <w:name w:val="Normal"/>
    <w:qFormat/>
    <w:rsid w:val="004C1FBC"/>
    <w:rPr>
      <w:sz w:val="24"/>
      <w:szCs w:val="24"/>
    </w:rPr>
  </w:style>
  <w:style w:type="paragraph" w:styleId="Nagwek1">
    <w:name w:val="heading 1"/>
    <w:basedOn w:val="Normalny"/>
    <w:next w:val="Normalny"/>
    <w:qFormat/>
    <w:locked/>
    <w:pPr>
      <w:keepNext/>
      <w:ind w:left="-168" w:firstLine="168"/>
      <w:outlineLvl w:val="0"/>
    </w:pPr>
    <w:rPr>
      <w:rFonts w:ascii="Arial" w:hAnsi="Arial" w:cs="Arial"/>
      <w:b/>
      <w:color w:val="005023"/>
      <w:sz w:val="28"/>
      <w:szCs w:val="28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paragraph" w:customStyle="1" w:styleId="LPAdresatpisma-instytucja">
    <w:name w:val="LP_Adresat pisma-instytucja"/>
    <w:basedOn w:val="Normalny"/>
    <w:pPr>
      <w:tabs>
        <w:tab w:val="left" w:pos="2550"/>
      </w:tabs>
    </w:pPr>
    <w:rPr>
      <w:rFonts w:ascii="Arial" w:hAnsi="Arial" w:cs="Arial"/>
    </w:rPr>
  </w:style>
  <w:style w:type="paragraph" w:customStyle="1" w:styleId="LPadresatpisma-osoba">
    <w:name w:val="LP_adresat pisma - osoba"/>
    <w:basedOn w:val="Normalny"/>
    <w:pPr>
      <w:tabs>
        <w:tab w:val="left" w:pos="2550"/>
      </w:tabs>
    </w:pPr>
    <w:rPr>
      <w:rFonts w:ascii="Arial" w:hAnsi="Arial" w:cs="Arial"/>
      <w:b/>
    </w:rPr>
  </w:style>
  <w:style w:type="paragraph" w:customStyle="1" w:styleId="LPpodpis-autor">
    <w:name w:val="LP_podpis-autor"/>
    <w:pPr>
      <w:keepNext/>
      <w:keepLines/>
      <w:spacing w:before="120"/>
      <w:ind w:left="5880" w:right="391"/>
      <w:jc w:val="both"/>
    </w:pPr>
    <w:rPr>
      <w:rFonts w:ascii="Arial" w:hAnsi="Arial" w:cs="Arial"/>
      <w:sz w:val="24"/>
    </w:rPr>
  </w:style>
  <w:style w:type="paragraph" w:styleId="Nagwek">
    <w:name w:val="header"/>
    <w:basedOn w:val="Normalny"/>
    <w:semiHidden/>
    <w:locked/>
    <w:pPr>
      <w:tabs>
        <w:tab w:val="center" w:pos="4703"/>
        <w:tab w:val="right" w:pos="9406"/>
      </w:tabs>
    </w:pPr>
  </w:style>
  <w:style w:type="character" w:customStyle="1" w:styleId="NagwekZnak">
    <w:name w:val="Nagłówek Znak"/>
    <w:rPr>
      <w:sz w:val="24"/>
      <w:szCs w:val="24"/>
      <w:lang w:val="pl-PL" w:eastAsia="pl-PL"/>
    </w:rPr>
  </w:style>
  <w:style w:type="paragraph" w:customStyle="1" w:styleId="LPTytudokumentu">
    <w:name w:val="LP_Tytuł dokumentu"/>
    <w:pPr>
      <w:tabs>
        <w:tab w:val="left" w:pos="0"/>
      </w:tabs>
      <w:autoSpaceDE w:val="0"/>
      <w:autoSpaceDN w:val="0"/>
      <w:adjustRightInd w:val="0"/>
      <w:spacing w:line="360" w:lineRule="auto"/>
      <w:jc w:val="center"/>
      <w:textAlignment w:val="center"/>
    </w:pPr>
    <w:rPr>
      <w:rFonts w:ascii="Arial" w:hAnsi="Arial" w:cs="Arial"/>
      <w:b/>
      <w:color w:val="000000"/>
      <w:sz w:val="24"/>
      <w:szCs w:val="24"/>
    </w:rPr>
  </w:style>
  <w:style w:type="paragraph" w:customStyle="1" w:styleId="LPtekstpodstawowy">
    <w:name w:val="LP_tekst podstawowy"/>
    <w:autoRedefine/>
    <w:pPr>
      <w:tabs>
        <w:tab w:val="left" w:pos="0"/>
      </w:tabs>
      <w:autoSpaceDE w:val="0"/>
      <w:autoSpaceDN w:val="0"/>
      <w:adjustRightInd w:val="0"/>
      <w:spacing w:line="360" w:lineRule="auto"/>
      <w:jc w:val="both"/>
      <w:textAlignment w:val="center"/>
    </w:pPr>
    <w:rPr>
      <w:rFonts w:ascii="Arial" w:hAnsi="Arial" w:cs="Arial"/>
      <w:color w:val="000000"/>
      <w:sz w:val="24"/>
    </w:rPr>
  </w:style>
  <w:style w:type="paragraph" w:customStyle="1" w:styleId="LPstopka">
    <w:name w:val="LP_stopka"/>
    <w:rPr>
      <w:rFonts w:ascii="Arial" w:hAnsi="Arial"/>
      <w:sz w:val="16"/>
      <w:szCs w:val="16"/>
    </w:rPr>
  </w:style>
  <w:style w:type="paragraph" w:customStyle="1" w:styleId="LPmiejscowo">
    <w:name w:val="LP_miejscowość"/>
    <w:aliases w:val="data"/>
    <w:pPr>
      <w:jc w:val="right"/>
    </w:pPr>
    <w:rPr>
      <w:rFonts w:ascii="Arial" w:hAnsi="Arial" w:cs="Arial"/>
      <w:sz w:val="24"/>
    </w:rPr>
  </w:style>
  <w:style w:type="paragraph" w:customStyle="1" w:styleId="LPNaglowek">
    <w:name w:val="LP_Naglowek"/>
    <w:rPr>
      <w:rFonts w:ascii="Arial" w:hAnsi="Arial"/>
      <w:b/>
      <w:color w:val="005023"/>
      <w:sz w:val="28"/>
      <w:szCs w:val="24"/>
    </w:rPr>
  </w:style>
  <w:style w:type="paragraph" w:customStyle="1" w:styleId="LPsygnatura">
    <w:name w:val="LP_sygnatura"/>
    <w:pPr>
      <w:autoSpaceDE w:val="0"/>
      <w:autoSpaceDN w:val="0"/>
      <w:adjustRightInd w:val="0"/>
      <w:spacing w:line="288" w:lineRule="auto"/>
      <w:ind w:left="-115"/>
      <w:textAlignment w:val="center"/>
    </w:pPr>
    <w:rPr>
      <w:rFonts w:ascii="Arial" w:hAnsi="Arial" w:cs="Arial"/>
      <w:color w:val="000000"/>
      <w:sz w:val="24"/>
    </w:rPr>
  </w:style>
  <w:style w:type="paragraph" w:styleId="Stopka">
    <w:name w:val="footer"/>
    <w:basedOn w:val="Normalny"/>
    <w:semiHidden/>
    <w:locked/>
    <w:pPr>
      <w:tabs>
        <w:tab w:val="center" w:pos="4703"/>
        <w:tab w:val="right" w:pos="9406"/>
      </w:tabs>
    </w:pPr>
  </w:style>
  <w:style w:type="paragraph" w:customStyle="1" w:styleId="LPStopkaStrona">
    <w:name w:val="LP_Stopka_Strona"/>
    <w:rPr>
      <w:rFonts w:ascii="Arial" w:hAnsi="Arial"/>
      <w:b/>
      <w:color w:val="005023"/>
      <w:sz w:val="24"/>
      <w:szCs w:val="24"/>
    </w:rPr>
  </w:style>
  <w:style w:type="character" w:customStyle="1" w:styleId="StopkaZnak">
    <w:name w:val="Stopka Znak"/>
    <w:rPr>
      <w:sz w:val="24"/>
      <w:szCs w:val="24"/>
      <w:lang w:val="pl-PL" w:eastAsia="pl-PL"/>
    </w:rPr>
  </w:style>
  <w:style w:type="paragraph" w:customStyle="1" w:styleId="LPwiadomosczalacznik">
    <w:name w:val="LP_wiadomosc_zalacznik"/>
    <w:pPr>
      <w:keepNext/>
    </w:pPr>
    <w:rPr>
      <w:rFonts w:ascii="Arial" w:hAnsi="Arial" w:cs="Arial"/>
      <w:color w:val="000000"/>
      <w:u w:val="single"/>
      <w:lang w:val="en-US"/>
    </w:rPr>
  </w:style>
  <w:style w:type="character" w:customStyle="1" w:styleId="LPPogrubienie">
    <w:name w:val="LP_Pogrubienie"/>
    <w:rPr>
      <w:rFonts w:cs="Times New Roman"/>
      <w:b/>
      <w:lang w:val="en-US"/>
    </w:rPr>
  </w:style>
  <w:style w:type="character" w:customStyle="1" w:styleId="LPstopkaZnak">
    <w:name w:val="LP_stopka Znak"/>
    <w:locked/>
    <w:rPr>
      <w:rFonts w:ascii="Arial" w:hAnsi="Arial"/>
      <w:sz w:val="16"/>
      <w:szCs w:val="16"/>
      <w:lang w:val="pl-PL" w:eastAsia="pl-PL" w:bidi="ar-SA"/>
    </w:rPr>
  </w:style>
  <w:style w:type="paragraph" w:customStyle="1" w:styleId="LPpodstawowyinterlinia1">
    <w:name w:val="LP_podstawowy_interlinia1"/>
    <w:basedOn w:val="LPtekstpodstawowy"/>
    <w:pPr>
      <w:spacing w:line="240" w:lineRule="auto"/>
    </w:pPr>
  </w:style>
  <w:style w:type="character" w:customStyle="1" w:styleId="LPzwykly">
    <w:name w:val="LP_zwykly"/>
    <w:basedOn w:val="Domylnaczcionkaakapitu"/>
    <w:qFormat/>
  </w:style>
  <w:style w:type="paragraph" w:customStyle="1" w:styleId="LPstopkasrodek">
    <w:name w:val="LP_stopka_srodek"/>
    <w:basedOn w:val="Normalny"/>
    <w:pPr>
      <w:jc w:val="center"/>
    </w:pPr>
    <w:rPr>
      <w:rFonts w:ascii="Arial" w:hAnsi="Arial"/>
      <w:sz w:val="16"/>
    </w:rPr>
  </w:style>
  <w:style w:type="character" w:styleId="Numerstrony">
    <w:name w:val="page number"/>
    <w:basedOn w:val="Domylnaczcionkaakapitu"/>
    <w:semiHidden/>
    <w:locked/>
  </w:style>
  <w:style w:type="table" w:styleId="Tabela-Siatka">
    <w:name w:val="Table Grid"/>
    <w:basedOn w:val="Standardowy"/>
    <w:uiPriority w:val="59"/>
    <w:rsid w:val="00EC6206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atapisma">
    <w:name w:val="data pisma"/>
    <w:basedOn w:val="Normalny"/>
    <w:rsid w:val="00EC6206"/>
    <w:pPr>
      <w:overflowPunct w:val="0"/>
      <w:autoSpaceDE w:val="0"/>
      <w:autoSpaceDN w:val="0"/>
      <w:adjustRightInd w:val="0"/>
      <w:jc w:val="right"/>
    </w:pPr>
    <w:rPr>
      <w:szCs w:val="20"/>
    </w:rPr>
  </w:style>
  <w:style w:type="character" w:styleId="Hipercze">
    <w:name w:val="Hyperlink"/>
    <w:basedOn w:val="Domylnaczcionkaakapitu"/>
    <w:uiPriority w:val="99"/>
    <w:unhideWhenUsed/>
    <w:rsid w:val="007A19DF"/>
    <w:rPr>
      <w:color w:val="0000FF" w:themeColor="hyperlink"/>
      <w:u w:val="single"/>
    </w:rPr>
  </w:style>
  <w:style w:type="character" w:styleId="Nierozpoznanawzmianka">
    <w:name w:val="Unresolved Mention"/>
    <w:basedOn w:val="Domylnaczcionkaakapitu"/>
    <w:uiPriority w:val="99"/>
    <w:rsid w:val="007A19DF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header" Target="header3.xml"/><Relationship Id="rId5" Type="http://schemas.openxmlformats.org/officeDocument/2006/relationships/footnotes" Target="footnotes.xml"/><Relationship Id="rId10" Type="http://schemas.openxmlformats.org/officeDocument/2006/relationships/footer" Target="footer2.xml"/><Relationship Id="rId4" Type="http://schemas.openxmlformats.org/officeDocument/2006/relationships/webSettings" Target="webSetting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hanna.kolasinska\Desktop\papeteria\Szablon%20bez%20dodatkowego%20logotypu.dot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Pakiet 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Szablon bez dodatkowego logotypu</Template>
  <TotalTime>1</TotalTime>
  <Pages>13</Pages>
  <Words>2246</Words>
  <Characters>13480</Characters>
  <Application>Microsoft Office Word</Application>
  <DocSecurity>0</DocSecurity>
  <Lines>112</Lines>
  <Paragraphs>31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>Warszawa, 20</vt:lpstr>
    </vt:vector>
  </TitlesOfParts>
  <Company>Meander</Company>
  <LinksUpToDate>false</LinksUpToDate>
  <CharactersWithSpaces>15695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Warszawa, 20</dc:title>
  <dc:creator>Nadleśnictwo Kutno</dc:creator>
  <cp:lastModifiedBy>Katarzyna Pilarczyk Nadleśnictwo Kutno</cp:lastModifiedBy>
  <cp:revision>3</cp:revision>
  <cp:lastPrinted>2014-01-27T07:24:00Z</cp:lastPrinted>
  <dcterms:created xsi:type="dcterms:W3CDTF">2023-07-26T07:31:00Z</dcterms:created>
  <dcterms:modified xsi:type="dcterms:W3CDTF">2023-07-26T08:24:00Z</dcterms:modified>
</cp:coreProperties>
</file>